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B2D00" w14:textId="77777777" w:rsidR="00D2567E" w:rsidRDefault="00D2567E" w:rsidP="00200B24"/>
    <w:p w14:paraId="406A2248" w14:textId="77777777" w:rsidR="00D2567E" w:rsidRDefault="00D2567E" w:rsidP="00200B24"/>
    <w:p w14:paraId="42B1F05C" w14:textId="77777777" w:rsidR="00200B24" w:rsidRDefault="00200B24" w:rsidP="00200B24"/>
    <w:p w14:paraId="3F5EC8D9" w14:textId="77777777" w:rsidR="00FE0330" w:rsidRDefault="00FE0330" w:rsidP="00200B24"/>
    <w:p w14:paraId="324BF4FD" w14:textId="77777777" w:rsidR="00FE0330" w:rsidRDefault="00FE0330" w:rsidP="00200B24"/>
    <w:p w14:paraId="270264AE" w14:textId="77777777" w:rsidR="00FE0330" w:rsidRDefault="00FE0330" w:rsidP="00200B24"/>
    <w:p w14:paraId="21DD27BA" w14:textId="77777777" w:rsidR="00FE0330" w:rsidRDefault="00FE0330" w:rsidP="00200B24"/>
    <w:p w14:paraId="3C49CD1B" w14:textId="77777777" w:rsidR="00D2567E" w:rsidRDefault="00D2567E" w:rsidP="00200B24"/>
    <w:p w14:paraId="764E6A09" w14:textId="77777777" w:rsidR="00D2567E" w:rsidRPr="00D2567E" w:rsidRDefault="00D2567E" w:rsidP="00200B24"/>
    <w:p w14:paraId="3946C452" w14:textId="77777777" w:rsidR="007D0E9F" w:rsidRPr="00FE0330" w:rsidRDefault="00EA1FE4" w:rsidP="00FE0330">
      <w:pPr>
        <w:spacing w:after="0" w:line="259" w:lineRule="auto"/>
        <w:ind w:left="53"/>
        <w:jc w:val="left"/>
        <w:rPr>
          <w:sz w:val="40"/>
          <w:szCs w:val="40"/>
        </w:rPr>
      </w:pPr>
      <w:r>
        <w:rPr>
          <w:b/>
          <w:sz w:val="40"/>
          <w:szCs w:val="40"/>
        </w:rPr>
        <w:t xml:space="preserve">Formulario </w:t>
      </w:r>
      <w:r w:rsidR="00FE0330">
        <w:rPr>
          <w:b/>
          <w:sz w:val="40"/>
          <w:szCs w:val="40"/>
        </w:rPr>
        <w:t xml:space="preserve">para </w:t>
      </w:r>
      <w:r w:rsidR="00D2567E" w:rsidRPr="00200B24">
        <w:rPr>
          <w:b/>
          <w:sz w:val="40"/>
          <w:szCs w:val="40"/>
        </w:rPr>
        <w:t>Solicitante</w:t>
      </w:r>
    </w:p>
    <w:p w14:paraId="6AE64ABD" w14:textId="77777777" w:rsidR="007D0E9F" w:rsidRPr="00FE0330" w:rsidRDefault="00D2567E">
      <w:pPr>
        <w:spacing w:after="0" w:line="259" w:lineRule="auto"/>
        <w:ind w:left="48"/>
        <w:jc w:val="left"/>
        <w:rPr>
          <w:b/>
          <w:sz w:val="36"/>
          <w:szCs w:val="36"/>
        </w:rPr>
      </w:pPr>
      <w:r w:rsidRPr="00FE0330">
        <w:rPr>
          <w:b/>
          <w:sz w:val="36"/>
          <w:szCs w:val="36"/>
        </w:rPr>
        <w:t xml:space="preserve">Investigación por salvaguardas </w:t>
      </w:r>
    </w:p>
    <w:p w14:paraId="1FCE2368" w14:textId="77777777" w:rsidR="00D2567E" w:rsidRDefault="00D2567E" w:rsidP="00200B24"/>
    <w:p w14:paraId="4231123D" w14:textId="77777777" w:rsidR="00200B24" w:rsidRDefault="00200B24" w:rsidP="00200B24"/>
    <w:p w14:paraId="6F95969C" w14:textId="77777777" w:rsidR="00200B24" w:rsidRDefault="00200B24" w:rsidP="00200B24"/>
    <w:p w14:paraId="58BFC074" w14:textId="77777777" w:rsidR="00200B24" w:rsidRDefault="00200B24" w:rsidP="00200B24"/>
    <w:p w14:paraId="4F46FDA1" w14:textId="77777777" w:rsidR="00200B24" w:rsidRDefault="00200B24" w:rsidP="00200B24"/>
    <w:p w14:paraId="717CDB02" w14:textId="77777777" w:rsidR="00200B24" w:rsidRDefault="00200B24" w:rsidP="00200B24"/>
    <w:p w14:paraId="5DEACD8B" w14:textId="77777777" w:rsidR="00200B24" w:rsidRDefault="00200B24" w:rsidP="00200B24"/>
    <w:p w14:paraId="13DC240B" w14:textId="77777777" w:rsidR="00200B24" w:rsidRDefault="00200B24" w:rsidP="00200B24"/>
    <w:p w14:paraId="7F5F659A" w14:textId="77777777" w:rsidR="00200B24" w:rsidRDefault="00200B24" w:rsidP="00200B24"/>
    <w:p w14:paraId="09C9BA36" w14:textId="77777777" w:rsidR="00200B24" w:rsidRDefault="00200B24" w:rsidP="00200B24"/>
    <w:p w14:paraId="1AF96770" w14:textId="77777777" w:rsidR="00200B24" w:rsidRDefault="00200B24" w:rsidP="00200B24"/>
    <w:p w14:paraId="6D01E18B" w14:textId="77777777" w:rsidR="00D2567E" w:rsidRDefault="00D2567E" w:rsidP="00200B24"/>
    <w:p w14:paraId="7C3671A0" w14:textId="77777777" w:rsidR="00D2567E" w:rsidRDefault="00D2567E" w:rsidP="00200B24"/>
    <w:p w14:paraId="4FB20920" w14:textId="77777777" w:rsidR="00D2567E" w:rsidRDefault="00D2567E" w:rsidP="00200B24"/>
    <w:p w14:paraId="7C14F028" w14:textId="77777777" w:rsidR="00D2567E" w:rsidRDefault="00D2567E">
      <w:pPr>
        <w:spacing w:before="0" w:after="160" w:line="259" w:lineRule="auto"/>
        <w:jc w:val="left"/>
        <w:rPr>
          <w:b/>
          <w:sz w:val="40"/>
          <w:szCs w:val="40"/>
        </w:rPr>
      </w:pPr>
      <w:r>
        <w:rPr>
          <w:b/>
          <w:sz w:val="40"/>
          <w:szCs w:val="40"/>
        </w:rPr>
        <w:br w:type="page"/>
      </w:r>
    </w:p>
    <w:p w14:paraId="4A4E1F13" w14:textId="77777777" w:rsidR="007D0E9F" w:rsidRPr="00931822" w:rsidRDefault="00D22299" w:rsidP="001E1C11">
      <w:pPr>
        <w:jc w:val="center"/>
        <w:rPr>
          <w:b/>
        </w:rPr>
      </w:pPr>
      <w:r w:rsidRPr="00931822">
        <w:rPr>
          <w:rStyle w:val="Ttulodellibro"/>
        </w:rPr>
        <w:lastRenderedPageBreak/>
        <w:t>I</w:t>
      </w:r>
      <w:r>
        <w:rPr>
          <w:rStyle w:val="Ttulodellibro"/>
        </w:rPr>
        <w:t>ntroducción</w:t>
      </w:r>
    </w:p>
    <w:p w14:paraId="320AEF26" w14:textId="77777777" w:rsidR="007B7CB1" w:rsidRPr="00D2567E" w:rsidRDefault="007B7CB1" w:rsidP="007B7CB1">
      <w:pPr>
        <w:pStyle w:val="Textoindependiente"/>
      </w:pPr>
      <w:r w:rsidRPr="00D2567E">
        <w:t>La Unidad de Prácticas Comerciales Internacionales</w:t>
      </w:r>
      <w:r>
        <w:t>, en adelante la Unidad,</w:t>
      </w:r>
      <w:r w:rsidRPr="00D2567E">
        <w:t xml:space="preserve"> de la Secretaría de Economía, en adelante la Secretaría, es la unidad administrativa encargada de llevar a cabo los procedimientos de investigación por salvaguardas. Dichos procedimientos se encuentran regulados por el artículo XIX del Acuerdo General sobre Aranceles Aduaneros y Comercio de 1994; el Acuerdo sobre Salvaguardias (AS); la Ley de Comercio Exterior (LCE), el Reglamento de la Ley de Comercio Exterior (RLCE) y los tratados comerciales internacionales de los que México es Parte. </w:t>
      </w:r>
    </w:p>
    <w:p w14:paraId="68855713" w14:textId="7824BD17" w:rsidR="007B7CB1" w:rsidRPr="00D2567E" w:rsidRDefault="007B7CB1" w:rsidP="007B7CB1">
      <w:pPr>
        <w:pStyle w:val="Textoindependiente"/>
      </w:pPr>
      <w:r w:rsidRPr="00D2567E">
        <w:t>De conformidad con los artículos 45 de la LCE y 2.1 del AS, las medidas de salvaguarda son aquellas que regulan o restringen temporalmente las importaciones de mercancías idénticas, similares o directamente competidoras a las de producción nacional</w:t>
      </w:r>
      <w:r w:rsidR="003F03B4">
        <w:t>,</w:t>
      </w:r>
      <w:r w:rsidRPr="00D2567E">
        <w:t xml:space="preserve"> en la medida necesaria para prevenir o remediar el daño grave a la rama de producción nacional de que se trate y facilitar el ajuste de los productores nacionales. </w:t>
      </w:r>
    </w:p>
    <w:p w14:paraId="5E6A5EAC" w14:textId="77777777" w:rsidR="007B7CB1" w:rsidRPr="00D2567E" w:rsidRDefault="007B7CB1" w:rsidP="007B7CB1">
      <w:pPr>
        <w:pStyle w:val="Textoindependiente"/>
      </w:pPr>
      <w:r w:rsidRPr="00D2567E">
        <w:t xml:space="preserve">Estas medidas sólo se impondrán cuando se haya constatado que las importaciones han aumentado en tal cantidad, en términos absolutos o en relación con la producción nacional, y se realizan en condiciones tales que causan o amenazan causar un daño grave a la rama de producción nacional de que se trate. </w:t>
      </w:r>
    </w:p>
    <w:p w14:paraId="31BEE678" w14:textId="77777777" w:rsidR="007B7CB1" w:rsidRPr="00D2567E" w:rsidRDefault="007B7CB1" w:rsidP="007B7CB1">
      <w:pPr>
        <w:pStyle w:val="Textoindependiente"/>
      </w:pPr>
      <w:r w:rsidRPr="00D2567E">
        <w:t xml:space="preserve">El artículo 2.2 del AS señala que las medidas de salvaguarda se aplicarán al producto importado independientemente de las fuentes de donde proceda; sin embargo, es importante tener en cuenta que el artículo 9.1 del AS señala que no se aplicarán medidas de salvaguarda contra un producto originario de un país en desarrollo cuando las importaciones procedentes de este país no excedan del 3% de las importaciones totales y que el conjunto de las importaciones originarias de los países en desarrollo no representen más del 9% de las importaciones totales del producto investigado. </w:t>
      </w:r>
    </w:p>
    <w:p w14:paraId="582EFD98" w14:textId="59286156" w:rsidR="00934FA4" w:rsidRPr="00D2567E" w:rsidRDefault="00934FA4" w:rsidP="00934FA4">
      <w:pPr>
        <w:pStyle w:val="Textoindependiente"/>
      </w:pPr>
      <w:r w:rsidRPr="00D2567E">
        <w:t>Adicionalmente, este procedimiento se substanciará conforme a las disposiciones establecidas en los diversos tratados de libre comercio signados por México</w:t>
      </w:r>
      <w:r w:rsidR="00B513B9">
        <w:t>.</w:t>
      </w:r>
      <w:r w:rsidRPr="00D2567E">
        <w:t xml:space="preserve"> </w:t>
      </w:r>
    </w:p>
    <w:p w14:paraId="1FF5FE23" w14:textId="77777777" w:rsidR="007B7CB1" w:rsidRPr="00D2567E" w:rsidRDefault="007B7CB1" w:rsidP="007B7CB1">
      <w:pPr>
        <w:pStyle w:val="Textoindependiente"/>
      </w:pPr>
      <w:r w:rsidRPr="00D2567E">
        <w:t xml:space="preserve">El artículo 47 de la LCE señala que la determinación de daño grave o amenaza de daño grave, de su relación causal con el aumento de las importaciones y el establecimiento de medidas de salvaguarda se realizarán a través de una investigación conforme al procedimiento administrativo previsto en la LCE y sus disposiciones reglamentarias. </w:t>
      </w:r>
    </w:p>
    <w:p w14:paraId="3B235A35" w14:textId="77777777" w:rsidR="007B7CB1" w:rsidRPr="00D2567E" w:rsidRDefault="007B7CB1" w:rsidP="007B7CB1">
      <w:pPr>
        <w:pStyle w:val="Textoindependiente"/>
      </w:pPr>
      <w:r w:rsidRPr="00D2567E">
        <w:t xml:space="preserve">Asimismo, señala que cuando haya factores distintos del aumento de las importaciones que al mismo tiempo causen daño grave a la rama de la producción nacional, este daño no se atribuirá al aumento de las importaciones. </w:t>
      </w:r>
    </w:p>
    <w:p w14:paraId="564886C2" w14:textId="77777777" w:rsidR="007B7CB1" w:rsidRPr="00D2567E" w:rsidRDefault="007B7CB1" w:rsidP="007B7CB1">
      <w:pPr>
        <w:pStyle w:val="Textoindependiente"/>
      </w:pPr>
      <w:r w:rsidRPr="00D2567E">
        <w:t xml:space="preserve">En este mismo sentido, el artículo 3.1 del AS señala que sólo se podrá aplicar una medida de salvaguarda después de una investigación realizada por las autoridades competentes con arreglo a un procedimiento previamente establecido el cual deberá incluir entre otros, lo siguiente: </w:t>
      </w:r>
    </w:p>
    <w:p w14:paraId="3766A2B5" w14:textId="77777777" w:rsidR="007B7CB1" w:rsidRPr="00D2567E" w:rsidRDefault="007B7CB1" w:rsidP="007B7CB1">
      <w:pPr>
        <w:pStyle w:val="Textoindependiente"/>
        <w:numPr>
          <w:ilvl w:val="0"/>
          <w:numId w:val="29"/>
        </w:numPr>
      </w:pPr>
      <w:r w:rsidRPr="00D2567E">
        <w:t xml:space="preserve">Un aviso público razonable a todas las partes interesadas. </w:t>
      </w:r>
    </w:p>
    <w:p w14:paraId="777CD89C" w14:textId="77777777" w:rsidR="007B7CB1" w:rsidRPr="00D2567E" w:rsidRDefault="007B7CB1" w:rsidP="007B7CB1">
      <w:pPr>
        <w:pStyle w:val="Textoindependiente"/>
        <w:numPr>
          <w:ilvl w:val="0"/>
          <w:numId w:val="29"/>
        </w:numPr>
      </w:pPr>
      <w:r w:rsidRPr="00D2567E">
        <w:t xml:space="preserve">Audiencias públicas u otros medios en que las partes interesadas puedan presentar pruebas, exponer sus opiniones y responder a las comunicaciones de otras partes. </w:t>
      </w:r>
    </w:p>
    <w:p w14:paraId="0B8ED73B" w14:textId="77777777" w:rsidR="007B7CB1" w:rsidRPr="00D2567E" w:rsidRDefault="007B7CB1" w:rsidP="007B7CB1">
      <w:pPr>
        <w:pStyle w:val="Textoindependiente"/>
        <w:numPr>
          <w:ilvl w:val="0"/>
          <w:numId w:val="29"/>
        </w:numPr>
      </w:pPr>
      <w:r w:rsidRPr="00D2567E">
        <w:t xml:space="preserve">La publicación de un informe en el que las autoridades enuncien las constataciones y las conclusiones fundamentadas a que hayan llegado. </w:t>
      </w:r>
    </w:p>
    <w:p w14:paraId="01E39DF9" w14:textId="34770681" w:rsidR="007B7CB1" w:rsidRPr="00D2567E" w:rsidRDefault="007B7CB1" w:rsidP="007B7CB1">
      <w:pPr>
        <w:pStyle w:val="Textoindependiente"/>
      </w:pPr>
      <w:r w:rsidRPr="00D2567E">
        <w:t xml:space="preserve">Los artículos 77 de la LCE y 7.1 del AS señalan que la vigencia de las medidas de salvaguarda podrá ser hasta de 4 años y prorrogable hasta por </w:t>
      </w:r>
      <w:r w:rsidR="004A129D">
        <w:t>4</w:t>
      </w:r>
      <w:r w:rsidRPr="00D2567E">
        <w:t xml:space="preserve"> años más, siempre que se justifique la necesidad de </w:t>
      </w:r>
      <w:r>
        <w:t>esta</w:t>
      </w:r>
      <w:r w:rsidRPr="00D2567E">
        <w:t xml:space="preserve">, tomando en consideración el cumplimiento del programa de ajuste de la producción nacional. </w:t>
      </w:r>
      <w:r w:rsidR="00D140D3">
        <w:t>La aplicación de una medida s</w:t>
      </w:r>
      <w:r w:rsidR="004A129D">
        <w:t>e podrá prorrogar 2 años adicionales cuando se trate de países en desarrollo.</w:t>
      </w:r>
    </w:p>
    <w:p w14:paraId="142FFB07" w14:textId="77777777" w:rsidR="007B7CB1" w:rsidRPr="00D2567E" w:rsidRDefault="007B7CB1" w:rsidP="007B7CB1">
      <w:pPr>
        <w:pStyle w:val="Textoindependiente"/>
      </w:pPr>
      <w:r w:rsidRPr="00D2567E">
        <w:lastRenderedPageBreak/>
        <w:t xml:space="preserve">El artículo 133 del RLCE señala que impuesta la medida de salvaguarda que corresponda, la Secretaría revisará periódicamente el avance del programa de ajuste, a efecto de cerciorarse del avance de su cumplimiento. </w:t>
      </w:r>
    </w:p>
    <w:p w14:paraId="0FBDFD69" w14:textId="77777777" w:rsidR="007B7CB1" w:rsidRPr="00D2567E" w:rsidRDefault="007B7CB1" w:rsidP="007B7CB1">
      <w:pPr>
        <w:pStyle w:val="Textoindependiente"/>
      </w:pPr>
      <w:r w:rsidRPr="00D2567E">
        <w:t xml:space="preserve">Los artículos 78 de la LCE y 6 del AS señalan que en circunstancias críticas el Ejecutivo Federal podrá establecer medidas provisionales de salvaguarda en un plazo de 20 días a partir de la publicación del inicio de investigación; siempre y cuando una demora en la aplicación de la salvaguarda entrañaría un daño difícilmente reparable y se cuente con pruebas de que el aumento de las importaciones ha causado o amenaza causar un daño serio. </w:t>
      </w:r>
    </w:p>
    <w:p w14:paraId="06AF62AA" w14:textId="77777777" w:rsidR="007B7CB1" w:rsidRPr="00D2567E" w:rsidRDefault="007B7CB1" w:rsidP="007B7CB1">
      <w:pPr>
        <w:pStyle w:val="Textoindependiente"/>
      </w:pPr>
      <w:r w:rsidRPr="00D2567E">
        <w:t xml:space="preserve">El artículo 79 de la LCE señala que la duración de estas medidas provisionales no excederá de 6 meses y que la resolución final que confirme, modifique o revoque las medidas provisionales deberá publicarse dentro de los 6 meses posteriores a la publicación de la resolución que determine medidas provisionales. </w:t>
      </w:r>
    </w:p>
    <w:p w14:paraId="1168CC1B" w14:textId="77777777" w:rsidR="007B7CB1" w:rsidRPr="00D2567E" w:rsidRDefault="007B7CB1" w:rsidP="007B7CB1">
      <w:pPr>
        <w:pStyle w:val="Textoindependiente"/>
      </w:pPr>
      <w:r w:rsidRPr="00D2567E">
        <w:t xml:space="preserve">La respuesta al presente formulario debe incluir toda la información requerida, así como la referencia a sus fuentes y copia de estas. El procedimiento de investigación está sujeto a los plazos que se determinan en el marco jurídico aplicable, por lo que el incumplimiento en la presentación de la información aquí requerida y, en su caso, en el requerimiento de información complementaria, podría concluir en el desechamiento de la solicitud de investigación o en que la Secretaría proceda con la mejor información disponible durante el procedimiento, de conformidad con lo establecido en el artículo 64 de la LCE. </w:t>
      </w:r>
    </w:p>
    <w:p w14:paraId="7C6AF20F" w14:textId="77777777" w:rsidR="007B7CB1" w:rsidRPr="00D2567E" w:rsidRDefault="007B7CB1" w:rsidP="007B7CB1">
      <w:pPr>
        <w:pStyle w:val="Textoindependiente"/>
      </w:pPr>
      <w:r w:rsidRPr="00D2567E">
        <w:t xml:space="preserve">Toda información que se proporcione a la Secretaría podrá ser objeto de verificación, de conformidad con el artículo 83 de la LCE. </w:t>
      </w:r>
    </w:p>
    <w:p w14:paraId="2DD529E1" w14:textId="77777777" w:rsidR="007B7CB1" w:rsidRPr="00D2567E" w:rsidRDefault="007B7CB1" w:rsidP="007B7CB1">
      <w:pPr>
        <w:pStyle w:val="Textoindependiente"/>
      </w:pPr>
      <w:r w:rsidRPr="00D2567E">
        <w:t xml:space="preserve">Las partes interesadas podrán presentar, en los plazos legales, toda la información complementaria que consideren pertinente y que no haya sido requerida por la Secretaría. </w:t>
      </w:r>
    </w:p>
    <w:p w14:paraId="53648968" w14:textId="77777777" w:rsidR="007B7CB1" w:rsidRPr="00F56DDB" w:rsidRDefault="007B7CB1" w:rsidP="007B7CB1">
      <w:pPr>
        <w:rPr>
          <w:rFonts w:cs="Arial"/>
        </w:rPr>
      </w:pPr>
      <w:r>
        <w:rPr>
          <w:rFonts w:cs="Arial"/>
          <w:lang w:val="es-ES_tradnl"/>
        </w:rPr>
        <w:t xml:space="preserve">A fin de brindar mayores facilidades para la tramitación de los procedimientos, </w:t>
      </w:r>
      <w:r w:rsidRPr="00F56DDB">
        <w:rPr>
          <w:rFonts w:cs="Arial"/>
          <w:lang w:val="es-ES_tradnl"/>
        </w:rPr>
        <w:t xml:space="preserve">la presentación de la información ante </w:t>
      </w:r>
      <w:r>
        <w:rPr>
          <w:rFonts w:cs="Arial"/>
          <w:lang w:val="es-ES_tradnl"/>
        </w:rPr>
        <w:t>l</w:t>
      </w:r>
      <w:r w:rsidRPr="00F56DDB">
        <w:rPr>
          <w:rFonts w:cs="Arial"/>
          <w:lang w:val="es-ES_tradnl"/>
        </w:rPr>
        <w:t xml:space="preserve">a Secretaría, </w:t>
      </w:r>
      <w:r>
        <w:rPr>
          <w:rFonts w:cs="Arial"/>
          <w:lang w:val="es-ES_tradnl"/>
        </w:rPr>
        <w:t xml:space="preserve">se realiza de </w:t>
      </w:r>
      <w:r w:rsidRPr="00F56DDB">
        <w:rPr>
          <w:rFonts w:cs="Arial"/>
          <w:lang w:val="es-ES_tradnl"/>
        </w:rPr>
        <w:t>manera electrónica a través del corre</w:t>
      </w:r>
      <w:r>
        <w:rPr>
          <w:rFonts w:cs="Arial"/>
          <w:lang w:val="es-ES_tradnl"/>
        </w:rPr>
        <w:t xml:space="preserve">o electrónico </w:t>
      </w:r>
      <w:hyperlink r:id="rId8" w:history="1">
        <w:r w:rsidRPr="00682904">
          <w:rPr>
            <w:rStyle w:val="Hipervnculo"/>
            <w:rFonts w:cs="Arial"/>
          </w:rPr>
          <w:t>upci@economía.gob.mx</w:t>
        </w:r>
      </w:hyperlink>
      <w:r w:rsidRPr="00F56DDB">
        <w:rPr>
          <w:rFonts w:cs="Arial"/>
          <w:lang w:val="es-ES_tradnl"/>
        </w:rPr>
        <w:t>.</w:t>
      </w:r>
      <w:r>
        <w:rPr>
          <w:rFonts w:cs="Arial"/>
          <w:lang w:val="es-ES_tradnl"/>
        </w:rPr>
        <w:t>, con fundamento en</w:t>
      </w:r>
      <w:r w:rsidRPr="00F56DDB">
        <w:rPr>
          <w:rFonts w:cs="Arial"/>
          <w:lang w:val="es-ES_tradnl"/>
        </w:rPr>
        <w:t xml:space="preserve"> lo dispuesto en el “Acuerdo por el que se establecen medidas administrativas en la Secretaría de Economía con el objeto de brindar facilidades a los usuarios de los trámites y procedimientos que se indican”, publicado el 4 de agosto de 2021 en el DOF (el “Acuerdo de facilitación”), </w:t>
      </w:r>
      <w:r>
        <w:rPr>
          <w:rFonts w:cs="Arial"/>
          <w:lang w:val="es-ES_tradnl"/>
        </w:rPr>
        <w:t>sin perjuicio de la posibilidad de presentarla</w:t>
      </w:r>
      <w:r w:rsidRPr="00F56DDB">
        <w:rPr>
          <w:rFonts w:cs="Arial"/>
          <w:lang w:val="es-ES_tradnl"/>
        </w:rPr>
        <w:t xml:space="preserve"> de manera física en la </w:t>
      </w:r>
      <w:r w:rsidRPr="00F56DDB">
        <w:rPr>
          <w:rFonts w:cs="Arial"/>
        </w:rPr>
        <w:t>Oficialía de Partes</w:t>
      </w:r>
      <w:r w:rsidRPr="00F56DDB">
        <w:rPr>
          <w:rFonts w:cs="Arial"/>
          <w:lang w:val="es-ES_tradnl"/>
        </w:rPr>
        <w:t xml:space="preserve"> de la Unidad</w:t>
      </w:r>
      <w:r>
        <w:rPr>
          <w:rFonts w:cs="Arial"/>
          <w:lang w:val="es-ES_tradnl"/>
        </w:rPr>
        <w:t>.</w:t>
      </w:r>
      <w:r w:rsidRPr="00F56DDB" w:rsidDel="00A81A9B">
        <w:rPr>
          <w:rFonts w:cs="Arial"/>
          <w:lang w:val="es-ES_tradnl"/>
        </w:rPr>
        <w:t xml:space="preserve"> </w:t>
      </w:r>
    </w:p>
    <w:p w14:paraId="52F84840" w14:textId="77777777" w:rsidR="007B7CB1" w:rsidRDefault="007B7CB1" w:rsidP="007B7CB1">
      <w:pPr>
        <w:ind w:left="29"/>
      </w:pPr>
      <w:r>
        <w:t xml:space="preserve">Este formulario y toda la información adicional que envíe a la Secretaría deberá estar dirigida a la persona Titular de la Unidad, en el siguiente domicilio: </w:t>
      </w:r>
    </w:p>
    <w:p w14:paraId="19F8A78E" w14:textId="77777777" w:rsidR="007B7CB1" w:rsidRPr="00D66776" w:rsidRDefault="007B7CB1" w:rsidP="007B7CB1">
      <w:pPr>
        <w:ind w:left="567"/>
        <w:rPr>
          <w:rFonts w:eastAsia="Calibri"/>
          <w:b/>
          <w:bCs/>
          <w:color w:val="000000" w:themeColor="text1"/>
          <w:lang w:val="es-MX" w:eastAsia="en-US"/>
        </w:rPr>
      </w:pPr>
      <w:r w:rsidRPr="00D66776">
        <w:rPr>
          <w:rFonts w:eastAsia="Calibri"/>
          <w:b/>
          <w:bCs/>
          <w:color w:val="000000" w:themeColor="text1"/>
          <w:lang w:val="es-MX" w:eastAsia="en-US"/>
        </w:rPr>
        <w:t>Secretaría de Economía</w:t>
      </w:r>
    </w:p>
    <w:p w14:paraId="7340A011" w14:textId="77777777" w:rsidR="007B7CB1" w:rsidRPr="00D66776" w:rsidRDefault="007B7CB1" w:rsidP="007B7CB1">
      <w:pPr>
        <w:ind w:left="567"/>
        <w:rPr>
          <w:rFonts w:eastAsia="Calibri"/>
          <w:b/>
          <w:bCs/>
          <w:color w:val="000000" w:themeColor="text1"/>
          <w:lang w:val="es-MX" w:eastAsia="en-US"/>
        </w:rPr>
      </w:pPr>
      <w:r w:rsidRPr="00D66776">
        <w:rPr>
          <w:rFonts w:eastAsia="Calibri"/>
          <w:b/>
          <w:bCs/>
          <w:color w:val="000000" w:themeColor="text1"/>
          <w:lang w:val="es-MX" w:eastAsia="en-US"/>
        </w:rPr>
        <w:t>Unidad de Prácticas Comerciales Internacionales</w:t>
      </w:r>
    </w:p>
    <w:p w14:paraId="11498FD5" w14:textId="77777777" w:rsidR="007B7CB1" w:rsidRPr="00FF0E5E" w:rsidRDefault="007B7CB1" w:rsidP="007B7CB1">
      <w:pPr>
        <w:ind w:left="567"/>
        <w:rPr>
          <w:rFonts w:eastAsia="Calibri"/>
          <w:color w:val="000000" w:themeColor="text1"/>
          <w:lang w:val="es-MX" w:eastAsia="en-US"/>
        </w:rPr>
      </w:pPr>
      <w:r w:rsidRPr="00FF0E5E">
        <w:rPr>
          <w:rFonts w:eastAsia="Calibri"/>
          <w:color w:val="000000" w:themeColor="text1"/>
          <w:lang w:val="es-MX" w:eastAsia="en-US"/>
        </w:rPr>
        <w:t>Pachuca 189, planta baja (</w:t>
      </w:r>
      <w:r>
        <w:rPr>
          <w:rFonts w:eastAsia="Calibri"/>
          <w:color w:val="000000" w:themeColor="text1"/>
          <w:lang w:val="es-MX" w:eastAsia="en-US"/>
        </w:rPr>
        <w:t>oficialía de partes</w:t>
      </w:r>
      <w:r w:rsidRPr="00FF0E5E">
        <w:rPr>
          <w:rFonts w:eastAsia="Calibri"/>
          <w:color w:val="000000" w:themeColor="text1"/>
          <w:lang w:val="es-MX" w:eastAsia="en-US"/>
        </w:rPr>
        <w:t>)</w:t>
      </w:r>
    </w:p>
    <w:p w14:paraId="4E1FA855" w14:textId="77777777" w:rsidR="007B7CB1" w:rsidRDefault="007B7CB1" w:rsidP="007B7CB1">
      <w:pPr>
        <w:ind w:left="567"/>
        <w:rPr>
          <w:rFonts w:eastAsia="Calibri"/>
          <w:color w:val="000000" w:themeColor="text1"/>
          <w:lang w:val="es-MX" w:eastAsia="en-US"/>
        </w:rPr>
      </w:pPr>
      <w:r w:rsidRPr="00FF0E5E">
        <w:rPr>
          <w:rFonts w:eastAsia="Calibri"/>
          <w:color w:val="000000" w:themeColor="text1"/>
          <w:lang w:val="es-MX" w:eastAsia="en-US"/>
        </w:rPr>
        <w:t>Col. Condesa</w:t>
      </w:r>
    </w:p>
    <w:p w14:paraId="2F89A96F" w14:textId="77777777" w:rsidR="007B7CB1" w:rsidRPr="00FF0E5E" w:rsidRDefault="007B7CB1" w:rsidP="007B7CB1">
      <w:pPr>
        <w:ind w:left="567"/>
        <w:rPr>
          <w:rFonts w:eastAsia="Calibri"/>
          <w:color w:val="000000" w:themeColor="text1"/>
          <w:lang w:val="es-MX" w:eastAsia="en-US"/>
        </w:rPr>
      </w:pPr>
      <w:r>
        <w:rPr>
          <w:rFonts w:eastAsia="Calibri"/>
          <w:color w:val="000000" w:themeColor="text1"/>
          <w:lang w:val="es-MX" w:eastAsia="en-US"/>
        </w:rPr>
        <w:t>Demarcación Territorial Cuauhtémoc</w:t>
      </w:r>
    </w:p>
    <w:p w14:paraId="4F35D805" w14:textId="77777777" w:rsidR="007B7CB1" w:rsidRPr="00FF0E5E" w:rsidRDefault="007B7CB1" w:rsidP="007B7CB1">
      <w:pPr>
        <w:ind w:left="567"/>
        <w:rPr>
          <w:rFonts w:eastAsia="Calibri"/>
          <w:color w:val="000000" w:themeColor="text1"/>
          <w:lang w:val="es-MX" w:eastAsia="en-US"/>
        </w:rPr>
      </w:pPr>
      <w:r w:rsidRPr="00FF0E5E">
        <w:rPr>
          <w:rFonts w:eastAsia="Calibri"/>
          <w:color w:val="000000" w:themeColor="text1"/>
          <w:lang w:val="es-MX" w:eastAsia="en-US"/>
        </w:rPr>
        <w:t>C.P. 06140</w:t>
      </w:r>
    </w:p>
    <w:p w14:paraId="5FAD29B5" w14:textId="77777777" w:rsidR="007B7CB1" w:rsidRPr="00FF0E5E" w:rsidRDefault="007B7CB1" w:rsidP="007B7CB1">
      <w:pPr>
        <w:ind w:left="567"/>
        <w:rPr>
          <w:rFonts w:eastAsia="Calibri"/>
          <w:color w:val="000000" w:themeColor="text1"/>
          <w:lang w:val="es-MX" w:eastAsia="en-US"/>
        </w:rPr>
      </w:pPr>
      <w:r w:rsidRPr="00FF0E5E">
        <w:rPr>
          <w:rFonts w:eastAsia="Calibri"/>
          <w:color w:val="000000" w:themeColor="text1"/>
          <w:lang w:val="es-MX" w:eastAsia="en-US"/>
        </w:rPr>
        <w:t>Ciudad de México</w:t>
      </w:r>
    </w:p>
    <w:p w14:paraId="12D09A8F" w14:textId="77777777" w:rsidR="00AA656A" w:rsidRDefault="007B7CB1" w:rsidP="007B7CB1">
      <w:pPr>
        <w:pStyle w:val="Textoindependiente"/>
      </w:pPr>
      <w:r>
        <w:rPr>
          <w:rFonts w:cs="Arial"/>
        </w:rPr>
        <w:t xml:space="preserve">           C</w:t>
      </w:r>
      <w:r w:rsidRPr="00F56DDB">
        <w:rPr>
          <w:rFonts w:cs="Arial"/>
        </w:rPr>
        <w:t>orre</w:t>
      </w:r>
      <w:r>
        <w:rPr>
          <w:rFonts w:cs="Arial"/>
        </w:rPr>
        <w:t xml:space="preserve">o electrónico </w:t>
      </w:r>
      <w:hyperlink r:id="rId9" w:history="1">
        <w:r w:rsidRPr="00682904">
          <w:rPr>
            <w:rStyle w:val="Hipervnculo"/>
            <w:rFonts w:cs="Arial"/>
          </w:rPr>
          <w:t>upci@economía.gob.mx</w:t>
        </w:r>
      </w:hyperlink>
      <w:r w:rsidR="00675397">
        <w:t>.</w:t>
      </w:r>
    </w:p>
    <w:p w14:paraId="374852B9" w14:textId="77777777" w:rsidR="00AA656A" w:rsidRDefault="00AA656A">
      <w:pPr>
        <w:spacing w:before="0" w:after="160" w:line="259" w:lineRule="auto"/>
        <w:jc w:val="left"/>
        <w:rPr>
          <w:lang w:val="es-ES_tradnl" w:eastAsia="es-ES"/>
        </w:rPr>
      </w:pPr>
      <w:r>
        <w:br w:type="page"/>
      </w:r>
    </w:p>
    <w:p w14:paraId="756338AE" w14:textId="77777777" w:rsidR="007B7CB1" w:rsidRPr="00F24F2E" w:rsidRDefault="007B7CB1" w:rsidP="00D22299">
      <w:pPr>
        <w:pStyle w:val="Ttulo2"/>
        <w:tabs>
          <w:tab w:val="clear" w:pos="8222"/>
        </w:tabs>
        <w:ind w:right="50"/>
        <w:rPr>
          <w:rFonts w:cs="Arial"/>
        </w:rPr>
      </w:pPr>
      <w:bookmarkStart w:id="0" w:name="_Toc158279904"/>
      <w:bookmarkStart w:id="1" w:name="_Toc165668462"/>
      <w:bookmarkStart w:id="2" w:name="_Toc169191774"/>
      <w:r w:rsidRPr="00F24F2E">
        <w:rPr>
          <w:rFonts w:cs="Arial"/>
        </w:rPr>
        <w:lastRenderedPageBreak/>
        <w:t>Instructivo</w:t>
      </w:r>
      <w:bookmarkEnd w:id="0"/>
      <w:bookmarkEnd w:id="1"/>
      <w:bookmarkEnd w:id="2"/>
    </w:p>
    <w:p w14:paraId="7A8264F7" w14:textId="77777777" w:rsidR="007B7CB1" w:rsidRPr="00F24F2E" w:rsidRDefault="007B7CB1" w:rsidP="007B7CB1">
      <w:pPr>
        <w:pStyle w:val="Prrafodelista"/>
        <w:numPr>
          <w:ilvl w:val="0"/>
          <w:numId w:val="47"/>
        </w:numPr>
      </w:pPr>
      <w:r w:rsidRPr="00F24F2E">
        <w:t>La información debe ajustarse a los siguientes requisitos:</w:t>
      </w:r>
    </w:p>
    <w:p w14:paraId="77685E60" w14:textId="7D2AF5CF" w:rsidR="007B7CB1" w:rsidRDefault="007B7CB1" w:rsidP="007B7CB1">
      <w:pPr>
        <w:pStyle w:val="Textoindependiente2"/>
        <w:numPr>
          <w:ilvl w:val="0"/>
          <w:numId w:val="51"/>
        </w:numPr>
        <w:ind w:left="851" w:hanging="425"/>
        <w:rPr>
          <w:rFonts w:ascii="Montserrat" w:hAnsi="Montserrat"/>
        </w:rPr>
      </w:pPr>
      <w:r w:rsidRPr="00F24F2E">
        <w:rPr>
          <w:rFonts w:ascii="Montserrat" w:hAnsi="Montserrat"/>
        </w:rPr>
        <w:t>Los escritos y promociones que se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p>
    <w:p w14:paraId="79F97272"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t>De conformidad con el artículo 271 del Código Federal de Procedimientos Civiles (CFPC), los documentos presentados en idioma distinto al español, deberán acompañarse de su respectiva y fiel traducción completa o de las partes relevantes al español, de lo contrario, no serán considerados en el procedimiento.</w:t>
      </w:r>
    </w:p>
    <w:p w14:paraId="71A87D11"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t>Corresponde a las partes interesadas indicar oportunamente a la Secretaría,</w:t>
      </w:r>
      <w:r>
        <w:rPr>
          <w:rFonts w:ascii="Montserrat" w:hAnsi="Montserrat"/>
        </w:rPr>
        <w:t xml:space="preserve"> si se trata de</w:t>
      </w:r>
      <w:r w:rsidRPr="00F14C84">
        <w:rPr>
          <w:rFonts w:ascii="Montserrat" w:hAnsi="Montserrat"/>
        </w:rPr>
        <w:t xml:space="preserve"> información que tenga el carácter de confidencial o de comercial reservada; en caso de solicitar que a cierta información se le considere y se le otorgue el carácter de confidencial, deberá cumplir con lo </w:t>
      </w:r>
      <w:r>
        <w:rPr>
          <w:rFonts w:ascii="Montserrat" w:hAnsi="Montserrat"/>
        </w:rPr>
        <w:t>dispuesto en</w:t>
      </w:r>
      <w:r w:rsidRPr="00F14C84">
        <w:rPr>
          <w:rFonts w:ascii="Montserrat" w:hAnsi="Montserrat"/>
        </w:rPr>
        <w:t xml:space="preserve"> los artículos </w:t>
      </w:r>
      <w:r>
        <w:rPr>
          <w:rFonts w:ascii="Montserrat" w:hAnsi="Montserrat"/>
        </w:rPr>
        <w:t>3.2</w:t>
      </w:r>
      <w:r w:rsidRPr="009C4C59">
        <w:rPr>
          <w:rFonts w:ascii="Montserrat" w:hAnsi="Montserrat"/>
        </w:rPr>
        <w:t xml:space="preserve"> del AS;</w:t>
      </w:r>
      <w:r w:rsidRPr="00E23046">
        <w:rPr>
          <w:rFonts w:ascii="Montserrat" w:hAnsi="Montserrat"/>
        </w:rPr>
        <w:t xml:space="preserve"> 51</w:t>
      </w:r>
      <w:r>
        <w:rPr>
          <w:rFonts w:ascii="Montserrat" w:hAnsi="Montserrat"/>
        </w:rPr>
        <w:t xml:space="preserve">, </w:t>
      </w:r>
      <w:r w:rsidRPr="00F14C84">
        <w:rPr>
          <w:rFonts w:ascii="Montserrat" w:hAnsi="Montserrat"/>
        </w:rPr>
        <w:t>80 de la LCE</w:t>
      </w:r>
      <w:r>
        <w:rPr>
          <w:rFonts w:ascii="Montserrat" w:hAnsi="Montserrat"/>
        </w:rPr>
        <w:t>,</w:t>
      </w:r>
      <w:r w:rsidRPr="00F14C84">
        <w:rPr>
          <w:rFonts w:ascii="Montserrat" w:hAnsi="Montserrat"/>
        </w:rPr>
        <w:t xml:space="preserve"> y 148, 149, 150, 152, 153 y 158 del RLCE</w:t>
      </w:r>
      <w:r>
        <w:rPr>
          <w:rFonts w:ascii="Montserrat" w:hAnsi="Montserrat"/>
        </w:rPr>
        <w:t xml:space="preserve"> y que a continuación se señala</w:t>
      </w:r>
      <w:r w:rsidRPr="00F14C84">
        <w:rPr>
          <w:rFonts w:ascii="Montserrat" w:hAnsi="Montserrat"/>
        </w:rPr>
        <w:t>. Lo anterior, en el entendido</w:t>
      </w:r>
      <w:r>
        <w:rPr>
          <w:rFonts w:ascii="Montserrat" w:hAnsi="Montserrat"/>
        </w:rPr>
        <w:t xml:space="preserve"> de</w:t>
      </w:r>
      <w:r w:rsidRPr="00F14C84">
        <w:rPr>
          <w:rFonts w:ascii="Montserrat" w:hAnsi="Montserrat"/>
        </w:rPr>
        <w:t xml:space="preserve"> que, de no cumplir con alguno de los siguientes requisitos, la información podrá no tomarse en cuenta:</w:t>
      </w:r>
    </w:p>
    <w:p w14:paraId="67D2E68A" w14:textId="77777777" w:rsidR="007B7CB1" w:rsidRPr="00F24F2E" w:rsidRDefault="007B7CB1" w:rsidP="007B7CB1">
      <w:pPr>
        <w:pStyle w:val="Lista2"/>
        <w:numPr>
          <w:ilvl w:val="0"/>
          <w:numId w:val="46"/>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presentar la </w:t>
      </w:r>
      <w:r>
        <w:rPr>
          <w:rFonts w:ascii="Montserrat" w:hAnsi="Montserrat" w:cs="Arial"/>
          <w:sz w:val="20"/>
          <w:szCs w:val="20"/>
        </w:rPr>
        <w:t xml:space="preserve">documentación con la </w:t>
      </w:r>
      <w:r w:rsidRPr="00F24F2E">
        <w:rPr>
          <w:rFonts w:ascii="Montserrat" w:hAnsi="Montserrat" w:cs="Arial"/>
          <w:sz w:val="20"/>
          <w:szCs w:val="20"/>
        </w:rPr>
        <w:t xml:space="preserve">solicitud </w:t>
      </w:r>
      <w:r>
        <w:rPr>
          <w:rFonts w:ascii="Montserrat" w:hAnsi="Montserrat" w:cs="Arial"/>
          <w:sz w:val="20"/>
          <w:szCs w:val="20"/>
        </w:rPr>
        <w:t>de</w:t>
      </w:r>
      <w:r w:rsidRPr="00F24F2E">
        <w:rPr>
          <w:rFonts w:ascii="Montserrat" w:hAnsi="Montserrat" w:cs="Arial"/>
          <w:sz w:val="20"/>
          <w:szCs w:val="20"/>
        </w:rPr>
        <w:t xml:space="preserve"> que se le otorgue trato de confidencial </w:t>
      </w:r>
      <w:r w:rsidRPr="00F14C84">
        <w:rPr>
          <w:rFonts w:ascii="Montserrat" w:hAnsi="Montserrat"/>
          <w:sz w:val="20"/>
          <w:szCs w:val="20"/>
        </w:rPr>
        <w:t>o de comercial reservada</w:t>
      </w:r>
      <w:r>
        <w:rPr>
          <w:rFonts w:ascii="Montserrat" w:hAnsi="Montserrat"/>
          <w:sz w:val="20"/>
          <w:szCs w:val="20"/>
        </w:rPr>
        <w:t>,</w:t>
      </w:r>
      <w:r w:rsidRPr="00F24F2E">
        <w:rPr>
          <w:rFonts w:ascii="Montserrat" w:hAnsi="Montserrat" w:cs="Arial"/>
          <w:sz w:val="20"/>
          <w:szCs w:val="20"/>
        </w:rPr>
        <w:t xml:space="preserve"> identifi</w:t>
      </w:r>
      <w:r>
        <w:rPr>
          <w:rFonts w:ascii="Montserrat" w:hAnsi="Montserrat" w:cs="Arial"/>
          <w:sz w:val="20"/>
          <w:szCs w:val="20"/>
        </w:rPr>
        <w:t>cando</w:t>
      </w:r>
      <w:r w:rsidRPr="00F24F2E">
        <w:rPr>
          <w:rFonts w:ascii="Montserrat" w:hAnsi="Montserrat" w:cs="Arial"/>
          <w:sz w:val="20"/>
          <w:szCs w:val="20"/>
        </w:rPr>
        <w:t xml:space="preserve"> claramente</w:t>
      </w:r>
      <w:r>
        <w:rPr>
          <w:rFonts w:ascii="Montserrat" w:hAnsi="Montserrat" w:cs="Arial"/>
          <w:sz w:val="20"/>
          <w:szCs w:val="20"/>
        </w:rPr>
        <w:t xml:space="preserve"> el documento o la porción del mismo que deba guardar dicho trato</w:t>
      </w:r>
      <w:r w:rsidRPr="00F24F2E">
        <w:rPr>
          <w:rFonts w:ascii="Montserrat" w:hAnsi="Montserrat" w:cs="Arial"/>
          <w:sz w:val="20"/>
          <w:szCs w:val="20"/>
        </w:rPr>
        <w:t>;</w:t>
      </w:r>
    </w:p>
    <w:p w14:paraId="20E33598" w14:textId="77777777" w:rsidR="007B7CB1" w:rsidRPr="00F24F2E" w:rsidRDefault="007B7CB1" w:rsidP="007B7CB1">
      <w:pPr>
        <w:pStyle w:val="Lista2"/>
        <w:numPr>
          <w:ilvl w:val="0"/>
          <w:numId w:val="46"/>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justificar de manera detallada y suficiente por qué </w:t>
      </w:r>
      <w:r>
        <w:rPr>
          <w:rFonts w:ascii="Montserrat" w:hAnsi="Montserrat" w:cs="Arial"/>
          <w:sz w:val="20"/>
          <w:szCs w:val="20"/>
        </w:rPr>
        <w:t>la</w:t>
      </w:r>
      <w:r w:rsidRPr="00F24F2E">
        <w:rPr>
          <w:rFonts w:ascii="Montserrat" w:hAnsi="Montserrat" w:cs="Arial"/>
          <w:sz w:val="20"/>
          <w:szCs w:val="20"/>
        </w:rPr>
        <w:t xml:space="preserve"> información tiene el carácter de confidencial</w:t>
      </w:r>
      <w:r w:rsidRPr="00F14C84">
        <w:rPr>
          <w:rFonts w:ascii="Montserrat" w:hAnsi="Montserrat"/>
          <w:sz w:val="20"/>
          <w:szCs w:val="20"/>
        </w:rPr>
        <w:t xml:space="preserve"> o de comercial reservada</w:t>
      </w:r>
      <w:r w:rsidRPr="00F24F2E">
        <w:rPr>
          <w:rFonts w:ascii="Montserrat" w:hAnsi="Montserrat" w:cs="Arial"/>
          <w:sz w:val="20"/>
          <w:szCs w:val="20"/>
        </w:rPr>
        <w:t>;</w:t>
      </w:r>
    </w:p>
    <w:p w14:paraId="478BCC8E" w14:textId="77777777" w:rsidR="007B7CB1" w:rsidRPr="00F24F2E" w:rsidRDefault="007B7CB1" w:rsidP="007B7CB1">
      <w:pPr>
        <w:pStyle w:val="Lista2"/>
        <w:numPr>
          <w:ilvl w:val="0"/>
          <w:numId w:val="46"/>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presentar un resumen público de </w:t>
      </w:r>
      <w:r>
        <w:rPr>
          <w:rFonts w:ascii="Montserrat" w:hAnsi="Montserrat" w:cs="Arial"/>
          <w:sz w:val="20"/>
          <w:szCs w:val="20"/>
        </w:rPr>
        <w:t>la</w:t>
      </w:r>
      <w:r w:rsidRPr="00F24F2E">
        <w:rPr>
          <w:rFonts w:ascii="Montserrat" w:hAnsi="Montserrat" w:cs="Arial"/>
          <w:sz w:val="20"/>
          <w:szCs w:val="20"/>
        </w:rPr>
        <w:t xml:space="preserve"> información, lo suficientemente detallado que permita a quien la consulte tener una c</w:t>
      </w:r>
      <w:r>
        <w:rPr>
          <w:rFonts w:ascii="Montserrat" w:hAnsi="Montserrat" w:cs="Arial"/>
          <w:sz w:val="20"/>
          <w:szCs w:val="20"/>
        </w:rPr>
        <w:t>omprensión razonable de esta</w:t>
      </w:r>
      <w:r w:rsidRPr="00F24F2E">
        <w:rPr>
          <w:rFonts w:ascii="Montserrat" w:hAnsi="Montserrat" w:cs="Arial"/>
          <w:sz w:val="20"/>
          <w:szCs w:val="20"/>
        </w:rPr>
        <w:t xml:space="preserve"> o, en su caso, la exposición de las razones por las cuales no es posible resumirla. Evite presentar hojas en blanco o consignar únicamente títulos, y</w:t>
      </w:r>
    </w:p>
    <w:p w14:paraId="5933303D" w14:textId="77777777" w:rsidR="007B7CB1" w:rsidRPr="00F24F2E" w:rsidRDefault="007B7CB1" w:rsidP="007B7CB1">
      <w:pPr>
        <w:pStyle w:val="Lista2"/>
        <w:numPr>
          <w:ilvl w:val="0"/>
          <w:numId w:val="46"/>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manifestar su consentimiento de que </w:t>
      </w:r>
      <w:r>
        <w:rPr>
          <w:rFonts w:ascii="Montserrat" w:hAnsi="Montserrat" w:cs="Arial"/>
          <w:sz w:val="20"/>
          <w:szCs w:val="20"/>
        </w:rPr>
        <w:t>la</w:t>
      </w:r>
      <w:r w:rsidRPr="00F24F2E">
        <w:rPr>
          <w:rFonts w:ascii="Montserrat" w:hAnsi="Montserrat" w:cs="Arial"/>
          <w:sz w:val="20"/>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1BCE6709"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t xml:space="preserve">Con base en lo anterior, la información deberá presentarse en dos versiones: PÚBLICA y CONFIDENCIAL y, en su caso, COMERCIAL RESERVADA, según corresponda, de manera </w:t>
      </w:r>
      <w:r>
        <w:rPr>
          <w:rFonts w:ascii="Montserrat" w:hAnsi="Montserrat"/>
        </w:rPr>
        <w:t xml:space="preserve">que </w:t>
      </w:r>
      <w:r w:rsidRPr="00F14C84">
        <w:rPr>
          <w:rFonts w:ascii="Montserrat" w:hAnsi="Montserrat"/>
        </w:rPr>
        <w:t>ambas sean consistentes entre sí. En la versión confidencial o, en su caso, comercial reservada, deberán señalarse entre corchetes los datos confidenciales o comerciales reservados, y en la versión pública, suprimir dichos datos mediante un espacio en blanco entre corchetes, de manera que la información CONFIDENCIAL no sea visible en la versión PÚBLICA.</w:t>
      </w:r>
    </w:p>
    <w:tbl>
      <w:tblPr>
        <w:tblW w:w="0" w:type="auto"/>
        <w:jc w:val="center"/>
        <w:tblLook w:val="04A0" w:firstRow="1" w:lastRow="0" w:firstColumn="1" w:lastColumn="0" w:noHBand="0" w:noVBand="1"/>
      </w:tblPr>
      <w:tblGrid>
        <w:gridCol w:w="3688"/>
        <w:gridCol w:w="3311"/>
      </w:tblGrid>
      <w:tr w:rsidR="007B7CB1" w:rsidRPr="00F24F2E" w14:paraId="148A730C" w14:textId="77777777" w:rsidTr="00625B25">
        <w:trPr>
          <w:trHeight w:val="380"/>
          <w:jc w:val="center"/>
        </w:trPr>
        <w:tc>
          <w:tcPr>
            <w:tcW w:w="6999" w:type="dxa"/>
            <w:gridSpan w:val="2"/>
            <w:tcBorders>
              <w:bottom w:val="single" w:sz="4" w:space="0" w:color="auto"/>
            </w:tcBorders>
          </w:tcPr>
          <w:p w14:paraId="585373B3" w14:textId="77777777" w:rsidR="007B7CB1" w:rsidRPr="00F14C84" w:rsidRDefault="007B7CB1" w:rsidP="00625B25">
            <w:pPr>
              <w:pStyle w:val="Textoindependiente2"/>
              <w:rPr>
                <w:rFonts w:ascii="Montserrat" w:hAnsi="Montserrat"/>
              </w:rPr>
            </w:pPr>
            <w:r w:rsidRPr="00F14C84">
              <w:rPr>
                <w:rFonts w:ascii="Montserrat" w:hAnsi="Montserrat"/>
              </w:rPr>
              <w:t>Ejemplo:</w:t>
            </w:r>
          </w:p>
        </w:tc>
      </w:tr>
      <w:tr w:rsidR="007B7CB1" w:rsidRPr="00F24F2E" w14:paraId="2B197CB5" w14:textId="77777777" w:rsidTr="00625B25">
        <w:trPr>
          <w:trHeight w:val="20"/>
          <w:jc w:val="center"/>
        </w:trPr>
        <w:tc>
          <w:tcPr>
            <w:tcW w:w="3688" w:type="dxa"/>
            <w:tcBorders>
              <w:top w:val="single" w:sz="4" w:space="0" w:color="auto"/>
              <w:left w:val="single" w:sz="4" w:space="0" w:color="auto"/>
              <w:bottom w:val="single" w:sz="4" w:space="0" w:color="auto"/>
              <w:right w:val="single" w:sz="4" w:space="0" w:color="auto"/>
            </w:tcBorders>
            <w:shd w:val="clear" w:color="auto" w:fill="691C32"/>
            <w:vAlign w:val="center"/>
          </w:tcPr>
          <w:p w14:paraId="1E6C3EBF" w14:textId="77777777" w:rsidR="007B7CB1" w:rsidRPr="00F14C84" w:rsidRDefault="007B7CB1" w:rsidP="00625B25">
            <w:pPr>
              <w:pStyle w:val="Textoindependiente2"/>
              <w:jc w:val="center"/>
              <w:rPr>
                <w:rFonts w:ascii="Montserrat" w:hAnsi="Montserrat"/>
              </w:rPr>
            </w:pPr>
            <w:r w:rsidRPr="00F14C84">
              <w:rPr>
                <w:rFonts w:ascii="Montserrat" w:hAnsi="Montserrat"/>
              </w:rPr>
              <w:t>Versión confidencial</w:t>
            </w:r>
          </w:p>
        </w:tc>
        <w:tc>
          <w:tcPr>
            <w:tcW w:w="3310" w:type="dxa"/>
            <w:tcBorders>
              <w:top w:val="single" w:sz="4" w:space="0" w:color="auto"/>
              <w:left w:val="single" w:sz="4" w:space="0" w:color="auto"/>
              <w:bottom w:val="single" w:sz="4" w:space="0" w:color="auto"/>
              <w:right w:val="single" w:sz="4" w:space="0" w:color="auto"/>
            </w:tcBorders>
            <w:shd w:val="clear" w:color="auto" w:fill="691C32"/>
            <w:vAlign w:val="center"/>
          </w:tcPr>
          <w:p w14:paraId="39AFDF62" w14:textId="77777777" w:rsidR="007B7CB1" w:rsidRPr="00F14C84" w:rsidRDefault="007B7CB1" w:rsidP="00625B25">
            <w:pPr>
              <w:pStyle w:val="Textoindependiente2"/>
              <w:jc w:val="center"/>
              <w:rPr>
                <w:rFonts w:ascii="Montserrat" w:hAnsi="Montserrat"/>
              </w:rPr>
            </w:pPr>
            <w:r w:rsidRPr="00F14C84">
              <w:rPr>
                <w:rFonts w:ascii="Montserrat" w:hAnsi="Montserrat"/>
              </w:rPr>
              <w:t>Versión pública</w:t>
            </w:r>
          </w:p>
        </w:tc>
      </w:tr>
      <w:tr w:rsidR="007B7CB1" w:rsidRPr="00F24F2E" w14:paraId="7BEE7739" w14:textId="77777777" w:rsidTr="00625B25">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0BD1F7E2" w14:textId="77777777" w:rsidR="007B7CB1" w:rsidRPr="00F14C84" w:rsidRDefault="007B7CB1" w:rsidP="00625B25">
            <w:pPr>
              <w:pStyle w:val="Textoindependiente2"/>
              <w:jc w:val="center"/>
              <w:rPr>
                <w:rFonts w:ascii="Montserrat" w:hAnsi="Montserrat"/>
              </w:rPr>
            </w:pPr>
            <w:r w:rsidRPr="00F14C84">
              <w:rPr>
                <w:rFonts w:ascii="Montserrat" w:hAnsi="Montserrat"/>
              </w:rPr>
              <w:t>Costo de producción</w:t>
            </w:r>
          </w:p>
        </w:tc>
        <w:tc>
          <w:tcPr>
            <w:tcW w:w="3310" w:type="dxa"/>
            <w:tcBorders>
              <w:top w:val="single" w:sz="4" w:space="0" w:color="auto"/>
              <w:left w:val="single" w:sz="4" w:space="0" w:color="auto"/>
              <w:bottom w:val="single" w:sz="4" w:space="0" w:color="auto"/>
              <w:right w:val="single" w:sz="4" w:space="0" w:color="auto"/>
            </w:tcBorders>
            <w:vAlign w:val="center"/>
          </w:tcPr>
          <w:p w14:paraId="111F618F" w14:textId="77777777" w:rsidR="007B7CB1" w:rsidRPr="00F14C84" w:rsidRDefault="007B7CB1" w:rsidP="00625B25">
            <w:pPr>
              <w:pStyle w:val="Textoindependiente2"/>
              <w:jc w:val="center"/>
              <w:rPr>
                <w:rFonts w:ascii="Montserrat" w:hAnsi="Montserrat"/>
              </w:rPr>
            </w:pPr>
            <w:r w:rsidRPr="00F14C84">
              <w:rPr>
                <w:rFonts w:ascii="Montserrat" w:hAnsi="Montserrat"/>
              </w:rPr>
              <w:t>Costo de producción</w:t>
            </w:r>
          </w:p>
        </w:tc>
      </w:tr>
      <w:tr w:rsidR="007B7CB1" w:rsidRPr="00F24F2E" w14:paraId="2F1FCEB7" w14:textId="77777777" w:rsidTr="00625B25">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0660C277" w14:textId="77777777" w:rsidR="007B7CB1" w:rsidRPr="00F14C84" w:rsidRDefault="007B7CB1" w:rsidP="00625B25">
            <w:pPr>
              <w:pStyle w:val="Textoindependiente2"/>
              <w:jc w:val="center"/>
              <w:rPr>
                <w:rFonts w:ascii="Montserrat" w:hAnsi="Montserrat"/>
              </w:rPr>
            </w:pPr>
            <w:r w:rsidRPr="00F14C84">
              <w:rPr>
                <w:rFonts w:ascii="Montserrat" w:hAnsi="Montserrat"/>
              </w:rPr>
              <w:t>50 dólares por tonelada</w:t>
            </w:r>
          </w:p>
        </w:tc>
        <w:tc>
          <w:tcPr>
            <w:tcW w:w="3310" w:type="dxa"/>
            <w:tcBorders>
              <w:top w:val="single" w:sz="4" w:space="0" w:color="auto"/>
              <w:left w:val="single" w:sz="4" w:space="0" w:color="auto"/>
              <w:bottom w:val="single" w:sz="4" w:space="0" w:color="auto"/>
              <w:right w:val="single" w:sz="4" w:space="0" w:color="auto"/>
            </w:tcBorders>
            <w:vAlign w:val="center"/>
          </w:tcPr>
          <w:p w14:paraId="49111357" w14:textId="77777777" w:rsidR="007B7CB1" w:rsidRPr="00F14C84" w:rsidRDefault="007B7CB1" w:rsidP="00625B25">
            <w:pPr>
              <w:pStyle w:val="Textoindependiente2"/>
              <w:jc w:val="center"/>
              <w:rPr>
                <w:rFonts w:ascii="Montserrat" w:hAnsi="Montserrat"/>
              </w:rPr>
            </w:pPr>
            <w:r w:rsidRPr="00F14C84">
              <w:rPr>
                <w:rFonts w:ascii="Montserrat" w:hAnsi="Montserrat"/>
              </w:rPr>
              <w:t>[    ] Dólares por tonelada</w:t>
            </w:r>
          </w:p>
        </w:tc>
      </w:tr>
    </w:tbl>
    <w:p w14:paraId="724A21B6"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lastRenderedPageBreak/>
        <w:t>Insertar las leyendas: "INFORMACIÓN PÚBLICA", "INFORMACIÓN CONFIDENCIAL" o "INFORMACIÓN COMERCIAL RESERVADA", de acuerdo con la versión de que se trate, en la parte central de cada una de las hojas del texto que corresponda, sin obstruir el texto.</w:t>
      </w:r>
    </w:p>
    <w:p w14:paraId="20FC3E27" w14:textId="18208C27" w:rsidR="007B7CB1" w:rsidRDefault="007B7CB1" w:rsidP="007B7CB1">
      <w:pPr>
        <w:pStyle w:val="Textoindependiente2"/>
        <w:numPr>
          <w:ilvl w:val="0"/>
          <w:numId w:val="51"/>
        </w:numPr>
        <w:ind w:left="851" w:hanging="425"/>
        <w:rPr>
          <w:rFonts w:ascii="Montserrat" w:hAnsi="Montserrat"/>
        </w:rPr>
      </w:pPr>
      <w:r w:rsidRPr="00F14C84">
        <w:rPr>
          <w:rFonts w:ascii="Montserrat" w:hAnsi="Montserrat"/>
        </w:rPr>
        <w:t xml:space="preserve">Toda la información deberá presentarse, para cada versión, PÚBLICA y CONFIDENCIAL o, en su caso COMERCIAL RESERVADA, en formato MS Word (.doc o .docx) o Portable Document Format (.pdf); las hojas de cálculo y bases de datos en formato MS Excel (.xsl o .xslx), sin restricciones de lectura, copiado e impresión de texto, de conformidad con el </w:t>
      </w:r>
      <w:r>
        <w:rPr>
          <w:rFonts w:ascii="Montserrat" w:hAnsi="Montserrat"/>
        </w:rPr>
        <w:t>artículo 3.</w:t>
      </w:r>
      <w:r w:rsidRPr="00F14C84">
        <w:rPr>
          <w:rFonts w:ascii="Montserrat" w:hAnsi="Montserrat"/>
        </w:rPr>
        <w:t>2 del A</w:t>
      </w:r>
      <w:r>
        <w:rPr>
          <w:rFonts w:ascii="Montserrat" w:hAnsi="Montserrat"/>
        </w:rPr>
        <w:t>S</w:t>
      </w:r>
      <w:r w:rsidRPr="00F14C84">
        <w:rPr>
          <w:rFonts w:ascii="Montserrat" w:hAnsi="Montserrat"/>
        </w:rPr>
        <w:t xml:space="preserve">. </w:t>
      </w:r>
    </w:p>
    <w:p w14:paraId="60C7DF82" w14:textId="77777777" w:rsidR="00017059" w:rsidRPr="00F14C84" w:rsidRDefault="00017059" w:rsidP="00017059">
      <w:pPr>
        <w:pStyle w:val="Textoindependiente2"/>
        <w:numPr>
          <w:ilvl w:val="0"/>
          <w:numId w:val="51"/>
        </w:numPr>
        <w:ind w:left="851" w:hanging="425"/>
        <w:rPr>
          <w:rFonts w:ascii="Montserrat" w:hAnsi="Montserrat"/>
        </w:rPr>
      </w:pPr>
      <w:r w:rsidRPr="00F14C84">
        <w:rPr>
          <w:rFonts w:ascii="Montserrat" w:hAnsi="Montserrat"/>
        </w:rPr>
        <w:t>En caso de presentar su información vía electrónica, deberá atender lo siguiente:</w:t>
      </w:r>
    </w:p>
    <w:p w14:paraId="6ED677FC" w14:textId="77777777" w:rsidR="00017059" w:rsidRPr="00F24F2E" w:rsidRDefault="00017059" w:rsidP="00017059">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34C5DEC1" w14:textId="77777777" w:rsidR="00017059" w:rsidRPr="00F24F2E" w:rsidRDefault="00017059" w:rsidP="00017059">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los escritos o promociones deberán estar debidamente digitalizados, completos y legibles en su totalidad;</w:t>
      </w:r>
    </w:p>
    <w:p w14:paraId="25FF74A5" w14:textId="77777777" w:rsidR="00017059" w:rsidRPr="00F24F2E" w:rsidRDefault="00017059" w:rsidP="00017059">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para la información que exceda de 20 Megabytes (MB), se podrá: i) adjun</w:t>
      </w:r>
      <w:r>
        <w:rPr>
          <w:rFonts w:ascii="Montserrat" w:hAnsi="Montserrat" w:cs="Arial"/>
          <w:sz w:val="20"/>
          <w:szCs w:val="20"/>
        </w:rPr>
        <w:t>tar la liga de acceso a esta</w:t>
      </w:r>
      <w:r w:rsidRPr="00F24F2E">
        <w:rPr>
          <w:rFonts w:ascii="Montserrat" w:hAnsi="Montserrat" w:cs="Arial"/>
          <w:sz w:val="20"/>
          <w:szCs w:val="20"/>
        </w:rPr>
        <w:t xml:space="preserve"> utilizando una sola herramienta de información compartida en nube (Dropbox, Google Drive, One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542AB24F" w14:textId="77777777" w:rsidR="00017059" w:rsidRPr="00F24F2E" w:rsidRDefault="00017059" w:rsidP="00017059">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para la presentación de muestras físicas, documentos originales o cualquier otra información que, por su naturaleza, carácter de la información o circunstancias particulares, no sea posible presentar vía electrónica o deba presentarse de manera física, deberá hacerse en la ventanilla de la Unidad a más tardar en la fecha de vencimiento. Dichos documentos o información se considerarán presentados el día de su recepción física, conforme a lo señalado en el punto anterior </w:t>
      </w:r>
      <w:r w:rsidRPr="009C4C59">
        <w:rPr>
          <w:rFonts w:ascii="Montserrat" w:hAnsi="Montserrat" w:cs="Arial"/>
          <w:sz w:val="20"/>
          <w:szCs w:val="20"/>
        </w:rPr>
        <w:t>de este formulario;</w:t>
      </w:r>
    </w:p>
    <w:p w14:paraId="05076EC6" w14:textId="77777777" w:rsidR="00017059" w:rsidRDefault="00017059" w:rsidP="00017059">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cuando los archivos enviados vía correo electrónico se encuentren dañados, sean ilegibles, contengan virus o no se puedan abrir, las solicitudes o escritos podrán tenerse por no presentados</w:t>
      </w:r>
      <w:r w:rsidRPr="00835787">
        <w:rPr>
          <w:rFonts w:ascii="Montserrat" w:hAnsi="Montserrat" w:cs="Arial"/>
          <w:sz w:val="20"/>
          <w:szCs w:val="20"/>
        </w:rPr>
        <w:t xml:space="preserve"> </w:t>
      </w:r>
      <w:r>
        <w:rPr>
          <w:rFonts w:ascii="Montserrat" w:hAnsi="Montserrat" w:cs="Arial"/>
          <w:sz w:val="20"/>
          <w:szCs w:val="20"/>
        </w:rPr>
        <w:t>salvo que dentro del periodo otorgado se solvente dicha situación</w:t>
      </w:r>
      <w:r w:rsidRPr="00F56DDB">
        <w:rPr>
          <w:rFonts w:ascii="Montserrat" w:hAnsi="Montserrat" w:cs="Arial"/>
          <w:sz w:val="20"/>
          <w:szCs w:val="20"/>
        </w:rPr>
        <w:t xml:space="preserve">, </w:t>
      </w:r>
      <w:r>
        <w:rPr>
          <w:rFonts w:ascii="Montserrat" w:hAnsi="Montserrat" w:cs="Arial"/>
          <w:sz w:val="20"/>
          <w:szCs w:val="20"/>
        </w:rPr>
        <w:t>de no ser así</w:t>
      </w:r>
      <w:r w:rsidRPr="00F24F2E">
        <w:rPr>
          <w:rFonts w:ascii="Montserrat" w:hAnsi="Montserrat" w:cs="Arial"/>
          <w:sz w:val="20"/>
          <w:szCs w:val="20"/>
        </w:rPr>
        <w:t xml:space="preserve"> la Unidad procederá con base en los hechos de que tenga conocimiento, de conformidad con los artículos 54 segundo párrafo, 64 último párrafo de la LCE y 4 último párrafo del Acuerdo de facilitación</w:t>
      </w:r>
      <w:r>
        <w:rPr>
          <w:rFonts w:ascii="Montserrat" w:hAnsi="Montserrat" w:cs="Arial"/>
          <w:sz w:val="20"/>
          <w:szCs w:val="20"/>
        </w:rPr>
        <w:t>; y</w:t>
      </w:r>
    </w:p>
    <w:p w14:paraId="33AD7821" w14:textId="24DAAFEB" w:rsidR="00017059" w:rsidRPr="001E1C11" w:rsidRDefault="00017059" w:rsidP="001E1C11">
      <w:pPr>
        <w:pStyle w:val="Lista2"/>
        <w:numPr>
          <w:ilvl w:val="0"/>
          <w:numId w:val="50"/>
        </w:numPr>
        <w:tabs>
          <w:tab w:val="clear" w:pos="1440"/>
        </w:tabs>
        <w:spacing w:before="120" w:after="120" w:line="240" w:lineRule="auto"/>
        <w:ind w:left="1843"/>
        <w:jc w:val="both"/>
        <w:rPr>
          <w:rFonts w:ascii="Montserrat" w:hAnsi="Montserrat" w:cs="Arial"/>
          <w:sz w:val="20"/>
          <w:szCs w:val="20"/>
        </w:rPr>
      </w:pPr>
      <w:r w:rsidRPr="00835787">
        <w:rPr>
          <w:rFonts w:ascii="Montserrat" w:hAnsi="Montserrat" w:cs="Arial"/>
          <w:sz w:val="20"/>
          <w:szCs w:val="20"/>
        </w:rPr>
        <w:t>presentar debidamente requisitado el formato de consentimiento para recibir información y notificaciones vía electrónica</w:t>
      </w:r>
      <w:r>
        <w:rPr>
          <w:rFonts w:ascii="Montserrat" w:hAnsi="Montserrat" w:cs="Arial"/>
          <w:sz w:val="20"/>
          <w:szCs w:val="20"/>
        </w:rPr>
        <w:t>.</w:t>
      </w:r>
    </w:p>
    <w:p w14:paraId="07E91B8A" w14:textId="7264C9D9" w:rsidR="007B7CB1" w:rsidRPr="00F14C84" w:rsidRDefault="007B7CB1" w:rsidP="007B7CB1">
      <w:pPr>
        <w:pStyle w:val="Textoindependiente2"/>
        <w:numPr>
          <w:ilvl w:val="0"/>
          <w:numId w:val="51"/>
        </w:numPr>
        <w:ind w:left="851" w:hanging="425"/>
        <w:rPr>
          <w:rFonts w:ascii="Montserrat" w:hAnsi="Montserrat"/>
        </w:rPr>
      </w:pPr>
      <w:bookmarkStart w:id="3" w:name="_Ref136421414"/>
      <w:r w:rsidRPr="00F14C84">
        <w:rPr>
          <w:rFonts w:ascii="Montserrat" w:hAnsi="Montserrat"/>
        </w:rPr>
        <w:t>En caso de presentar información de forma física, deberá atender lo siguiente:</w:t>
      </w:r>
      <w:bookmarkEnd w:id="3"/>
    </w:p>
    <w:p w14:paraId="14D2278C" w14:textId="77777777" w:rsidR="007B7CB1" w:rsidRPr="00F24F2E" w:rsidRDefault="007B7CB1" w:rsidP="007B7CB1">
      <w:pPr>
        <w:pStyle w:val="Lista2"/>
        <w:numPr>
          <w:ilvl w:val="0"/>
          <w:numId w:val="49"/>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de conformidad con lo previsto en el artículo 75 del RLCE, deberá presentar la versión pública de la solicitud, del formulario y de los anexos, con el número de copias correspondientes al número de importadores, exportadores y, en su caso, gobiernos extranjeros que estén incluidos en la </w:t>
      </w:r>
      <w:r w:rsidRPr="00F24F2E">
        <w:rPr>
          <w:rFonts w:ascii="Montserrat" w:hAnsi="Montserrat" w:cs="Arial"/>
          <w:sz w:val="20"/>
          <w:szCs w:val="20"/>
        </w:rPr>
        <w:lastRenderedPageBreak/>
        <w:t>solicitud, con el propósito de que esta autoridad corra traslado de dicha información a las partes interesadas de que se tenga conocimiento. De no cumplir con esta obligación, la solicitud se tendrá por abandonada;</w:t>
      </w:r>
    </w:p>
    <w:p w14:paraId="5D43D1FE" w14:textId="77777777" w:rsidR="007B7CB1" w:rsidRPr="00F24F2E" w:rsidRDefault="007B7CB1" w:rsidP="007B7CB1">
      <w:pPr>
        <w:pStyle w:val="Lista2"/>
        <w:numPr>
          <w:ilvl w:val="0"/>
          <w:numId w:val="49"/>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presentar su información en un horario de 9:00 a 14:00 horas de lunes a viernes, a través de la Oficialía de Partes de la Unidad, ubicada en Calle Pachuca No. 189, planta baja, Col. Condesa, C.P. 06140, Ciudad de México; </w:t>
      </w:r>
    </w:p>
    <w:p w14:paraId="0DDBD697" w14:textId="77777777" w:rsidR="007B7CB1" w:rsidRPr="00F24F2E" w:rsidRDefault="007B7CB1" w:rsidP="007B7CB1">
      <w:pPr>
        <w:pStyle w:val="Lista2"/>
        <w:numPr>
          <w:ilvl w:val="0"/>
          <w:numId w:val="49"/>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presentar su escrito o promoción en original y 3 copias, así como una copia adicional para su acuse de recibo, en hojas tamaño carta sin perforación, con un espacio de 3 centímetros entre el borde izquierdo de la hoja y el inicio del texto</w:t>
      </w:r>
      <w:r>
        <w:rPr>
          <w:rFonts w:ascii="Montserrat" w:hAnsi="Montserrat" w:cs="Arial"/>
          <w:sz w:val="20"/>
          <w:szCs w:val="20"/>
        </w:rPr>
        <w:t xml:space="preserve">; </w:t>
      </w:r>
    </w:p>
    <w:p w14:paraId="45C4261D" w14:textId="77777777" w:rsidR="007B7CB1" w:rsidRDefault="007B7CB1" w:rsidP="007B7CB1">
      <w:pPr>
        <w:pStyle w:val="Lista2"/>
        <w:numPr>
          <w:ilvl w:val="0"/>
          <w:numId w:val="49"/>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toda la información, argumentos y pruebas (incluidos los anexos) deberán presentarse en forma impresa y en archivo electrónico (CD), en los formatos y características señaladas en la literal G anterior</w:t>
      </w:r>
      <w:r>
        <w:rPr>
          <w:rFonts w:ascii="Montserrat" w:hAnsi="Montserrat" w:cs="Arial"/>
          <w:sz w:val="20"/>
          <w:szCs w:val="20"/>
        </w:rPr>
        <w:t>, y</w:t>
      </w:r>
    </w:p>
    <w:p w14:paraId="10F6F669" w14:textId="77777777" w:rsidR="007B7CB1" w:rsidRPr="00F24F2E" w:rsidRDefault="007B7CB1" w:rsidP="007B7CB1">
      <w:pPr>
        <w:pStyle w:val="Lista2"/>
        <w:numPr>
          <w:ilvl w:val="0"/>
          <w:numId w:val="49"/>
        </w:numPr>
        <w:tabs>
          <w:tab w:val="clear" w:pos="1440"/>
        </w:tabs>
        <w:spacing w:before="120" w:after="120" w:line="240" w:lineRule="auto"/>
        <w:ind w:left="1843"/>
        <w:jc w:val="both"/>
        <w:rPr>
          <w:rFonts w:ascii="Montserrat" w:hAnsi="Montserrat" w:cs="Arial"/>
          <w:sz w:val="20"/>
          <w:szCs w:val="20"/>
        </w:rPr>
      </w:pPr>
      <w:r w:rsidRPr="00F56DDB">
        <w:rPr>
          <w:rFonts w:ascii="Montserrat" w:hAnsi="Montserrat" w:cs="Arial"/>
          <w:sz w:val="20"/>
          <w:szCs w:val="20"/>
        </w:rPr>
        <w:t>presentar debidamente requisitado el formato de consentimiento para recibir información y notificaciones vía electrónica</w:t>
      </w:r>
    </w:p>
    <w:p w14:paraId="1ACF9DB1"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t>Toda la información que presente (para cada versión PÚBLICA y CONFIDENCIAL), tanto en forma impresa como electrónica deberá ser consistente entre sí, además de estar identificadas de la misma manera. Deberá evitar incluir u omitir información o archivos distintos entre ellas.</w:t>
      </w:r>
    </w:p>
    <w:p w14:paraId="29E14853" w14:textId="77777777" w:rsidR="007B7CB1" w:rsidRPr="00F14C84" w:rsidRDefault="007B7CB1" w:rsidP="007B7CB1">
      <w:pPr>
        <w:pStyle w:val="Textoindependiente2"/>
        <w:numPr>
          <w:ilvl w:val="0"/>
          <w:numId w:val="51"/>
        </w:numPr>
        <w:ind w:left="851" w:hanging="425"/>
        <w:rPr>
          <w:rFonts w:ascii="Montserrat" w:hAnsi="Montserrat"/>
        </w:rPr>
      </w:pPr>
      <w:r w:rsidRPr="00F14C84">
        <w:rPr>
          <w:rFonts w:ascii="Montserrat" w:hAnsi="Montserrat"/>
        </w:rPr>
        <w:t>Toda la información que se proporcione a la Secretaría podrá ser objeto de verificación a fin de comprobar su exactitud, veracidad y autenticidad, de conformidad con los artículos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42A05465" w14:textId="77777777" w:rsidR="007B7CB1" w:rsidRPr="00F24F2E" w:rsidRDefault="007B7CB1" w:rsidP="007B7CB1">
      <w:pPr>
        <w:pStyle w:val="Prrafodelista"/>
        <w:numPr>
          <w:ilvl w:val="0"/>
          <w:numId w:val="47"/>
        </w:numPr>
      </w:pPr>
      <w:r w:rsidRPr="00F24F2E">
        <w:t>Responder cada una de las preguntas del Formulario de la manera más detallada y específicamente posible. Todas las preguntas, sin excepción, deben ser contestadas. Se deben observar las siguientes indicaciones:</w:t>
      </w:r>
    </w:p>
    <w:p w14:paraId="1BD28208" w14:textId="77777777" w:rsidR="007B7CB1" w:rsidRPr="00F14C84" w:rsidRDefault="007B7CB1" w:rsidP="007B7CB1">
      <w:pPr>
        <w:pStyle w:val="Textoindependiente2"/>
        <w:numPr>
          <w:ilvl w:val="0"/>
          <w:numId w:val="52"/>
        </w:numPr>
        <w:ind w:left="851" w:hanging="425"/>
        <w:rPr>
          <w:rFonts w:ascii="Montserrat" w:hAnsi="Montserrat"/>
        </w:rPr>
      </w:pPr>
      <w:r w:rsidRPr="00F14C84">
        <w:rPr>
          <w:rFonts w:ascii="Montserrat" w:hAnsi="Montserrat"/>
        </w:rPr>
        <w:t>Utilizar las leyendas “N/A” y “N/D” para los casos de “No Aplica” o “No Disponible”, respectivamente, indicando las razones de su respuesta.</w:t>
      </w:r>
    </w:p>
    <w:p w14:paraId="75D3307D" w14:textId="77777777" w:rsidR="007B7CB1" w:rsidRPr="00F14C84" w:rsidRDefault="007B7CB1" w:rsidP="007B7CB1">
      <w:pPr>
        <w:pStyle w:val="Textoindependiente2"/>
        <w:numPr>
          <w:ilvl w:val="0"/>
          <w:numId w:val="52"/>
        </w:numPr>
        <w:ind w:left="851" w:hanging="425"/>
        <w:rPr>
          <w:rFonts w:ascii="Montserrat" w:hAnsi="Montserrat"/>
        </w:rPr>
      </w:pPr>
      <w:r w:rsidRPr="00F14C84">
        <w:rPr>
          <w:rFonts w:ascii="Montserrat" w:hAnsi="Montserrat"/>
        </w:rPr>
        <w:t>Reportar cualquier comentario adicional que considere necesario.</w:t>
      </w:r>
    </w:p>
    <w:p w14:paraId="41F82578" w14:textId="77777777" w:rsidR="007B7CB1" w:rsidRPr="00F14C84" w:rsidRDefault="007B7CB1" w:rsidP="007B7CB1">
      <w:pPr>
        <w:pStyle w:val="Textoindependiente2"/>
        <w:numPr>
          <w:ilvl w:val="0"/>
          <w:numId w:val="52"/>
        </w:numPr>
        <w:ind w:left="851" w:hanging="425"/>
        <w:rPr>
          <w:rFonts w:ascii="Montserrat" w:hAnsi="Montserrat"/>
        </w:rPr>
      </w:pPr>
      <w:r w:rsidRPr="00F14C84">
        <w:rPr>
          <w:rFonts w:ascii="Montserrat" w:hAnsi="Montserrat"/>
        </w:rPr>
        <w:t>Todas las preguntas deben responderse con el argumento principal y no solamente hacer referencia a anexos. En caso de respaldar sus argumentos con alguna prueba, deberá explicarlo e indicar de forma precisa y con la nomenclatura correspondiente la identificación del anexo relativo.</w:t>
      </w:r>
    </w:p>
    <w:p w14:paraId="67C24262" w14:textId="77777777" w:rsidR="007B7CB1" w:rsidRPr="00F14C84" w:rsidRDefault="007B7CB1" w:rsidP="007B7CB1">
      <w:pPr>
        <w:pStyle w:val="Textoindependiente2"/>
        <w:numPr>
          <w:ilvl w:val="0"/>
          <w:numId w:val="52"/>
        </w:numPr>
        <w:ind w:left="851" w:hanging="425"/>
        <w:rPr>
          <w:rFonts w:ascii="Montserrat" w:hAnsi="Montserrat"/>
        </w:rPr>
      </w:pPr>
      <w:r w:rsidRPr="00F14C84">
        <w:rPr>
          <w:rFonts w:ascii="Montserrat" w:hAnsi="Montserrat"/>
        </w:rPr>
        <w:t>En cada respuesta debe indicarse cuál es la fuente de información utilizada y, en su caso, indicar el soporte documental.</w:t>
      </w:r>
    </w:p>
    <w:p w14:paraId="2279A8FB" w14:textId="77777777" w:rsidR="007B7CB1" w:rsidRPr="00F14C84" w:rsidRDefault="007B7CB1" w:rsidP="007B7CB1">
      <w:pPr>
        <w:pStyle w:val="Textoindependiente2"/>
        <w:numPr>
          <w:ilvl w:val="0"/>
          <w:numId w:val="52"/>
        </w:numPr>
        <w:ind w:left="851" w:hanging="425"/>
        <w:rPr>
          <w:rFonts w:ascii="Montserrat" w:hAnsi="Montserrat"/>
        </w:rPr>
      </w:pPr>
      <w:r w:rsidRPr="00F14C84">
        <w:rPr>
          <w:rFonts w:ascii="Montserrat" w:hAnsi="Montserrat"/>
        </w:rPr>
        <w:t>En caso de que la respuesta implique estudios, análisis, reportes u otro tipo de documento elaborado por una fuente externa (consultores, despachos, asesores, etc.), deberá indicar las credenciales de la fuente de información.</w:t>
      </w:r>
    </w:p>
    <w:p w14:paraId="305476EF" w14:textId="77777777" w:rsidR="007B7CB1" w:rsidRPr="00F24F2E" w:rsidRDefault="007B7CB1" w:rsidP="007B7CB1">
      <w:pPr>
        <w:pStyle w:val="Prrafodelista"/>
        <w:numPr>
          <w:ilvl w:val="0"/>
          <w:numId w:val="47"/>
        </w:numPr>
      </w:pPr>
      <w:bookmarkStart w:id="4" w:name="_Ref151721378"/>
      <w:r w:rsidRPr="00F24F2E">
        <w:t>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que se vinculen a una fuente que no fue presentada. Vincule e indique las cifras utilizadas con los anexos documentales correspondientes. Además, deberá aportar la información y metodología que sustente cada uno de sus cálculos</w:t>
      </w:r>
      <w:bookmarkEnd w:id="4"/>
      <w:r w:rsidRPr="00F24F2E">
        <w:t>.</w:t>
      </w:r>
    </w:p>
    <w:p w14:paraId="336368D2" w14:textId="77777777" w:rsidR="007B7CB1" w:rsidRPr="00F24F2E" w:rsidRDefault="007B7CB1" w:rsidP="007B7CB1">
      <w:pPr>
        <w:pStyle w:val="Prrafodelista"/>
        <w:numPr>
          <w:ilvl w:val="0"/>
          <w:numId w:val="47"/>
        </w:numPr>
      </w:pPr>
      <w:r w:rsidRPr="00F24F2E">
        <w:lastRenderedPageBreak/>
        <w:t xml:space="preserve">Utilizar los formatos señalados para cada requerimiento de información. Especificar las unidades de medida relevantes. </w:t>
      </w:r>
    </w:p>
    <w:p w14:paraId="07B90A66" w14:textId="77777777" w:rsidR="007B7CB1" w:rsidRPr="00F24F2E" w:rsidRDefault="007B7CB1" w:rsidP="007B7CB1">
      <w:pPr>
        <w:pStyle w:val="Prrafodelista"/>
        <w:numPr>
          <w:ilvl w:val="0"/>
          <w:numId w:val="47"/>
        </w:numPr>
      </w:pPr>
      <w:r w:rsidRPr="00F24F2E">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t>esta</w:t>
      </w:r>
      <w:r w:rsidRPr="00F24F2E">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60D090D1" w14:textId="77777777" w:rsidR="007B7CB1" w:rsidRPr="00F24F2E" w:rsidRDefault="007B7CB1" w:rsidP="007B7CB1">
      <w:pPr>
        <w:pStyle w:val="Prrafodelista"/>
        <w:numPr>
          <w:ilvl w:val="0"/>
          <w:numId w:val="47"/>
        </w:numPr>
      </w:pPr>
      <w:r w:rsidRPr="00F24F2E">
        <w:t xml:space="preserve">Los archivos referentes a los Anexos de este Formulario deben estar debidamente nombrados siguiendo el siguiente formato como se señala también en la hoja de instrucciones de cada Anexo: </w:t>
      </w:r>
    </w:p>
    <w:p w14:paraId="3C5090BF" w14:textId="77777777" w:rsidR="007B7CB1" w:rsidRPr="00F24F2E" w:rsidRDefault="007B7CB1" w:rsidP="007B7CB1">
      <w:pPr>
        <w:pStyle w:val="Prrafodelista"/>
        <w:numPr>
          <w:ilvl w:val="0"/>
          <w:numId w:val="48"/>
        </w:numPr>
      </w:pPr>
      <w:r w:rsidRPr="00F24F2E">
        <w:rPr>
          <w:b/>
        </w:rPr>
        <w:t xml:space="preserve">ANEXO 1_NOMBREDELAEMPRESA_VP/VC o VCR.XLSX </w:t>
      </w:r>
    </w:p>
    <w:p w14:paraId="79CDBBA9" w14:textId="77777777" w:rsidR="007B7CB1" w:rsidRPr="00F24F2E" w:rsidRDefault="007B7CB1" w:rsidP="007B7CB1">
      <w:pPr>
        <w:pStyle w:val="Prrafodelista"/>
        <w:numPr>
          <w:ilvl w:val="0"/>
          <w:numId w:val="48"/>
        </w:numPr>
      </w:pPr>
      <w:r w:rsidRPr="00F24F2E">
        <w:rPr>
          <w:b/>
        </w:rPr>
        <w:t>VC</w:t>
      </w:r>
      <w:r w:rsidRPr="00F24F2E">
        <w:t xml:space="preserve">, </w:t>
      </w:r>
      <w:r w:rsidRPr="00F24F2E">
        <w:rPr>
          <w:b/>
        </w:rPr>
        <w:t>VP</w:t>
      </w:r>
      <w:r w:rsidRPr="00F24F2E">
        <w:t xml:space="preserve"> o </w:t>
      </w:r>
      <w:r w:rsidRPr="00F24F2E">
        <w:rPr>
          <w:b/>
        </w:rPr>
        <w:t>VCR</w:t>
      </w:r>
      <w:r w:rsidRPr="00F24F2E">
        <w:t xml:space="preserve"> (si es versión pública, confidencial o comercial reservada).</w:t>
      </w:r>
    </w:p>
    <w:p w14:paraId="64A53F26" w14:textId="77777777" w:rsidR="007B7CB1" w:rsidRPr="00F24F2E" w:rsidRDefault="007B7CB1" w:rsidP="007B7CB1">
      <w:pPr>
        <w:pStyle w:val="Prrafodelista"/>
        <w:numPr>
          <w:ilvl w:val="0"/>
          <w:numId w:val="48"/>
        </w:numPr>
      </w:pPr>
      <w:r w:rsidRPr="00F24F2E">
        <w:t xml:space="preserve">En caso de presentar un anexo como evidencia o soporte a otro:  </w:t>
      </w:r>
      <w:r w:rsidRPr="00F24F2E">
        <w:rPr>
          <w:b/>
        </w:rPr>
        <w:t>EV_ANEXO 1.1-xlsx</w:t>
      </w:r>
    </w:p>
    <w:p w14:paraId="32747F47" w14:textId="6DA809C2" w:rsidR="007B7CB1" w:rsidRDefault="007B7CB1" w:rsidP="007B7CB1">
      <w:pPr>
        <w:pStyle w:val="Prrafodelista"/>
        <w:numPr>
          <w:ilvl w:val="0"/>
          <w:numId w:val="47"/>
        </w:numPr>
        <w:rPr>
          <w:iCs/>
        </w:rPr>
      </w:pPr>
      <w:r w:rsidRPr="00F24F2E">
        <w:rPr>
          <w:iCs/>
        </w:rPr>
        <w:t xml:space="preserve">Los primeros </w:t>
      </w:r>
      <w:r w:rsidR="00EF2A80">
        <w:rPr>
          <w:iCs/>
        </w:rPr>
        <w:t>7</w:t>
      </w:r>
      <w:r w:rsidRPr="00F24F2E">
        <w:rPr>
          <w:iCs/>
        </w:rPr>
        <w:t xml:space="preserve"> Anexos deben ser los siguientes archivos que acompañan al Formulario, debidamente llenados. Los archivos de soporte deben referir al anexo del que se desprenden (Por ejemplo, “EV_Anexo 1.1”, “EV_Anexo 1.2”). Si para dar soporte a la información presentada en este Formulario requiere incluir más Anexos de los ya contemplados (Anexo 1 al </w:t>
      </w:r>
      <w:r w:rsidR="00EF2A80">
        <w:rPr>
          <w:iCs/>
        </w:rPr>
        <w:t>7</w:t>
      </w:r>
      <w:r w:rsidRPr="00F24F2E">
        <w:rPr>
          <w:iCs/>
        </w:rPr>
        <w:t xml:space="preserve">), deberá numerarlos a partir del número </w:t>
      </w:r>
      <w:r w:rsidR="00EF2A80">
        <w:rPr>
          <w:iCs/>
        </w:rPr>
        <w:t>8</w:t>
      </w:r>
      <w:r w:rsidRPr="00F24F2E">
        <w:rPr>
          <w:iCs/>
        </w:rPr>
        <w:t xml:space="preserve">, seguir la misma estructura de nombre del punto anterior y presentar el siguiente cuadro con la relación de todos los anexos del Formulario:  </w:t>
      </w:r>
    </w:p>
    <w:p w14:paraId="3A43A4E7" w14:textId="77777777" w:rsidR="007B7CB1" w:rsidRPr="006D2D90" w:rsidRDefault="007B7CB1" w:rsidP="007B7CB1">
      <w:pPr>
        <w:keepNext/>
        <w:spacing w:before="0" w:after="200"/>
        <w:jc w:val="center"/>
        <w:rPr>
          <w:rFonts w:eastAsia="Calibri"/>
          <w:b/>
          <w:iCs/>
          <w:sz w:val="18"/>
          <w:szCs w:val="18"/>
          <w:lang w:val="es-MX" w:eastAsia="en-US"/>
        </w:rPr>
      </w:pPr>
      <w:r w:rsidRPr="006D2D90">
        <w:rPr>
          <w:rFonts w:eastAsia="Calibri"/>
          <w:b/>
          <w:iCs/>
          <w:sz w:val="18"/>
          <w:szCs w:val="18"/>
          <w:lang w:val="es-MX" w:eastAsia="en-US"/>
        </w:rPr>
        <w:t xml:space="preserve">Cuadro </w:t>
      </w:r>
      <w:r w:rsidRPr="006D2D90">
        <w:rPr>
          <w:rFonts w:eastAsia="Calibri"/>
          <w:b/>
          <w:iCs/>
          <w:sz w:val="18"/>
          <w:szCs w:val="18"/>
          <w:lang w:val="es-MX" w:eastAsia="en-US"/>
        </w:rPr>
        <w:fldChar w:fldCharType="begin"/>
      </w:r>
      <w:r w:rsidRPr="006D2D90">
        <w:rPr>
          <w:rFonts w:eastAsia="Calibri"/>
          <w:b/>
          <w:iCs/>
          <w:sz w:val="18"/>
          <w:szCs w:val="18"/>
          <w:lang w:val="es-MX" w:eastAsia="en-US"/>
        </w:rPr>
        <w:instrText xml:space="preserve"> SEQ Cuadro \* ARABIC </w:instrText>
      </w:r>
      <w:r w:rsidRPr="006D2D90">
        <w:rPr>
          <w:rFonts w:eastAsia="Calibri"/>
          <w:b/>
          <w:iCs/>
          <w:sz w:val="18"/>
          <w:szCs w:val="18"/>
          <w:lang w:val="es-MX" w:eastAsia="en-US"/>
        </w:rPr>
        <w:fldChar w:fldCharType="separate"/>
      </w:r>
      <w:r w:rsidRPr="006D2D90">
        <w:rPr>
          <w:rFonts w:eastAsia="Calibri"/>
          <w:b/>
          <w:iCs/>
          <w:noProof/>
          <w:sz w:val="18"/>
          <w:szCs w:val="18"/>
          <w:lang w:val="es-MX" w:eastAsia="en-US"/>
        </w:rPr>
        <w:t>1</w:t>
      </w:r>
      <w:r w:rsidRPr="006D2D90">
        <w:rPr>
          <w:rFonts w:eastAsia="Calibri"/>
          <w:b/>
          <w:iCs/>
          <w:sz w:val="18"/>
          <w:szCs w:val="18"/>
          <w:lang w:val="es-MX" w:eastAsia="en-US"/>
        </w:rPr>
        <w:fldChar w:fldCharType="end"/>
      </w:r>
      <w:r w:rsidRPr="006D2D90">
        <w:rPr>
          <w:rFonts w:eastAsia="Calibri"/>
          <w:b/>
          <w:iCs/>
          <w:sz w:val="18"/>
          <w:szCs w:val="18"/>
          <w:lang w:val="es-MX" w:eastAsia="en-US"/>
        </w:rPr>
        <w:t>. Relación de Anexos al Formulario Oficial</w:t>
      </w:r>
    </w:p>
    <w:tbl>
      <w:tblPr>
        <w:tblpPr w:leftFromText="141" w:rightFromText="141" w:vertAnchor="text" w:horzAnchor="margin" w:tblpXSpec="center" w:tblpYSpec="outside"/>
        <w:tblW w:w="9802" w:type="dxa"/>
        <w:tblCellMar>
          <w:left w:w="70" w:type="dxa"/>
          <w:right w:w="70" w:type="dxa"/>
        </w:tblCellMar>
        <w:tblLook w:val="04A0" w:firstRow="1" w:lastRow="0" w:firstColumn="1" w:lastColumn="0" w:noHBand="0" w:noVBand="1"/>
      </w:tblPr>
      <w:tblGrid>
        <w:gridCol w:w="741"/>
        <w:gridCol w:w="3842"/>
        <w:gridCol w:w="1786"/>
        <w:gridCol w:w="965"/>
        <w:gridCol w:w="1332"/>
        <w:gridCol w:w="1136"/>
      </w:tblGrid>
      <w:tr w:rsidR="007B7CB1" w:rsidRPr="006D2D90" w14:paraId="73630EAC" w14:textId="77777777" w:rsidTr="00625B25">
        <w:trPr>
          <w:trHeight w:val="397"/>
        </w:trPr>
        <w:tc>
          <w:tcPr>
            <w:tcW w:w="741" w:type="dxa"/>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501A1127"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Anexo </w:t>
            </w:r>
          </w:p>
        </w:tc>
        <w:tc>
          <w:tcPr>
            <w:tcW w:w="3842" w:type="dxa"/>
            <w:tcBorders>
              <w:top w:val="single" w:sz="4" w:space="0" w:color="auto"/>
              <w:left w:val="nil"/>
              <w:bottom w:val="nil"/>
              <w:right w:val="single" w:sz="4" w:space="0" w:color="auto"/>
            </w:tcBorders>
            <w:shd w:val="clear" w:color="000000" w:fill="691C32"/>
            <w:noWrap/>
            <w:vAlign w:val="center"/>
            <w:hideMark/>
          </w:tcPr>
          <w:p w14:paraId="1310D9D7"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Descripción* </w:t>
            </w:r>
          </w:p>
        </w:tc>
        <w:tc>
          <w:tcPr>
            <w:tcW w:w="1786" w:type="dxa"/>
            <w:tcBorders>
              <w:top w:val="single" w:sz="4" w:space="0" w:color="auto"/>
              <w:left w:val="nil"/>
              <w:bottom w:val="nil"/>
              <w:right w:val="single" w:sz="4" w:space="0" w:color="auto"/>
            </w:tcBorders>
            <w:shd w:val="clear" w:color="000000" w:fill="691C32"/>
            <w:noWrap/>
            <w:vAlign w:val="center"/>
            <w:hideMark/>
          </w:tcPr>
          <w:p w14:paraId="0881CA53"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Referencia </w:t>
            </w:r>
          </w:p>
        </w:tc>
        <w:tc>
          <w:tcPr>
            <w:tcW w:w="965" w:type="dxa"/>
            <w:tcBorders>
              <w:top w:val="single" w:sz="4" w:space="0" w:color="auto"/>
              <w:left w:val="nil"/>
              <w:bottom w:val="single" w:sz="4" w:space="0" w:color="auto"/>
              <w:right w:val="single" w:sz="4" w:space="0" w:color="auto"/>
            </w:tcBorders>
            <w:shd w:val="clear" w:color="000000" w:fill="691C32"/>
            <w:noWrap/>
            <w:vAlign w:val="center"/>
            <w:hideMark/>
          </w:tcPr>
          <w:p w14:paraId="763B94FC"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Fuente** </w:t>
            </w:r>
          </w:p>
        </w:tc>
        <w:tc>
          <w:tcPr>
            <w:tcW w:w="1332" w:type="dxa"/>
            <w:tcBorders>
              <w:top w:val="single" w:sz="4" w:space="0" w:color="auto"/>
              <w:left w:val="nil"/>
              <w:bottom w:val="single" w:sz="4" w:space="0" w:color="auto"/>
              <w:right w:val="single" w:sz="4" w:space="0" w:color="auto"/>
            </w:tcBorders>
            <w:shd w:val="clear" w:color="000000" w:fill="691C32"/>
            <w:noWrap/>
            <w:vAlign w:val="center"/>
            <w:hideMark/>
          </w:tcPr>
          <w:p w14:paraId="66CF88A5"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Clasificación</w:t>
            </w:r>
          </w:p>
          <w:p w14:paraId="42BA20F2"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 </w:t>
            </w:r>
          </w:p>
        </w:tc>
        <w:tc>
          <w:tcPr>
            <w:tcW w:w="1136" w:type="dxa"/>
            <w:tcBorders>
              <w:top w:val="single" w:sz="4" w:space="0" w:color="auto"/>
              <w:left w:val="nil"/>
              <w:bottom w:val="single" w:sz="4" w:space="0" w:color="auto"/>
              <w:right w:val="single" w:sz="4" w:space="0" w:color="auto"/>
            </w:tcBorders>
            <w:shd w:val="clear" w:color="000000" w:fill="691C32"/>
            <w:vAlign w:val="center"/>
            <w:hideMark/>
          </w:tcPr>
          <w:p w14:paraId="798EB92E" w14:textId="77777777" w:rsidR="007B7CB1" w:rsidRPr="006D2D90" w:rsidRDefault="007B7CB1" w:rsidP="00625B25">
            <w:pPr>
              <w:widowControl w:val="0"/>
              <w:autoSpaceDE w:val="0"/>
              <w:autoSpaceDN w:val="0"/>
              <w:spacing w:before="0" w:after="0"/>
              <w:jc w:val="center"/>
              <w:rPr>
                <w:b/>
                <w:bCs/>
                <w:color w:val="FFFFFF"/>
                <w:sz w:val="18"/>
                <w:szCs w:val="18"/>
              </w:rPr>
            </w:pPr>
            <w:r w:rsidRPr="006D2D90">
              <w:rPr>
                <w:b/>
                <w:bCs/>
                <w:color w:val="FFFFFF"/>
                <w:sz w:val="18"/>
                <w:szCs w:val="18"/>
              </w:rPr>
              <w:t xml:space="preserve">Nombre del Archivo </w:t>
            </w:r>
          </w:p>
        </w:tc>
      </w:tr>
      <w:tr w:rsidR="00EF2A80" w:rsidRPr="006D2D90" w14:paraId="1D5C3433"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6CB27"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1</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631C7BF2" w14:textId="37BCFAB8"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INDICADORES DEL MERCADO NACIONAL </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56CBD884" w14:textId="67EB402E"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Punto 35, inciso A. </w:t>
            </w:r>
          </w:p>
        </w:tc>
        <w:tc>
          <w:tcPr>
            <w:tcW w:w="965" w:type="dxa"/>
            <w:tcBorders>
              <w:top w:val="nil"/>
              <w:left w:val="nil"/>
              <w:bottom w:val="single" w:sz="4" w:space="0" w:color="auto"/>
              <w:right w:val="single" w:sz="4" w:space="0" w:color="auto"/>
            </w:tcBorders>
            <w:shd w:val="clear" w:color="auto" w:fill="auto"/>
            <w:noWrap/>
            <w:vAlign w:val="bottom"/>
            <w:hideMark/>
          </w:tcPr>
          <w:p w14:paraId="653E257B"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1C30BE3F"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14FF3335"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33AE5BAB"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B47FD"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2</w:t>
            </w:r>
          </w:p>
        </w:tc>
        <w:tc>
          <w:tcPr>
            <w:tcW w:w="3842" w:type="dxa"/>
            <w:tcBorders>
              <w:top w:val="nil"/>
              <w:left w:val="nil"/>
              <w:bottom w:val="single" w:sz="4" w:space="0" w:color="auto"/>
              <w:right w:val="single" w:sz="4" w:space="0" w:color="auto"/>
            </w:tcBorders>
            <w:shd w:val="clear" w:color="auto" w:fill="auto"/>
            <w:noWrap/>
            <w:vAlign w:val="center"/>
          </w:tcPr>
          <w:p w14:paraId="6415AF57" w14:textId="2681627A" w:rsidR="00EF2A80" w:rsidRPr="001E1C11" w:rsidRDefault="00EF2A80" w:rsidP="00A41632">
            <w:pPr>
              <w:widowControl w:val="0"/>
              <w:autoSpaceDE w:val="0"/>
              <w:autoSpaceDN w:val="0"/>
              <w:spacing w:before="0" w:after="0"/>
              <w:rPr>
                <w:color w:val="000000"/>
                <w:sz w:val="16"/>
                <w:szCs w:val="16"/>
              </w:rPr>
            </w:pPr>
            <w:r w:rsidRPr="001E1C11">
              <w:rPr>
                <w:rFonts w:cs="Calibri"/>
                <w:color w:val="000000"/>
                <w:sz w:val="16"/>
                <w:szCs w:val="16"/>
              </w:rPr>
              <w:t>INDICADORES DE LA RAMA DE PRODUCCIÓN NACIONAL</w:t>
            </w:r>
          </w:p>
        </w:tc>
        <w:tc>
          <w:tcPr>
            <w:tcW w:w="1786" w:type="dxa"/>
            <w:tcBorders>
              <w:top w:val="nil"/>
              <w:left w:val="nil"/>
              <w:bottom w:val="single" w:sz="4" w:space="0" w:color="auto"/>
              <w:right w:val="single" w:sz="4" w:space="0" w:color="auto"/>
            </w:tcBorders>
            <w:shd w:val="clear" w:color="auto" w:fill="auto"/>
            <w:noWrap/>
            <w:vAlign w:val="center"/>
          </w:tcPr>
          <w:p w14:paraId="2EF49551" w14:textId="4CABB6D7"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Punto 35, inciso B. </w:t>
            </w:r>
          </w:p>
        </w:tc>
        <w:tc>
          <w:tcPr>
            <w:tcW w:w="965" w:type="dxa"/>
            <w:tcBorders>
              <w:top w:val="nil"/>
              <w:left w:val="nil"/>
              <w:bottom w:val="single" w:sz="4" w:space="0" w:color="auto"/>
              <w:right w:val="single" w:sz="4" w:space="0" w:color="auto"/>
            </w:tcBorders>
            <w:shd w:val="clear" w:color="auto" w:fill="auto"/>
            <w:noWrap/>
            <w:vAlign w:val="bottom"/>
            <w:hideMark/>
          </w:tcPr>
          <w:p w14:paraId="78110FCD"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41982156"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0443AF72"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7A6A0C56" w14:textId="77777777" w:rsidTr="00EF2A80">
        <w:trPr>
          <w:trHeight w:val="301"/>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F6BE3"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3</w:t>
            </w:r>
          </w:p>
        </w:tc>
        <w:tc>
          <w:tcPr>
            <w:tcW w:w="3842" w:type="dxa"/>
            <w:tcBorders>
              <w:top w:val="nil"/>
              <w:left w:val="nil"/>
              <w:bottom w:val="single" w:sz="4" w:space="0" w:color="auto"/>
              <w:right w:val="single" w:sz="4" w:space="0" w:color="auto"/>
            </w:tcBorders>
            <w:shd w:val="clear" w:color="auto" w:fill="auto"/>
            <w:vAlign w:val="center"/>
          </w:tcPr>
          <w:p w14:paraId="5BDAC937" w14:textId="37E55522"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INDICADORES DE LA EMPRESA (MENSUAL)</w:t>
            </w:r>
          </w:p>
        </w:tc>
        <w:tc>
          <w:tcPr>
            <w:tcW w:w="1786" w:type="dxa"/>
            <w:tcBorders>
              <w:top w:val="nil"/>
              <w:left w:val="nil"/>
              <w:bottom w:val="single" w:sz="4" w:space="0" w:color="auto"/>
              <w:right w:val="single" w:sz="4" w:space="0" w:color="auto"/>
            </w:tcBorders>
            <w:shd w:val="clear" w:color="auto" w:fill="auto"/>
            <w:noWrap/>
            <w:vAlign w:val="center"/>
          </w:tcPr>
          <w:p w14:paraId="73663671" w14:textId="35BE3FB1"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Punto 46, inciso A. </w:t>
            </w:r>
          </w:p>
        </w:tc>
        <w:tc>
          <w:tcPr>
            <w:tcW w:w="965" w:type="dxa"/>
            <w:tcBorders>
              <w:top w:val="nil"/>
              <w:left w:val="nil"/>
              <w:bottom w:val="single" w:sz="4" w:space="0" w:color="auto"/>
              <w:right w:val="single" w:sz="4" w:space="0" w:color="auto"/>
            </w:tcBorders>
            <w:shd w:val="clear" w:color="auto" w:fill="auto"/>
            <w:noWrap/>
            <w:vAlign w:val="bottom"/>
            <w:hideMark/>
          </w:tcPr>
          <w:p w14:paraId="334389BC"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4107AE5D"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5EB9010C"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25979636"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83D6C"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4</w:t>
            </w:r>
          </w:p>
        </w:tc>
        <w:tc>
          <w:tcPr>
            <w:tcW w:w="3842" w:type="dxa"/>
            <w:tcBorders>
              <w:top w:val="nil"/>
              <w:left w:val="nil"/>
              <w:bottom w:val="single" w:sz="4" w:space="0" w:color="auto"/>
              <w:right w:val="single" w:sz="4" w:space="0" w:color="auto"/>
            </w:tcBorders>
            <w:shd w:val="clear" w:color="auto" w:fill="auto"/>
            <w:noWrap/>
            <w:vAlign w:val="center"/>
          </w:tcPr>
          <w:p w14:paraId="27092D94" w14:textId="73FFD5F6"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INDICADORES DE LA EMPRESA </w:t>
            </w:r>
          </w:p>
        </w:tc>
        <w:tc>
          <w:tcPr>
            <w:tcW w:w="1786" w:type="dxa"/>
            <w:tcBorders>
              <w:top w:val="nil"/>
              <w:left w:val="nil"/>
              <w:bottom w:val="single" w:sz="4" w:space="0" w:color="auto"/>
              <w:right w:val="single" w:sz="4" w:space="0" w:color="auto"/>
            </w:tcBorders>
            <w:shd w:val="clear" w:color="auto" w:fill="auto"/>
            <w:noWrap/>
            <w:vAlign w:val="center"/>
          </w:tcPr>
          <w:p w14:paraId="26265C56" w14:textId="5E9E31E8"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 xml:space="preserve">Punto 46, inciso B. </w:t>
            </w:r>
          </w:p>
        </w:tc>
        <w:tc>
          <w:tcPr>
            <w:tcW w:w="965" w:type="dxa"/>
            <w:tcBorders>
              <w:top w:val="nil"/>
              <w:left w:val="nil"/>
              <w:bottom w:val="single" w:sz="4" w:space="0" w:color="auto"/>
              <w:right w:val="single" w:sz="4" w:space="0" w:color="auto"/>
            </w:tcBorders>
            <w:shd w:val="clear" w:color="auto" w:fill="auto"/>
            <w:noWrap/>
            <w:vAlign w:val="bottom"/>
            <w:hideMark/>
          </w:tcPr>
          <w:p w14:paraId="28B1135B"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2C4041CF"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38295B12"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36993FAB"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A52D5"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5</w:t>
            </w:r>
          </w:p>
        </w:tc>
        <w:tc>
          <w:tcPr>
            <w:tcW w:w="3842" w:type="dxa"/>
            <w:tcBorders>
              <w:top w:val="nil"/>
              <w:left w:val="nil"/>
              <w:bottom w:val="single" w:sz="4" w:space="0" w:color="auto"/>
              <w:right w:val="single" w:sz="4" w:space="0" w:color="auto"/>
            </w:tcBorders>
            <w:shd w:val="clear" w:color="auto" w:fill="auto"/>
            <w:noWrap/>
            <w:vAlign w:val="center"/>
          </w:tcPr>
          <w:p w14:paraId="60F89E94" w14:textId="38C02BB0"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ESTADO DE COSTOS, VENTAS Y UTILIDADES DE LA MERCANCÍA SIMILAR NACIONAL</w:t>
            </w:r>
          </w:p>
        </w:tc>
        <w:tc>
          <w:tcPr>
            <w:tcW w:w="1786" w:type="dxa"/>
            <w:tcBorders>
              <w:top w:val="nil"/>
              <w:left w:val="nil"/>
              <w:bottom w:val="single" w:sz="4" w:space="0" w:color="auto"/>
              <w:right w:val="single" w:sz="4" w:space="0" w:color="auto"/>
            </w:tcBorders>
            <w:shd w:val="clear" w:color="auto" w:fill="auto"/>
            <w:noWrap/>
            <w:vAlign w:val="center"/>
          </w:tcPr>
          <w:p w14:paraId="3CE86E81" w14:textId="75ED6B7E"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Punto 50.</w:t>
            </w:r>
          </w:p>
        </w:tc>
        <w:tc>
          <w:tcPr>
            <w:tcW w:w="965" w:type="dxa"/>
            <w:tcBorders>
              <w:top w:val="nil"/>
              <w:left w:val="nil"/>
              <w:bottom w:val="single" w:sz="4" w:space="0" w:color="auto"/>
              <w:right w:val="single" w:sz="4" w:space="0" w:color="auto"/>
            </w:tcBorders>
            <w:shd w:val="clear" w:color="auto" w:fill="auto"/>
            <w:noWrap/>
            <w:vAlign w:val="bottom"/>
            <w:hideMark/>
          </w:tcPr>
          <w:p w14:paraId="3BE4236E"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3A300143"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5EAD3A0F"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58844B8F"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C6461"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6</w:t>
            </w:r>
          </w:p>
        </w:tc>
        <w:tc>
          <w:tcPr>
            <w:tcW w:w="3842" w:type="dxa"/>
            <w:tcBorders>
              <w:top w:val="nil"/>
              <w:left w:val="nil"/>
              <w:bottom w:val="single" w:sz="4" w:space="0" w:color="auto"/>
              <w:right w:val="single" w:sz="4" w:space="0" w:color="auto"/>
            </w:tcBorders>
            <w:shd w:val="clear" w:color="auto" w:fill="auto"/>
            <w:noWrap/>
            <w:vAlign w:val="center"/>
          </w:tcPr>
          <w:p w14:paraId="3213AE3D" w14:textId="3F58D960"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ESTADO DE COSTOS Y GASTOS UNITARIOS DE LA MERCANCÍA SIMILAR NACIONAL</w:t>
            </w:r>
          </w:p>
        </w:tc>
        <w:tc>
          <w:tcPr>
            <w:tcW w:w="1786" w:type="dxa"/>
            <w:tcBorders>
              <w:top w:val="nil"/>
              <w:left w:val="nil"/>
              <w:bottom w:val="single" w:sz="4" w:space="0" w:color="auto"/>
              <w:right w:val="single" w:sz="4" w:space="0" w:color="auto"/>
            </w:tcBorders>
            <w:shd w:val="clear" w:color="auto" w:fill="auto"/>
            <w:noWrap/>
            <w:vAlign w:val="center"/>
          </w:tcPr>
          <w:p w14:paraId="38101B33" w14:textId="3041B54A" w:rsidR="00EF2A80" w:rsidRPr="001E1C11" w:rsidRDefault="00EF2A80" w:rsidP="00EF2A80">
            <w:pPr>
              <w:widowControl w:val="0"/>
              <w:autoSpaceDE w:val="0"/>
              <w:autoSpaceDN w:val="0"/>
              <w:spacing w:before="0" w:after="0"/>
              <w:jc w:val="left"/>
              <w:rPr>
                <w:color w:val="000000"/>
                <w:sz w:val="16"/>
                <w:szCs w:val="16"/>
                <w:highlight w:val="yellow"/>
              </w:rPr>
            </w:pPr>
            <w:r w:rsidRPr="001E1C11">
              <w:rPr>
                <w:rFonts w:cs="Calibri"/>
                <w:color w:val="000000"/>
                <w:sz w:val="16"/>
                <w:szCs w:val="16"/>
              </w:rPr>
              <w:t>Punto 51.</w:t>
            </w:r>
          </w:p>
        </w:tc>
        <w:tc>
          <w:tcPr>
            <w:tcW w:w="965" w:type="dxa"/>
            <w:tcBorders>
              <w:top w:val="nil"/>
              <w:left w:val="nil"/>
              <w:bottom w:val="single" w:sz="4" w:space="0" w:color="auto"/>
              <w:right w:val="single" w:sz="4" w:space="0" w:color="auto"/>
            </w:tcBorders>
            <w:shd w:val="clear" w:color="auto" w:fill="auto"/>
            <w:noWrap/>
            <w:vAlign w:val="bottom"/>
            <w:hideMark/>
          </w:tcPr>
          <w:p w14:paraId="5CF0407A"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7E67711"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2F728C7C"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EF2A80" w:rsidRPr="006D2D90" w14:paraId="5FF65334" w14:textId="77777777" w:rsidTr="00EF2A80">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396F9" w14:textId="77777777" w:rsidR="00EF2A80" w:rsidRPr="001E1C11" w:rsidRDefault="00EF2A80" w:rsidP="00EF2A80">
            <w:pPr>
              <w:widowControl w:val="0"/>
              <w:autoSpaceDE w:val="0"/>
              <w:autoSpaceDN w:val="0"/>
              <w:spacing w:before="0" w:after="0"/>
              <w:jc w:val="center"/>
              <w:rPr>
                <w:color w:val="000000"/>
                <w:sz w:val="16"/>
                <w:szCs w:val="16"/>
              </w:rPr>
            </w:pPr>
            <w:r w:rsidRPr="001E1C11">
              <w:rPr>
                <w:color w:val="000000"/>
                <w:sz w:val="16"/>
                <w:szCs w:val="16"/>
              </w:rPr>
              <w:t>7</w:t>
            </w:r>
          </w:p>
        </w:tc>
        <w:tc>
          <w:tcPr>
            <w:tcW w:w="3842" w:type="dxa"/>
            <w:tcBorders>
              <w:top w:val="nil"/>
              <w:left w:val="nil"/>
              <w:bottom w:val="single" w:sz="4" w:space="0" w:color="auto"/>
              <w:right w:val="single" w:sz="4" w:space="0" w:color="auto"/>
            </w:tcBorders>
            <w:shd w:val="clear" w:color="auto" w:fill="auto"/>
            <w:noWrap/>
            <w:vAlign w:val="center"/>
          </w:tcPr>
          <w:p w14:paraId="2FD3A91F" w14:textId="4E981AEE" w:rsidR="00EF2A80" w:rsidRPr="001E1C11" w:rsidRDefault="00EF2A80" w:rsidP="00EF2A80">
            <w:pPr>
              <w:widowControl w:val="0"/>
              <w:autoSpaceDE w:val="0"/>
              <w:autoSpaceDN w:val="0"/>
              <w:spacing w:before="0" w:after="0"/>
              <w:jc w:val="left"/>
              <w:rPr>
                <w:color w:val="000000"/>
                <w:sz w:val="16"/>
                <w:szCs w:val="16"/>
              </w:rPr>
            </w:pPr>
            <w:r w:rsidRPr="001E1C11">
              <w:rPr>
                <w:rFonts w:cs="Calibri"/>
                <w:color w:val="000000"/>
                <w:sz w:val="16"/>
                <w:szCs w:val="16"/>
              </w:rPr>
              <w:t>FLUJOS DE EFECTIVO DESCONTADOS</w:t>
            </w:r>
          </w:p>
        </w:tc>
        <w:tc>
          <w:tcPr>
            <w:tcW w:w="1786" w:type="dxa"/>
            <w:tcBorders>
              <w:top w:val="nil"/>
              <w:left w:val="nil"/>
              <w:bottom w:val="single" w:sz="4" w:space="0" w:color="auto"/>
              <w:right w:val="single" w:sz="4" w:space="0" w:color="auto"/>
            </w:tcBorders>
            <w:shd w:val="clear" w:color="auto" w:fill="auto"/>
            <w:noWrap/>
            <w:vAlign w:val="center"/>
          </w:tcPr>
          <w:p w14:paraId="660BDBDB" w14:textId="63D49CBD" w:rsidR="00EF2A80" w:rsidRPr="001E1C11" w:rsidRDefault="00EF2A80" w:rsidP="00EF2A80">
            <w:pPr>
              <w:widowControl w:val="0"/>
              <w:autoSpaceDE w:val="0"/>
              <w:autoSpaceDN w:val="0"/>
              <w:spacing w:before="0" w:after="0"/>
              <w:jc w:val="left"/>
              <w:rPr>
                <w:color w:val="000000"/>
                <w:sz w:val="16"/>
                <w:szCs w:val="16"/>
                <w:highlight w:val="yellow"/>
              </w:rPr>
            </w:pPr>
            <w:r w:rsidRPr="001E1C11">
              <w:rPr>
                <w:rFonts w:cs="Calibri"/>
                <w:color w:val="000000"/>
                <w:sz w:val="16"/>
                <w:szCs w:val="16"/>
              </w:rPr>
              <w:t xml:space="preserve">Punto 53, inciso D. </w:t>
            </w:r>
          </w:p>
        </w:tc>
        <w:tc>
          <w:tcPr>
            <w:tcW w:w="965" w:type="dxa"/>
            <w:tcBorders>
              <w:top w:val="nil"/>
              <w:left w:val="nil"/>
              <w:bottom w:val="single" w:sz="4" w:space="0" w:color="auto"/>
              <w:right w:val="single" w:sz="4" w:space="0" w:color="auto"/>
            </w:tcBorders>
            <w:shd w:val="clear" w:color="auto" w:fill="auto"/>
            <w:noWrap/>
            <w:vAlign w:val="bottom"/>
            <w:hideMark/>
          </w:tcPr>
          <w:p w14:paraId="6FFE5957"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BB65752" w14:textId="77777777" w:rsidR="00EF2A80" w:rsidRPr="00A330BD" w:rsidRDefault="00EF2A80" w:rsidP="00EF2A80">
            <w:pPr>
              <w:widowControl w:val="0"/>
              <w:autoSpaceDE w:val="0"/>
              <w:autoSpaceDN w:val="0"/>
              <w:spacing w:before="0" w:after="0"/>
              <w:jc w:val="left"/>
              <w:rPr>
                <w:rFonts w:ascii="Calibri" w:hAnsi="Calibri"/>
                <w:color w:val="000000"/>
                <w:sz w:val="22"/>
                <w:szCs w:val="22"/>
                <w:lang w:val="es-MX"/>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6D4089E0" w14:textId="77777777" w:rsidR="00EF2A80" w:rsidRPr="006D2D90" w:rsidRDefault="00EF2A80" w:rsidP="00EF2A8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7B7CB1" w:rsidRPr="006D2D90" w14:paraId="08C0B958" w14:textId="77777777" w:rsidTr="00625B25">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59C46" w14:textId="77777777" w:rsidR="007B7CB1" w:rsidRPr="001E1C11" w:rsidRDefault="007B7CB1" w:rsidP="00625B25">
            <w:pPr>
              <w:widowControl w:val="0"/>
              <w:autoSpaceDE w:val="0"/>
              <w:autoSpaceDN w:val="0"/>
              <w:spacing w:before="0" w:after="0"/>
              <w:jc w:val="center"/>
              <w:rPr>
                <w:color w:val="000000"/>
                <w:sz w:val="16"/>
                <w:szCs w:val="16"/>
              </w:rPr>
            </w:pPr>
            <w:r w:rsidRPr="001E1C11">
              <w:rPr>
                <w:color w:val="000000"/>
                <w:sz w:val="16"/>
                <w:szCs w:val="16"/>
              </w:rPr>
              <w:t>n</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3198FF99" w14:textId="77777777" w:rsidR="007B7CB1" w:rsidRPr="001E1C11" w:rsidRDefault="007B7CB1" w:rsidP="00625B25">
            <w:pPr>
              <w:widowControl w:val="0"/>
              <w:autoSpaceDE w:val="0"/>
              <w:autoSpaceDN w:val="0"/>
              <w:spacing w:before="0" w:after="0"/>
              <w:jc w:val="left"/>
              <w:rPr>
                <w:color w:val="000000"/>
                <w:sz w:val="16"/>
                <w:szCs w:val="16"/>
              </w:rPr>
            </w:pPr>
            <w:r w:rsidRPr="001E1C11">
              <w:rPr>
                <w:color w:val="000000"/>
                <w:sz w:val="16"/>
                <w:szCs w:val="16"/>
              </w:rPr>
              <w:t>...</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55926613" w14:textId="77777777" w:rsidR="007B7CB1" w:rsidRPr="001E1C11" w:rsidRDefault="007B7CB1" w:rsidP="00625B25">
            <w:pPr>
              <w:widowControl w:val="0"/>
              <w:autoSpaceDE w:val="0"/>
              <w:autoSpaceDN w:val="0"/>
              <w:spacing w:before="0" w:after="0"/>
              <w:jc w:val="left"/>
              <w:rPr>
                <w:sz w:val="16"/>
                <w:szCs w:val="16"/>
              </w:rPr>
            </w:pPr>
            <w:r w:rsidRPr="001E1C11">
              <w:rPr>
                <w:sz w:val="16"/>
                <w:szCs w:val="16"/>
              </w:rPr>
              <w:t>…</w:t>
            </w:r>
          </w:p>
        </w:tc>
        <w:tc>
          <w:tcPr>
            <w:tcW w:w="965" w:type="dxa"/>
            <w:tcBorders>
              <w:top w:val="single" w:sz="4" w:space="0" w:color="auto"/>
              <w:left w:val="nil"/>
              <w:bottom w:val="single" w:sz="4" w:space="0" w:color="auto"/>
              <w:right w:val="single" w:sz="4" w:space="0" w:color="auto"/>
            </w:tcBorders>
            <w:shd w:val="clear" w:color="auto" w:fill="auto"/>
            <w:noWrap/>
            <w:vAlign w:val="bottom"/>
          </w:tcPr>
          <w:p w14:paraId="6C62CA68" w14:textId="77777777" w:rsidR="007B7CB1" w:rsidRPr="006D2D90" w:rsidRDefault="007B7CB1" w:rsidP="00625B25">
            <w:pPr>
              <w:widowControl w:val="0"/>
              <w:autoSpaceDE w:val="0"/>
              <w:autoSpaceDN w:val="0"/>
              <w:spacing w:before="0" w:after="0"/>
              <w:jc w:val="left"/>
              <w:rPr>
                <w:rFonts w:ascii="Calibri" w:hAnsi="Calibri"/>
                <w:color w:val="000000"/>
                <w:sz w:val="22"/>
                <w:szCs w:val="22"/>
              </w:rPr>
            </w:pPr>
          </w:p>
        </w:tc>
        <w:tc>
          <w:tcPr>
            <w:tcW w:w="1332" w:type="dxa"/>
            <w:tcBorders>
              <w:top w:val="single" w:sz="4" w:space="0" w:color="auto"/>
              <w:left w:val="nil"/>
              <w:bottom w:val="single" w:sz="4" w:space="0" w:color="auto"/>
              <w:right w:val="single" w:sz="4" w:space="0" w:color="auto"/>
            </w:tcBorders>
            <w:shd w:val="clear" w:color="auto" w:fill="auto"/>
            <w:noWrap/>
            <w:vAlign w:val="bottom"/>
          </w:tcPr>
          <w:p w14:paraId="24FBDA04" w14:textId="77777777" w:rsidR="007B7CB1" w:rsidRPr="006D2D90" w:rsidRDefault="007B7CB1" w:rsidP="00625B25">
            <w:pPr>
              <w:widowControl w:val="0"/>
              <w:autoSpaceDE w:val="0"/>
              <w:autoSpaceDN w:val="0"/>
              <w:spacing w:before="0" w:after="0"/>
              <w:jc w:val="left"/>
              <w:rPr>
                <w:rFonts w:ascii="Calibri" w:hAnsi="Calibri"/>
                <w:color w:val="000000"/>
                <w:sz w:val="22"/>
                <w:szCs w:val="22"/>
              </w:rPr>
            </w:pP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CE78406" w14:textId="77777777" w:rsidR="007B7CB1" w:rsidRPr="006D2D90" w:rsidRDefault="007B7CB1" w:rsidP="00625B25">
            <w:pPr>
              <w:widowControl w:val="0"/>
              <w:autoSpaceDE w:val="0"/>
              <w:autoSpaceDN w:val="0"/>
              <w:spacing w:before="0" w:after="0"/>
              <w:jc w:val="left"/>
              <w:rPr>
                <w:rFonts w:ascii="Calibri" w:hAnsi="Calibri"/>
                <w:color w:val="000000"/>
                <w:sz w:val="22"/>
                <w:szCs w:val="22"/>
              </w:rPr>
            </w:pPr>
          </w:p>
        </w:tc>
      </w:tr>
    </w:tbl>
    <w:p w14:paraId="64930C74" w14:textId="77777777" w:rsidR="007B7CB1" w:rsidRPr="006D2D90" w:rsidRDefault="007B7CB1" w:rsidP="007B7CB1">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*De la información contenida en el anexo y el hecho que se pretende demostrar.</w:t>
      </w:r>
    </w:p>
    <w:p w14:paraId="7851B3C6" w14:textId="77777777" w:rsidR="007B7CB1" w:rsidRPr="006D2D90" w:rsidRDefault="007B7CB1" w:rsidP="007B7CB1">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**Indicar título, autor, página, fecha del documento o de su consulta, página de Internet.</w:t>
      </w:r>
    </w:p>
    <w:p w14:paraId="716AB9DF" w14:textId="77777777" w:rsidR="007B7CB1" w:rsidRDefault="007B7CB1" w:rsidP="007B7CB1">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***Indicar si es pública, confidencial, comercial reservada.</w:t>
      </w:r>
    </w:p>
    <w:p w14:paraId="2669A576" w14:textId="77777777" w:rsidR="00C400D6" w:rsidRDefault="00C400D6" w:rsidP="007B7CB1">
      <w:pPr>
        <w:widowControl w:val="0"/>
        <w:autoSpaceDE w:val="0"/>
        <w:autoSpaceDN w:val="0"/>
        <w:spacing w:before="0" w:after="0"/>
        <w:rPr>
          <w:rFonts w:eastAsia="Verdana" w:cs="Verdana"/>
          <w:sz w:val="16"/>
          <w:szCs w:val="16"/>
          <w:lang w:eastAsia="en-US"/>
        </w:rPr>
      </w:pPr>
    </w:p>
    <w:p w14:paraId="3DFD66AD" w14:textId="77777777" w:rsidR="003B059E" w:rsidRDefault="00C400D6" w:rsidP="00C400D6">
      <w:pPr>
        <w:pStyle w:val="Prrafodelista"/>
        <w:numPr>
          <w:ilvl w:val="0"/>
          <w:numId w:val="146"/>
        </w:numPr>
        <w:spacing w:before="0" w:after="160" w:line="259" w:lineRule="auto"/>
        <w:ind w:left="714" w:hanging="357"/>
        <w:contextualSpacing/>
        <w:outlineLvl w:val="0"/>
        <w:rPr>
          <w:rFonts w:eastAsiaTheme="minorHAnsi" w:cs="Arial"/>
          <w:b/>
          <w:iCs/>
          <w:lang w:val="es-MX" w:eastAsia="en-US"/>
        </w:rPr>
      </w:pPr>
      <w:bookmarkStart w:id="5" w:name="_Toc169191775"/>
      <w:r w:rsidRPr="00C400D6">
        <w:rPr>
          <w:rFonts w:eastAsiaTheme="minorHAnsi" w:cs="Arial"/>
          <w:b/>
          <w:iCs/>
          <w:lang w:val="es-MX" w:eastAsia="en-US"/>
        </w:rPr>
        <w:t>Aspectos generales</w:t>
      </w:r>
      <w:bookmarkEnd w:id="5"/>
    </w:p>
    <w:p w14:paraId="3D58C746" w14:textId="77777777" w:rsidR="00C400D6" w:rsidRPr="00C400D6" w:rsidRDefault="00C400D6" w:rsidP="00C400D6">
      <w:pPr>
        <w:pStyle w:val="Prrafodelista"/>
        <w:spacing w:before="0" w:after="160" w:line="259" w:lineRule="auto"/>
        <w:ind w:left="714"/>
        <w:contextualSpacing/>
        <w:rPr>
          <w:rFonts w:eastAsiaTheme="minorHAnsi" w:cs="Arial"/>
          <w:b/>
          <w:iCs/>
          <w:lang w:val="es-MX" w:eastAsia="en-US"/>
        </w:rPr>
      </w:pPr>
    </w:p>
    <w:p w14:paraId="11E1ACC3" w14:textId="77777777" w:rsidR="003B059E" w:rsidRPr="00BB2EBB" w:rsidRDefault="003B059E" w:rsidP="00D22299">
      <w:pPr>
        <w:pStyle w:val="Prrafodelista"/>
        <w:numPr>
          <w:ilvl w:val="0"/>
          <w:numId w:val="47"/>
        </w:numPr>
      </w:pPr>
      <w:r w:rsidRPr="00BB2EBB">
        <w:t xml:space="preserve">Deberá presentar y/o manifestar lo siguiente: </w:t>
      </w:r>
    </w:p>
    <w:p w14:paraId="19AD70A3" w14:textId="77777777" w:rsidR="003B059E" w:rsidRPr="00D2567E" w:rsidRDefault="003B059E" w:rsidP="00D22299">
      <w:pPr>
        <w:pStyle w:val="Prrafodelista"/>
        <w:numPr>
          <w:ilvl w:val="0"/>
          <w:numId w:val="83"/>
        </w:numPr>
      </w:pPr>
      <w:r w:rsidRPr="00D2567E">
        <w:t>Original o copia certificada</w:t>
      </w:r>
      <w:r w:rsidRPr="00D22299">
        <w:rPr>
          <w:b/>
        </w:rPr>
        <w:t xml:space="preserve"> </w:t>
      </w:r>
      <w:r w:rsidRPr="00D2567E">
        <w:t>del acta constitutiva y de las últimas modificaciones de la empresa</w:t>
      </w:r>
      <w:r w:rsidRPr="00D22299">
        <w:rPr>
          <w:b/>
        </w:rPr>
        <w:t xml:space="preserve"> </w:t>
      </w:r>
      <w:r w:rsidRPr="00D2567E">
        <w:t xml:space="preserve">con los que se pruebe la existencia legal de </w:t>
      </w:r>
      <w:r>
        <w:t>esta</w:t>
      </w:r>
      <w:r w:rsidRPr="00D2567E">
        <w:t xml:space="preserve">. </w:t>
      </w:r>
    </w:p>
    <w:p w14:paraId="2DC6CEBE" w14:textId="77777777" w:rsidR="003B059E" w:rsidRPr="00D2567E" w:rsidRDefault="003B059E" w:rsidP="00D22299">
      <w:pPr>
        <w:pStyle w:val="Prrafodelista"/>
        <w:numPr>
          <w:ilvl w:val="0"/>
          <w:numId w:val="83"/>
        </w:numPr>
      </w:pPr>
      <w:r w:rsidRPr="00D2567E">
        <w:t xml:space="preserve">Nombre del apoderado o de la persona que en lo sucesivo actuará en su nombre y representación ante esta unidad administrativa, cargo que deberá comprobar mediante escritura pública o carta poder firmada ante dos testigos y ratificadas las </w:t>
      </w:r>
      <w:r w:rsidRPr="00D2567E">
        <w:lastRenderedPageBreak/>
        <w:t xml:space="preserve">firmas, ante esta misma autoridad o notario público, conforme al artículo 19 del Código Fiscal de la Federación. </w:t>
      </w:r>
    </w:p>
    <w:p w14:paraId="3EF62B56" w14:textId="77777777" w:rsidR="003B059E" w:rsidRPr="00D2567E" w:rsidRDefault="003B059E" w:rsidP="00D22299">
      <w:pPr>
        <w:pStyle w:val="Prrafodelista"/>
        <w:numPr>
          <w:ilvl w:val="0"/>
          <w:numId w:val="83"/>
        </w:numPr>
      </w:pPr>
      <w:r w:rsidRPr="00D2567E">
        <w:t xml:space="preserve">Original o copia certificada de la escritura pública, con la que acredite el nombre y las facultades del mandante o poderdante de la empresa. </w:t>
      </w:r>
    </w:p>
    <w:p w14:paraId="04E953B1" w14:textId="77777777" w:rsidR="003B059E" w:rsidRPr="00D2567E" w:rsidRDefault="003B059E" w:rsidP="00D22299">
      <w:pPr>
        <w:pStyle w:val="Prrafodelista"/>
        <w:numPr>
          <w:ilvl w:val="0"/>
          <w:numId w:val="83"/>
        </w:numPr>
      </w:pPr>
      <w:r w:rsidRPr="00D2567E">
        <w:t xml:space="preserve">Declarar si está vinculado con los exportadores extranjeros o importadores, o en su caso, si son ellos mismos importadores.  </w:t>
      </w:r>
    </w:p>
    <w:p w14:paraId="063C71CA" w14:textId="77777777" w:rsidR="003B059E" w:rsidRPr="00D2567E" w:rsidRDefault="003B059E" w:rsidP="00D22299">
      <w:pPr>
        <w:pStyle w:val="Prrafodelista"/>
        <w:numPr>
          <w:ilvl w:val="0"/>
          <w:numId w:val="47"/>
        </w:numPr>
      </w:pPr>
      <w:r w:rsidRPr="00D2567E">
        <w:t>No se iniciará una investigación cuando las organizaciones legalmente constituidas, personas físicas o morales o los</w:t>
      </w:r>
      <w:r w:rsidRPr="00D2567E">
        <w:rPr>
          <w:b/>
        </w:rPr>
        <w:t xml:space="preserve"> </w:t>
      </w:r>
      <w:r w:rsidRPr="00D2567E">
        <w:t xml:space="preserve">productores nacionales que soliciten y/o apoyen el inicio de la investigación, representen menos del 25 por ciento de la producción total de la mercancía idéntica, similar o directamente competidora, en los términos de los artículos 4.1.c) del AS, 40 y 50 de la LCE y 71 del RLCE. </w:t>
      </w:r>
    </w:p>
    <w:p w14:paraId="57E6069B" w14:textId="77777777" w:rsidR="007B7CB1" w:rsidRDefault="003B059E" w:rsidP="00D22299">
      <w:pPr>
        <w:pStyle w:val="Prrafodelista"/>
        <w:numPr>
          <w:ilvl w:val="0"/>
          <w:numId w:val="47"/>
        </w:numPr>
      </w:pPr>
      <w:r w:rsidRPr="00D2567E">
        <w:t>La información relativa a las importaciones deberá incluir tanto las que se internen al mercado mexicano bajo el régimen definitivo como el temporal</w:t>
      </w:r>
    </w:p>
    <w:p w14:paraId="2E98594D" w14:textId="77777777" w:rsidR="00A3083E"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6" w:name="_Toc169191776"/>
      <w:r w:rsidRPr="00C400D6">
        <w:rPr>
          <w:rFonts w:eastAsiaTheme="minorHAnsi" w:cs="Tahoma"/>
          <w:bCs/>
          <w:szCs w:val="22"/>
          <w:lang w:val="es-MX" w:eastAsia="ko-KR"/>
        </w:rPr>
        <w:t>Solicitante y otros productores</w:t>
      </w:r>
      <w:bookmarkEnd w:id="6"/>
    </w:p>
    <w:p w14:paraId="25A6B584" w14:textId="77777777" w:rsidR="00A3083E" w:rsidRDefault="00A3083E" w:rsidP="00A3083E">
      <w:pPr>
        <w:pStyle w:val="Prrafodelista"/>
        <w:numPr>
          <w:ilvl w:val="0"/>
          <w:numId w:val="47"/>
        </w:numPr>
      </w:pPr>
      <w:r w:rsidRPr="00D2567E">
        <w:t xml:space="preserve">Si el solicitante es una empresa productora de la mercancía nacional, indicar la participación porcentual en la producción total de la mercancía nacional, en volumen, durante el periodo investigado. </w:t>
      </w:r>
      <w:r>
        <w:t>Deberá proporcionar la siguiente información del solicitante:</w:t>
      </w:r>
    </w:p>
    <w:p w14:paraId="078E5AEE" w14:textId="77777777" w:rsidR="00A3083E" w:rsidRDefault="00A3083E" w:rsidP="00A3083E">
      <w:pPr>
        <w:pStyle w:val="Prrafodelista"/>
        <w:numPr>
          <w:ilvl w:val="0"/>
          <w:numId w:val="86"/>
        </w:numPr>
        <w:ind w:left="993" w:hanging="284"/>
      </w:pPr>
      <w:r>
        <w:t>Nombre, denominación o razón social.</w:t>
      </w:r>
    </w:p>
    <w:p w14:paraId="7B4304FE" w14:textId="3FA62359" w:rsidR="00A3083E" w:rsidRDefault="00A3083E" w:rsidP="00A3083E">
      <w:pPr>
        <w:pStyle w:val="Prrafodelista"/>
        <w:numPr>
          <w:ilvl w:val="0"/>
          <w:numId w:val="86"/>
        </w:numPr>
        <w:ind w:left="993" w:hanging="284"/>
      </w:pPr>
      <w:r>
        <w:t>Domicilio</w:t>
      </w:r>
      <w:r w:rsidR="00B07466">
        <w:t xml:space="preserve"> </w:t>
      </w:r>
      <w:bookmarkStart w:id="7" w:name="_Hlk169190744"/>
      <w:r w:rsidR="001E1C11" w:rsidRPr="00DD7485">
        <w:t>(</w:t>
      </w:r>
      <w:bookmarkStart w:id="8" w:name="_Hlk169189216"/>
      <w:r w:rsidR="001E1C11" w:rsidRPr="00DD7485">
        <w:t xml:space="preserve">incluyendo calle, número, </w:t>
      </w:r>
      <w:r w:rsidR="001E1C11">
        <w:t>localidad</w:t>
      </w:r>
      <w:r w:rsidR="001E1C11" w:rsidRPr="00DD7485">
        <w:t xml:space="preserve"> y código postal</w:t>
      </w:r>
      <w:bookmarkEnd w:id="8"/>
      <w:r w:rsidR="001E1C11" w:rsidRPr="00DD7485">
        <w:t>).</w:t>
      </w:r>
      <w:bookmarkEnd w:id="7"/>
    </w:p>
    <w:p w14:paraId="55238EBD" w14:textId="77777777" w:rsidR="00A3083E" w:rsidRDefault="00A3083E" w:rsidP="00A3083E">
      <w:pPr>
        <w:pStyle w:val="Prrafodelista"/>
        <w:numPr>
          <w:ilvl w:val="0"/>
          <w:numId w:val="86"/>
        </w:numPr>
        <w:ind w:left="993" w:hanging="284"/>
      </w:pPr>
      <w:r>
        <w:t>CURP.</w:t>
      </w:r>
    </w:p>
    <w:p w14:paraId="5027DC46" w14:textId="77777777" w:rsidR="00A3083E" w:rsidRDefault="00A3083E" w:rsidP="00A3083E">
      <w:pPr>
        <w:pStyle w:val="Prrafodelista"/>
        <w:numPr>
          <w:ilvl w:val="0"/>
          <w:numId w:val="86"/>
        </w:numPr>
        <w:ind w:left="993" w:hanging="284"/>
      </w:pPr>
      <w:r>
        <w:t>RFC.</w:t>
      </w:r>
    </w:p>
    <w:p w14:paraId="243A4DB0" w14:textId="77777777" w:rsidR="00A3083E" w:rsidRDefault="00A3083E" w:rsidP="00A3083E">
      <w:pPr>
        <w:pStyle w:val="Prrafodelista"/>
        <w:numPr>
          <w:ilvl w:val="0"/>
          <w:numId w:val="86"/>
        </w:numPr>
        <w:ind w:left="993" w:hanging="284"/>
      </w:pPr>
      <w:r>
        <w:t>Teléfono.</w:t>
      </w:r>
    </w:p>
    <w:p w14:paraId="6BC30DC2" w14:textId="77777777" w:rsidR="00A3083E" w:rsidRDefault="00A3083E" w:rsidP="00A3083E">
      <w:pPr>
        <w:pStyle w:val="Prrafodelista"/>
        <w:numPr>
          <w:ilvl w:val="0"/>
          <w:numId w:val="86"/>
        </w:numPr>
        <w:ind w:left="993" w:hanging="284"/>
      </w:pPr>
      <w:r>
        <w:t>Correo electrónico para recibir notificaciones.</w:t>
      </w:r>
    </w:p>
    <w:p w14:paraId="34F3CDDA" w14:textId="77777777" w:rsidR="00A3083E" w:rsidRDefault="00A3083E" w:rsidP="00A3083E">
      <w:pPr>
        <w:pStyle w:val="Prrafodelista"/>
        <w:numPr>
          <w:ilvl w:val="0"/>
          <w:numId w:val="86"/>
        </w:numPr>
        <w:ind w:left="993" w:hanging="284"/>
      </w:pPr>
      <w:r>
        <w:t>Actividad preponderante, giro principal y sector al que pertenece.</w:t>
      </w:r>
    </w:p>
    <w:p w14:paraId="082D0023" w14:textId="77777777" w:rsidR="00A3083E" w:rsidRDefault="00A3083E" w:rsidP="00A3083E">
      <w:pPr>
        <w:pStyle w:val="Prrafodelista"/>
        <w:numPr>
          <w:ilvl w:val="0"/>
          <w:numId w:val="86"/>
        </w:numPr>
        <w:ind w:left="993" w:hanging="284"/>
      </w:pPr>
      <w:r>
        <w:t>Objeto Social.</w:t>
      </w:r>
    </w:p>
    <w:p w14:paraId="416AED52" w14:textId="77777777" w:rsidR="00A3083E" w:rsidRDefault="00A3083E" w:rsidP="00A3083E">
      <w:pPr>
        <w:pStyle w:val="Prrafodelista"/>
        <w:numPr>
          <w:ilvl w:val="0"/>
          <w:numId w:val="86"/>
        </w:numPr>
        <w:ind w:left="993" w:hanging="284"/>
      </w:pPr>
      <w:r>
        <w:t>Cámaras o asociaciones a las que está afiliada.</w:t>
      </w:r>
    </w:p>
    <w:p w14:paraId="3E1F3BE1" w14:textId="77777777" w:rsidR="00A3083E" w:rsidRDefault="00A3083E" w:rsidP="00A3083E">
      <w:pPr>
        <w:pStyle w:val="Prrafodelista"/>
        <w:numPr>
          <w:ilvl w:val="0"/>
          <w:numId w:val="47"/>
        </w:numPr>
      </w:pPr>
      <w:r>
        <w:t xml:space="preserve">Deberá presentar copia certificada del acta constitutiva de la solicitante y de las últimas modificaciones, con la cual se acredite la legal existencia de </w:t>
      </w:r>
      <w:r w:rsidR="001143A5">
        <w:t>esta</w:t>
      </w:r>
      <w:r>
        <w:t>.</w:t>
      </w:r>
    </w:p>
    <w:p w14:paraId="4F48FF74" w14:textId="77777777" w:rsidR="00A3083E" w:rsidRDefault="00A3083E" w:rsidP="00A3083E">
      <w:pPr>
        <w:pStyle w:val="Prrafodelista"/>
        <w:numPr>
          <w:ilvl w:val="0"/>
          <w:numId w:val="47"/>
        </w:numPr>
      </w:pPr>
      <w:r>
        <w:t>Si la solicitud es presentada por una cámara o asociación que agrupa a productores de la mercancía nacional, deberá incluir los siguientes datos para cada uno de sus afiliados:</w:t>
      </w:r>
    </w:p>
    <w:p w14:paraId="3E7CE161" w14:textId="77777777" w:rsidR="00A3083E" w:rsidRDefault="00A3083E" w:rsidP="00A3083E">
      <w:pPr>
        <w:pStyle w:val="Prrafodelista"/>
        <w:numPr>
          <w:ilvl w:val="0"/>
          <w:numId w:val="87"/>
        </w:numPr>
        <w:ind w:left="993" w:hanging="284"/>
      </w:pPr>
      <w:r>
        <w:t>Número de asociados.</w:t>
      </w:r>
    </w:p>
    <w:p w14:paraId="57DF10B7" w14:textId="77777777" w:rsidR="00A3083E" w:rsidRDefault="00A3083E" w:rsidP="00A3083E">
      <w:pPr>
        <w:pStyle w:val="Prrafodelista"/>
        <w:numPr>
          <w:ilvl w:val="0"/>
          <w:numId w:val="87"/>
        </w:numPr>
        <w:ind w:left="993" w:hanging="284"/>
      </w:pPr>
      <w:r>
        <w:t>Denominación o razón social.</w:t>
      </w:r>
    </w:p>
    <w:p w14:paraId="23912B74" w14:textId="77777777" w:rsidR="00A3083E" w:rsidRDefault="00A3083E" w:rsidP="00A3083E">
      <w:pPr>
        <w:pStyle w:val="Prrafodelista"/>
        <w:numPr>
          <w:ilvl w:val="0"/>
          <w:numId w:val="87"/>
        </w:numPr>
        <w:ind w:left="993" w:hanging="284"/>
      </w:pPr>
      <w:r>
        <w:t>Actividad preponderante, giro principal y sector al que pertenece.</w:t>
      </w:r>
    </w:p>
    <w:p w14:paraId="133CB4FE" w14:textId="5CCE3678" w:rsidR="00A3083E" w:rsidRDefault="00A3083E" w:rsidP="00A3083E">
      <w:pPr>
        <w:pStyle w:val="Prrafodelista"/>
        <w:numPr>
          <w:ilvl w:val="0"/>
          <w:numId w:val="87"/>
        </w:numPr>
        <w:ind w:left="993" w:hanging="284"/>
      </w:pPr>
      <w:r>
        <w:t>Domicilio</w:t>
      </w:r>
      <w:r w:rsidR="00B07466">
        <w:t xml:space="preserve"> </w:t>
      </w:r>
      <w:r w:rsidR="001E1C11" w:rsidRPr="00DD7485">
        <w:t xml:space="preserve">(incluyendo calle, número, </w:t>
      </w:r>
      <w:r w:rsidR="001E1C11">
        <w:t>localidad</w:t>
      </w:r>
      <w:r w:rsidR="001E1C11" w:rsidRPr="00DD7485">
        <w:t xml:space="preserve"> y código postal).</w:t>
      </w:r>
    </w:p>
    <w:p w14:paraId="1AF8426D" w14:textId="77777777" w:rsidR="00A3083E" w:rsidRDefault="00A3083E" w:rsidP="00A3083E">
      <w:pPr>
        <w:pStyle w:val="Prrafodelista"/>
        <w:numPr>
          <w:ilvl w:val="0"/>
          <w:numId w:val="87"/>
        </w:numPr>
        <w:ind w:left="993" w:hanging="284"/>
      </w:pPr>
      <w:r>
        <w:t>Teléfono.</w:t>
      </w:r>
    </w:p>
    <w:p w14:paraId="41191462" w14:textId="77777777" w:rsidR="00A3083E" w:rsidRDefault="00A3083E" w:rsidP="00A3083E">
      <w:pPr>
        <w:pStyle w:val="Prrafodelista"/>
        <w:numPr>
          <w:ilvl w:val="0"/>
          <w:numId w:val="87"/>
        </w:numPr>
        <w:ind w:left="993" w:hanging="284"/>
      </w:pPr>
      <w:r>
        <w:t>Correo electrónico para recibir notificaciones.</w:t>
      </w:r>
    </w:p>
    <w:p w14:paraId="7A2FC3B2" w14:textId="77777777" w:rsidR="00A3083E" w:rsidRDefault="00A3083E" w:rsidP="00A3083E">
      <w:pPr>
        <w:pStyle w:val="Prrafodelista"/>
        <w:numPr>
          <w:ilvl w:val="0"/>
          <w:numId w:val="87"/>
        </w:numPr>
        <w:ind w:left="993" w:hanging="284"/>
      </w:pPr>
      <w:r>
        <w:t>Las cámaras o asociaciones deberán acreditar el carácter de representante de la rama de producción nacional.</w:t>
      </w:r>
    </w:p>
    <w:p w14:paraId="15738A8A" w14:textId="77777777" w:rsidR="00A3083E" w:rsidRDefault="00A3083E" w:rsidP="00A3083E">
      <w:pPr>
        <w:pStyle w:val="Prrafodelista"/>
        <w:numPr>
          <w:ilvl w:val="0"/>
          <w:numId w:val="47"/>
        </w:numPr>
      </w:pPr>
      <w:r>
        <w:t>En caso de que la solicitud esté apoyada por otros productores nacionales, deberá presentar las cartas de apoyo correspondientes, las cuales deberán contener como mínimo los siguientes requisitos:</w:t>
      </w:r>
    </w:p>
    <w:p w14:paraId="0C9681D0" w14:textId="77777777" w:rsidR="00A3083E" w:rsidRDefault="00A3083E" w:rsidP="00A3083E">
      <w:pPr>
        <w:pStyle w:val="Prrafodelista"/>
        <w:numPr>
          <w:ilvl w:val="0"/>
          <w:numId w:val="88"/>
        </w:numPr>
        <w:ind w:left="993" w:hanging="284"/>
      </w:pPr>
      <w:r>
        <w:lastRenderedPageBreak/>
        <w:t>Membrete y sello de la empresa.</w:t>
      </w:r>
    </w:p>
    <w:p w14:paraId="04FECC74" w14:textId="77777777" w:rsidR="00A3083E" w:rsidRDefault="00A3083E" w:rsidP="00A3083E">
      <w:pPr>
        <w:pStyle w:val="Prrafodelista"/>
        <w:numPr>
          <w:ilvl w:val="0"/>
          <w:numId w:val="88"/>
        </w:numPr>
        <w:ind w:left="993" w:hanging="284"/>
      </w:pPr>
      <w:r>
        <w:t>Nombre completo, cargo y firma de algún miembro del consejo de administración o su equivalente con la documentación legal que lo acredite.</w:t>
      </w:r>
    </w:p>
    <w:p w14:paraId="3DF620FC" w14:textId="6E9D33A3" w:rsidR="00A3083E" w:rsidRDefault="00A3083E" w:rsidP="00A3083E">
      <w:pPr>
        <w:pStyle w:val="Prrafodelista"/>
        <w:numPr>
          <w:ilvl w:val="0"/>
          <w:numId w:val="88"/>
        </w:numPr>
        <w:ind w:left="993" w:hanging="284"/>
      </w:pPr>
      <w:r>
        <w:t>Domicilio de la empresa</w:t>
      </w:r>
      <w:r w:rsidR="00B07466">
        <w:t xml:space="preserve"> (</w:t>
      </w:r>
      <w:r w:rsidR="00B07466" w:rsidRPr="006D2D90">
        <w:rPr>
          <w:szCs w:val="24"/>
          <w:lang w:val="es-ES_tradnl" w:eastAsia="en-US"/>
        </w:rPr>
        <w:t>incluyendo calle, número</w:t>
      </w:r>
      <w:r w:rsidR="00B07466">
        <w:rPr>
          <w:szCs w:val="24"/>
          <w:lang w:val="es-ES_tradnl" w:eastAsia="en-US"/>
        </w:rPr>
        <w:t xml:space="preserve"> interior y/o exterior, colonia</w:t>
      </w:r>
      <w:r w:rsidR="00B07466" w:rsidRPr="006D2D90">
        <w:rPr>
          <w:szCs w:val="24"/>
          <w:lang w:val="es-ES_tradnl" w:eastAsia="en-US"/>
        </w:rPr>
        <w:t>, código</w:t>
      </w:r>
      <w:r w:rsidR="00B07466">
        <w:rPr>
          <w:szCs w:val="24"/>
          <w:lang w:val="es-ES_tradnl" w:eastAsia="en-US"/>
        </w:rPr>
        <w:t xml:space="preserve"> postal, municipio, alcaldía y</w:t>
      </w:r>
      <w:r w:rsidR="00B07466" w:rsidRPr="006D2D90">
        <w:rPr>
          <w:szCs w:val="24"/>
          <w:lang w:val="es-ES_tradnl" w:eastAsia="en-US"/>
        </w:rPr>
        <w:t xml:space="preserve"> entidad federativa</w:t>
      </w:r>
      <w:r w:rsidR="00B07466">
        <w:rPr>
          <w:szCs w:val="24"/>
          <w:lang w:val="es-ES_tradnl" w:eastAsia="en-US"/>
        </w:rPr>
        <w:t>)</w:t>
      </w:r>
      <w:r>
        <w:t>.</w:t>
      </w:r>
    </w:p>
    <w:p w14:paraId="265C28C8" w14:textId="77777777" w:rsidR="00A3083E" w:rsidRDefault="00A3083E" w:rsidP="00A3083E">
      <w:pPr>
        <w:pStyle w:val="Prrafodelista"/>
        <w:numPr>
          <w:ilvl w:val="0"/>
          <w:numId w:val="88"/>
        </w:numPr>
        <w:ind w:left="993" w:hanging="284"/>
      </w:pPr>
      <w:r>
        <w:t>Teléfono.</w:t>
      </w:r>
    </w:p>
    <w:p w14:paraId="38955434" w14:textId="77777777" w:rsidR="00A3083E" w:rsidRDefault="00A3083E" w:rsidP="00A3083E">
      <w:pPr>
        <w:pStyle w:val="Prrafodelista"/>
        <w:numPr>
          <w:ilvl w:val="0"/>
          <w:numId w:val="88"/>
        </w:numPr>
        <w:ind w:left="993" w:hanging="284"/>
      </w:pPr>
      <w:r>
        <w:t>Correo electrónico para recibir notificaciones.</w:t>
      </w:r>
    </w:p>
    <w:p w14:paraId="53CC16AC" w14:textId="77777777" w:rsidR="00A3083E" w:rsidRDefault="00A3083E" w:rsidP="00A3083E">
      <w:pPr>
        <w:pStyle w:val="Prrafodelista"/>
        <w:numPr>
          <w:ilvl w:val="0"/>
          <w:numId w:val="88"/>
        </w:numPr>
        <w:ind w:left="993" w:hanging="284"/>
      </w:pPr>
      <w:r>
        <w:t>Manifestación expresa del apoyo a la solicitud de investigación.</w:t>
      </w:r>
    </w:p>
    <w:p w14:paraId="578E9EC6" w14:textId="77777777" w:rsidR="003B059E" w:rsidRPr="00D2567E" w:rsidRDefault="00A3083E" w:rsidP="00C400D6">
      <w:pPr>
        <w:pStyle w:val="Prrafodelista"/>
        <w:numPr>
          <w:ilvl w:val="0"/>
          <w:numId w:val="88"/>
        </w:numPr>
        <w:ind w:left="993" w:hanging="284"/>
      </w:pPr>
      <w:r>
        <w:t>Cualquier otro dato que ayude a constatar el apoyo de la empresa a la investigación.</w:t>
      </w:r>
    </w:p>
    <w:p w14:paraId="156DE70D" w14:textId="77777777" w:rsidR="003B059E" w:rsidRPr="00F5302F"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9" w:name="_Toc169191777"/>
      <w:r w:rsidRPr="00F5302F">
        <w:rPr>
          <w:rFonts w:eastAsiaTheme="minorHAnsi" w:cs="Tahoma"/>
          <w:bCs/>
          <w:szCs w:val="22"/>
          <w:lang w:val="es-MX" w:eastAsia="ko-KR"/>
        </w:rPr>
        <w:t xml:space="preserve">Información del </w:t>
      </w:r>
      <w:r w:rsidRPr="00F5302F">
        <w:rPr>
          <w:rFonts w:eastAsiaTheme="minorHAnsi" w:cs="Tahoma"/>
          <w:bCs/>
          <w:szCs w:val="22"/>
          <w:lang w:val="es-MX" w:eastAsia="ko-KR"/>
        </w:rPr>
        <w:tab/>
        <w:t xml:space="preserve">representante legal </w:t>
      </w:r>
      <w:r w:rsidRPr="00F5302F">
        <w:rPr>
          <w:rFonts w:eastAsiaTheme="minorHAnsi" w:cs="Tahoma"/>
          <w:bCs/>
          <w:szCs w:val="22"/>
          <w:lang w:val="es-MX" w:eastAsia="ko-KR"/>
        </w:rPr>
        <w:tab/>
        <w:t>del solicitante</w:t>
      </w:r>
      <w:bookmarkEnd w:id="9"/>
      <w:r w:rsidRPr="00F5302F">
        <w:rPr>
          <w:rFonts w:eastAsiaTheme="minorHAnsi" w:cs="Tahoma"/>
          <w:bCs/>
          <w:szCs w:val="22"/>
          <w:lang w:val="es-MX" w:eastAsia="ko-KR"/>
        </w:rPr>
        <w:t xml:space="preserve"> </w:t>
      </w:r>
    </w:p>
    <w:p w14:paraId="34459E63" w14:textId="77777777" w:rsidR="003B059E" w:rsidRPr="00D2567E" w:rsidRDefault="003B059E" w:rsidP="00A3083E">
      <w:pPr>
        <w:pStyle w:val="Prrafodelista"/>
        <w:numPr>
          <w:ilvl w:val="0"/>
          <w:numId w:val="47"/>
        </w:numPr>
      </w:pPr>
      <w:r w:rsidRPr="00D2567E">
        <w:t xml:space="preserve">Proporcionar la siguiente información y documentación de su representante legal conforme a lo dispuesto por el artículo 51 de la LCE: </w:t>
      </w:r>
    </w:p>
    <w:p w14:paraId="6DDA0C6F" w14:textId="77777777" w:rsidR="003B059E" w:rsidRPr="00D2567E" w:rsidRDefault="003B059E" w:rsidP="001143A5">
      <w:pPr>
        <w:pStyle w:val="Prrafodelista"/>
        <w:numPr>
          <w:ilvl w:val="5"/>
          <w:numId w:val="157"/>
        </w:numPr>
      </w:pPr>
      <w:r w:rsidRPr="00D2567E">
        <w:t>Nombre</w:t>
      </w:r>
      <w:r>
        <w:t xml:space="preserve"> completo</w:t>
      </w:r>
      <w:r w:rsidRPr="00D2567E">
        <w:t xml:space="preserve">. </w:t>
      </w:r>
    </w:p>
    <w:p w14:paraId="611C01AC" w14:textId="3426E285" w:rsidR="003B059E" w:rsidRPr="00D2567E" w:rsidRDefault="003B059E" w:rsidP="001143A5">
      <w:pPr>
        <w:pStyle w:val="Prrafodelista"/>
        <w:numPr>
          <w:ilvl w:val="5"/>
          <w:numId w:val="157"/>
        </w:numPr>
      </w:pPr>
      <w:r w:rsidRPr="00D2567E">
        <w:t>Domicilio</w:t>
      </w:r>
      <w:r>
        <w:t xml:space="preserve"> </w:t>
      </w:r>
      <w:r w:rsidR="001E1C11" w:rsidRPr="00DD7485">
        <w:t xml:space="preserve">(incluyendo calle, número, </w:t>
      </w:r>
      <w:r w:rsidR="001E1C11">
        <w:t>localidad</w:t>
      </w:r>
      <w:r w:rsidR="001E1C11" w:rsidRPr="00DD7485">
        <w:t xml:space="preserve"> y código postal).</w:t>
      </w:r>
    </w:p>
    <w:p w14:paraId="0A790D5D" w14:textId="77777777" w:rsidR="003B059E" w:rsidRDefault="003B059E" w:rsidP="001143A5">
      <w:pPr>
        <w:pStyle w:val="Prrafodelista"/>
        <w:numPr>
          <w:ilvl w:val="5"/>
          <w:numId w:val="157"/>
        </w:numPr>
      </w:pPr>
      <w:r w:rsidRPr="00D2567E">
        <w:t>Teléfono</w:t>
      </w:r>
      <w:r>
        <w:t>.</w:t>
      </w:r>
    </w:p>
    <w:p w14:paraId="61024F26" w14:textId="77777777" w:rsidR="003B059E" w:rsidRPr="00D2567E" w:rsidRDefault="003B059E" w:rsidP="001143A5">
      <w:pPr>
        <w:pStyle w:val="Prrafodelista"/>
        <w:numPr>
          <w:ilvl w:val="5"/>
          <w:numId w:val="157"/>
        </w:numPr>
      </w:pPr>
      <w:r>
        <w:t>C</w:t>
      </w:r>
      <w:r w:rsidRPr="00D2567E">
        <w:t xml:space="preserve">orreo electrónico. </w:t>
      </w:r>
    </w:p>
    <w:p w14:paraId="30A33EA5" w14:textId="77777777" w:rsidR="003B059E" w:rsidRPr="00D2567E" w:rsidRDefault="003B059E" w:rsidP="001143A5">
      <w:pPr>
        <w:pStyle w:val="Prrafodelista"/>
        <w:numPr>
          <w:ilvl w:val="5"/>
          <w:numId w:val="157"/>
        </w:numPr>
      </w:pPr>
      <w:r w:rsidRPr="00D2567E">
        <w:t>Copia de su identificación oficial</w:t>
      </w:r>
      <w:r>
        <w:t xml:space="preserve"> vigente</w:t>
      </w:r>
      <w:r w:rsidRPr="00D2567E">
        <w:t xml:space="preserve"> (en caso de pertenecer al consejo de administración de la empresa). </w:t>
      </w:r>
    </w:p>
    <w:p w14:paraId="01A7119E" w14:textId="77777777" w:rsidR="007D0E9F" w:rsidRDefault="003B059E" w:rsidP="001143A5">
      <w:pPr>
        <w:pStyle w:val="Prrafodelista"/>
        <w:numPr>
          <w:ilvl w:val="5"/>
          <w:numId w:val="157"/>
        </w:numPr>
      </w:pPr>
      <w:r w:rsidRPr="00D2567E">
        <w:t xml:space="preserve">Copia certificada </w:t>
      </w:r>
      <w:r w:rsidRPr="00A73FF8">
        <w:t>de la cédula profesional</w:t>
      </w:r>
    </w:p>
    <w:p w14:paraId="015B8D6E" w14:textId="77777777" w:rsidR="00F5302F" w:rsidRPr="00F5302F" w:rsidRDefault="00F5302F" w:rsidP="00F5302F">
      <w:pPr>
        <w:pStyle w:val="Prrafodelista"/>
        <w:numPr>
          <w:ilvl w:val="0"/>
          <w:numId w:val="146"/>
        </w:numPr>
        <w:spacing w:before="0" w:after="160" w:line="259" w:lineRule="auto"/>
        <w:ind w:left="714" w:hanging="357"/>
        <w:contextualSpacing/>
        <w:outlineLvl w:val="0"/>
        <w:rPr>
          <w:b/>
          <w:bCs/>
        </w:rPr>
      </w:pPr>
      <w:bookmarkStart w:id="10" w:name="_Toc169191778"/>
      <w:r w:rsidRPr="00F5302F">
        <w:rPr>
          <w:b/>
          <w:bCs/>
        </w:rPr>
        <w:t>Aspectos generales sobre la salvaguarda</w:t>
      </w:r>
      <w:bookmarkEnd w:id="10"/>
    </w:p>
    <w:p w14:paraId="304D5CD3" w14:textId="77777777" w:rsidR="00A3083E" w:rsidRPr="00F5302F" w:rsidRDefault="00C400D6" w:rsidP="00F5302F">
      <w:pPr>
        <w:pStyle w:val="Ttulo"/>
        <w:keepLines/>
        <w:widowControl/>
        <w:numPr>
          <w:ilvl w:val="0"/>
          <w:numId w:val="156"/>
        </w:numPr>
        <w:ind w:left="1843"/>
        <w:jc w:val="both"/>
        <w:outlineLvl w:val="1"/>
        <w:rPr>
          <w:rFonts w:eastAsiaTheme="minorHAnsi" w:cs="Tahoma"/>
          <w:bCs/>
          <w:szCs w:val="22"/>
          <w:lang w:eastAsia="ko-KR"/>
        </w:rPr>
      </w:pPr>
      <w:bookmarkStart w:id="11" w:name="_Toc169191779"/>
      <w:r w:rsidRPr="00F5302F">
        <w:rPr>
          <w:rFonts w:eastAsiaTheme="minorHAnsi" w:cs="Tahoma"/>
          <w:bCs/>
          <w:szCs w:val="22"/>
          <w:lang w:eastAsia="ko-KR"/>
        </w:rPr>
        <w:t>Producto objeto de análisis o investigado</w:t>
      </w:r>
      <w:bookmarkEnd w:id="11"/>
      <w:r w:rsidR="00A3083E" w:rsidRPr="00F5302F">
        <w:rPr>
          <w:rFonts w:eastAsiaTheme="minorHAnsi" w:cs="Tahoma"/>
          <w:bCs/>
          <w:szCs w:val="22"/>
          <w:lang w:eastAsia="ko-KR"/>
        </w:rPr>
        <w:t xml:space="preserve"> </w:t>
      </w:r>
    </w:p>
    <w:p w14:paraId="22EEE1E8" w14:textId="77777777" w:rsidR="00A3083E" w:rsidRPr="00D2567E" w:rsidRDefault="00A3083E" w:rsidP="00A3083E">
      <w:pPr>
        <w:pStyle w:val="Prrafodelista"/>
        <w:numPr>
          <w:ilvl w:val="0"/>
          <w:numId w:val="47"/>
        </w:numPr>
      </w:pPr>
      <w:r w:rsidRPr="00D2567E">
        <w:t xml:space="preserve">Conforme al artículo 118 fracción VII del RLCE, </w:t>
      </w:r>
      <w:r w:rsidRPr="00C21E79">
        <w:t xml:space="preserve">para que su solicitud de investigación pueda ser atendida, deberá proporcionar la descripción completa del producto objeto de análisis, acompañando las especificaciones y características comparativamente con </w:t>
      </w:r>
      <w:r>
        <w:t>el</w:t>
      </w:r>
      <w:r w:rsidRPr="00C21E79">
        <w:t xml:space="preserve"> de producción nacional y los demás datos que la individualicen. </w:t>
      </w:r>
      <w:r w:rsidRPr="00D2567E">
        <w:t xml:space="preserve"> </w:t>
      </w:r>
      <w:r w:rsidR="00625B25" w:rsidRPr="00F56DDB">
        <w:t>Es importante que la información que responda en los puntos subsecuentes sea consistente para evitar contradicciones. Deberá proporcionar lo siguiente:</w:t>
      </w:r>
    </w:p>
    <w:p w14:paraId="32293C48" w14:textId="77777777" w:rsidR="00A3083E" w:rsidRPr="001857FE" w:rsidRDefault="00A3083E" w:rsidP="00A3083E">
      <w:pPr>
        <w:pStyle w:val="Ttulo"/>
        <w:numPr>
          <w:ilvl w:val="0"/>
          <w:numId w:val="55"/>
        </w:numPr>
        <w:ind w:left="993" w:hanging="283"/>
        <w:jc w:val="both"/>
        <w:rPr>
          <w:b w:val="0"/>
        </w:rPr>
      </w:pPr>
      <w:r w:rsidRPr="001857FE">
        <w:rPr>
          <w:b w:val="0"/>
        </w:rPr>
        <w:t>Identifique claramente cuál es producto</w:t>
      </w:r>
      <w:r>
        <w:rPr>
          <w:b w:val="0"/>
        </w:rPr>
        <w:t xml:space="preserve"> objeto de análisis</w:t>
      </w:r>
      <w:r w:rsidRPr="001857FE">
        <w:rPr>
          <w:b w:val="0"/>
        </w:rPr>
        <w:t>.</w:t>
      </w:r>
    </w:p>
    <w:p w14:paraId="72FA5698" w14:textId="77777777" w:rsidR="00A3083E" w:rsidRPr="001857FE" w:rsidRDefault="00A3083E" w:rsidP="00A3083E">
      <w:pPr>
        <w:pStyle w:val="Ttulo"/>
        <w:numPr>
          <w:ilvl w:val="0"/>
          <w:numId w:val="55"/>
        </w:numPr>
        <w:ind w:left="993" w:hanging="283"/>
        <w:jc w:val="both"/>
        <w:rPr>
          <w:b w:val="0"/>
        </w:rPr>
      </w:pPr>
      <w:r w:rsidRPr="001857FE">
        <w:rPr>
          <w:b w:val="0"/>
        </w:rPr>
        <w:t>Nombre g</w:t>
      </w:r>
      <w:r w:rsidRPr="00286EA4">
        <w:rPr>
          <w:b w:val="0"/>
        </w:rPr>
        <w:t>enérico del producto objeto de an</w:t>
      </w:r>
      <w:r>
        <w:rPr>
          <w:b w:val="0"/>
        </w:rPr>
        <w:t>álisis</w:t>
      </w:r>
      <w:r w:rsidRPr="001857FE">
        <w:rPr>
          <w:b w:val="0"/>
        </w:rPr>
        <w:t>.</w:t>
      </w:r>
    </w:p>
    <w:p w14:paraId="08D8E727" w14:textId="77777777" w:rsidR="00A3083E" w:rsidRPr="001857FE" w:rsidRDefault="00A3083E" w:rsidP="00A3083E">
      <w:pPr>
        <w:pStyle w:val="Ttulo"/>
        <w:numPr>
          <w:ilvl w:val="0"/>
          <w:numId w:val="55"/>
        </w:numPr>
        <w:ind w:left="993" w:hanging="283"/>
        <w:jc w:val="both"/>
        <w:rPr>
          <w:b w:val="0"/>
        </w:rPr>
      </w:pPr>
      <w:r w:rsidRPr="001857FE">
        <w:rPr>
          <w:b w:val="0"/>
        </w:rPr>
        <w:t xml:space="preserve">Nombre comercial y/o técnico con el cual se conoce al producto objeto de </w:t>
      </w:r>
      <w:r>
        <w:rPr>
          <w:b w:val="0"/>
        </w:rPr>
        <w:t>análisis</w:t>
      </w:r>
      <w:r w:rsidRPr="001857FE">
        <w:rPr>
          <w:b w:val="0"/>
        </w:rPr>
        <w:t>.</w:t>
      </w:r>
    </w:p>
    <w:p w14:paraId="0428863C" w14:textId="77777777" w:rsidR="00A3083E" w:rsidRDefault="00A3083E" w:rsidP="00A3083E">
      <w:pPr>
        <w:pStyle w:val="Ttulo"/>
        <w:numPr>
          <w:ilvl w:val="0"/>
          <w:numId w:val="55"/>
        </w:numPr>
        <w:ind w:left="993" w:hanging="283"/>
        <w:jc w:val="both"/>
        <w:rPr>
          <w:b w:val="0"/>
        </w:rPr>
      </w:pPr>
      <w:r w:rsidRPr="001857FE">
        <w:rPr>
          <w:b w:val="0"/>
        </w:rPr>
        <w:t xml:space="preserve">Características y composición que constituyen la descripción del producto objeto de </w:t>
      </w:r>
      <w:r>
        <w:rPr>
          <w:b w:val="0"/>
        </w:rPr>
        <w:t>análisis</w:t>
      </w:r>
      <w:r w:rsidRPr="001857FE">
        <w:rPr>
          <w:b w:val="0"/>
        </w:rPr>
        <w:t xml:space="preserve">. Considere en su respuesta las características físicas, químicas u organolépticas, la unidad de medida, las especificaciones o parámetros mínimos y máximos que debe cumplir </w:t>
      </w:r>
      <w:r>
        <w:rPr>
          <w:b w:val="0"/>
        </w:rPr>
        <w:t>el producto</w:t>
      </w:r>
      <w:r w:rsidRPr="001857FE">
        <w:rPr>
          <w:b w:val="0"/>
        </w:rPr>
        <w:t>.</w:t>
      </w:r>
    </w:p>
    <w:p w14:paraId="21B24EB7" w14:textId="77777777" w:rsidR="007D0E9F" w:rsidRPr="001143A5" w:rsidRDefault="00A3083E" w:rsidP="00A73FF8">
      <w:pPr>
        <w:pStyle w:val="Ttulo"/>
        <w:numPr>
          <w:ilvl w:val="0"/>
          <w:numId w:val="55"/>
        </w:numPr>
        <w:ind w:left="993" w:hanging="283"/>
        <w:jc w:val="both"/>
      </w:pPr>
      <w:r w:rsidRPr="00286EA4">
        <w:rPr>
          <w:b w:val="0"/>
        </w:rPr>
        <w:t>Las normas aplicable</w:t>
      </w:r>
      <w:r>
        <w:rPr>
          <w:b w:val="0"/>
        </w:rPr>
        <w:t>s que debe cumplir el producto objeto de análisis</w:t>
      </w:r>
      <w:r w:rsidRPr="00286EA4">
        <w:rPr>
          <w:b w:val="0"/>
        </w:rPr>
        <w:t>, tales como NOM, ASTM u otras, así como otros elementos que considere pertinentes</w:t>
      </w:r>
      <w:r w:rsidR="00A73FF8" w:rsidRPr="00286EA4">
        <w:rPr>
          <w:b w:val="0"/>
        </w:rPr>
        <w:t>.</w:t>
      </w:r>
    </w:p>
    <w:p w14:paraId="50828EAF" w14:textId="77777777" w:rsidR="00A3083E" w:rsidRPr="00C400D6" w:rsidRDefault="00A3083E" w:rsidP="00C400D6">
      <w:pPr>
        <w:pStyle w:val="Ttulo"/>
        <w:numPr>
          <w:ilvl w:val="0"/>
          <w:numId w:val="55"/>
        </w:numPr>
        <w:ind w:left="993" w:hanging="283"/>
        <w:jc w:val="both"/>
        <w:rPr>
          <w:b w:val="0"/>
          <w:bCs/>
        </w:rPr>
      </w:pPr>
      <w:r w:rsidRPr="00C400D6">
        <w:rPr>
          <w:b w:val="0"/>
          <w:bCs/>
        </w:rPr>
        <w:t xml:space="preserve">Las funciones y los usos del producto objeto de análisis. </w:t>
      </w:r>
    </w:p>
    <w:p w14:paraId="3BA89F00" w14:textId="77777777" w:rsidR="00A3083E" w:rsidRPr="00C400D6" w:rsidRDefault="00A3083E" w:rsidP="00C400D6">
      <w:pPr>
        <w:pStyle w:val="Ttulo"/>
        <w:numPr>
          <w:ilvl w:val="0"/>
          <w:numId w:val="55"/>
        </w:numPr>
        <w:ind w:left="993" w:hanging="283"/>
        <w:jc w:val="both"/>
        <w:rPr>
          <w:b w:val="0"/>
          <w:bCs/>
        </w:rPr>
      </w:pPr>
      <w:r w:rsidRPr="00C400D6">
        <w:rPr>
          <w:b w:val="0"/>
          <w:bCs/>
        </w:rPr>
        <w:t xml:space="preserve">Los insumos utilizados en la elaboración del producto objeto de análisis. </w:t>
      </w:r>
    </w:p>
    <w:p w14:paraId="4EE88B28" w14:textId="77777777" w:rsidR="00A3083E" w:rsidRPr="00C400D6" w:rsidRDefault="00A3083E" w:rsidP="00C400D6">
      <w:pPr>
        <w:pStyle w:val="Ttulo"/>
        <w:numPr>
          <w:ilvl w:val="0"/>
          <w:numId w:val="55"/>
        </w:numPr>
        <w:ind w:left="993" w:hanging="283"/>
        <w:jc w:val="both"/>
        <w:rPr>
          <w:b w:val="0"/>
          <w:bCs/>
        </w:rPr>
      </w:pPr>
      <w:r w:rsidRPr="00C400D6">
        <w:rPr>
          <w:b w:val="0"/>
          <w:bCs/>
        </w:rPr>
        <w:t xml:space="preserve">La descripción detallada del proceso de producción del producto objeto de análisis; además, anexar un esquema ilustrativo o diagrama de flujo </w:t>
      </w:r>
      <w:r w:rsidR="00C400D6" w:rsidRPr="00C400D6">
        <w:rPr>
          <w:b w:val="0"/>
          <w:bCs/>
        </w:rPr>
        <w:t>de este</w:t>
      </w:r>
      <w:r w:rsidRPr="00C400D6">
        <w:rPr>
          <w:b w:val="0"/>
          <w:bCs/>
        </w:rPr>
        <w:t xml:space="preserve">. </w:t>
      </w:r>
    </w:p>
    <w:p w14:paraId="4A2F544C" w14:textId="0C69D66E" w:rsidR="00A3083E" w:rsidRPr="00C400D6" w:rsidRDefault="00A3083E" w:rsidP="00C400D6">
      <w:pPr>
        <w:pStyle w:val="Ttulo"/>
        <w:numPr>
          <w:ilvl w:val="0"/>
          <w:numId w:val="55"/>
        </w:numPr>
        <w:ind w:left="993" w:hanging="283"/>
        <w:jc w:val="both"/>
        <w:rPr>
          <w:b w:val="0"/>
          <w:bCs/>
        </w:rPr>
      </w:pPr>
      <w:r w:rsidRPr="00C400D6">
        <w:rPr>
          <w:b w:val="0"/>
          <w:bCs/>
        </w:rPr>
        <w:lastRenderedPageBreak/>
        <w:t xml:space="preserve">Presentar pruebas que demuestren que el producto investigado cumple con las características señaladas en la respuesta al inciso </w:t>
      </w:r>
      <w:r w:rsidR="00A159D7">
        <w:rPr>
          <w:b w:val="0"/>
          <w:bCs/>
        </w:rPr>
        <w:t>D</w:t>
      </w:r>
      <w:r w:rsidRPr="00C400D6">
        <w:rPr>
          <w:b w:val="0"/>
          <w:bCs/>
        </w:rPr>
        <w:t xml:space="preserve"> de esta pregunta (por ejemplo: resultados de análisis de laboratorio, certificados de análisis, hojas de especificaciones, catálogos, entre otros.). </w:t>
      </w:r>
    </w:p>
    <w:p w14:paraId="14C1CE7D" w14:textId="6E31ED4F" w:rsidR="00A3083E" w:rsidRPr="00C400D6" w:rsidRDefault="00A3083E" w:rsidP="00C400D6">
      <w:pPr>
        <w:pStyle w:val="Ttulo"/>
        <w:numPr>
          <w:ilvl w:val="0"/>
          <w:numId w:val="55"/>
        </w:numPr>
        <w:ind w:left="993" w:hanging="283"/>
        <w:jc w:val="both"/>
        <w:rPr>
          <w:b w:val="0"/>
          <w:bCs/>
        </w:rPr>
      </w:pPr>
      <w:r w:rsidRPr="00C400D6">
        <w:rPr>
          <w:b w:val="0"/>
          <w:bCs/>
        </w:rPr>
        <w:t xml:space="preserve">Presentar pruebas que demuestren que el producto nacional cumple con las características señaladas en la respuesta al inciso </w:t>
      </w:r>
      <w:r w:rsidR="00A159D7">
        <w:rPr>
          <w:b w:val="0"/>
          <w:bCs/>
        </w:rPr>
        <w:t>D</w:t>
      </w:r>
      <w:r w:rsidRPr="00C400D6">
        <w:rPr>
          <w:b w:val="0"/>
          <w:bCs/>
        </w:rPr>
        <w:t xml:space="preserve"> de esta pregunta (por ejemplo: resultados de análisis de laboratorio, certificados de análisis, hojas de especificaciones, entre otros.). </w:t>
      </w:r>
    </w:p>
    <w:p w14:paraId="6A1B53F2" w14:textId="77777777" w:rsidR="00A3083E" w:rsidRPr="00C400D6" w:rsidRDefault="00A3083E" w:rsidP="00C400D6">
      <w:pPr>
        <w:pStyle w:val="Ttulo"/>
        <w:numPr>
          <w:ilvl w:val="0"/>
          <w:numId w:val="55"/>
        </w:numPr>
        <w:ind w:left="993" w:hanging="283"/>
        <w:jc w:val="both"/>
        <w:rPr>
          <w:b w:val="0"/>
          <w:bCs/>
        </w:rPr>
      </w:pPr>
      <w:r w:rsidRPr="00C400D6">
        <w:rPr>
          <w:b w:val="0"/>
          <w:bCs/>
        </w:rPr>
        <w:t xml:space="preserve">Si tanto el producto investigado como el producto nacional sirven como insumo para la fabricación de otros productos, señalar cuáles son estos. </w:t>
      </w:r>
    </w:p>
    <w:p w14:paraId="35705025" w14:textId="77777777" w:rsidR="00A3083E" w:rsidRPr="00C400D6" w:rsidRDefault="00A3083E" w:rsidP="00C400D6">
      <w:pPr>
        <w:pStyle w:val="Ttulo"/>
        <w:numPr>
          <w:ilvl w:val="0"/>
          <w:numId w:val="55"/>
        </w:numPr>
        <w:ind w:left="993" w:hanging="283"/>
        <w:jc w:val="both"/>
        <w:rPr>
          <w:b w:val="0"/>
          <w:bCs/>
        </w:rPr>
      </w:pPr>
      <w:r w:rsidRPr="00C400D6">
        <w:rPr>
          <w:b w:val="0"/>
          <w:bCs/>
        </w:rPr>
        <w:t xml:space="preserve">Presentar un análisis comparativo entre los insumos utilizados y procesos de producción empleados tanto del producto investigado como del producto nacional. En su caso, explicar si las diferencias repercuten en la similitud de ambos productos.  </w:t>
      </w:r>
    </w:p>
    <w:p w14:paraId="30BF5E21" w14:textId="77777777" w:rsidR="00A3083E" w:rsidRDefault="00A3083E" w:rsidP="00C400D6">
      <w:pPr>
        <w:pStyle w:val="Ttulo"/>
        <w:numPr>
          <w:ilvl w:val="0"/>
          <w:numId w:val="55"/>
        </w:numPr>
        <w:ind w:left="993" w:hanging="283"/>
        <w:jc w:val="both"/>
        <w:rPr>
          <w:b w:val="0"/>
          <w:bCs/>
        </w:rPr>
      </w:pPr>
      <w:r w:rsidRPr="00C400D6">
        <w:rPr>
          <w:b w:val="0"/>
          <w:bCs/>
        </w:rPr>
        <w:t xml:space="preserve">Explicar, en su caso, en qué consisten las similitudes y diferencias existentes entre ambos productos. </w:t>
      </w:r>
    </w:p>
    <w:p w14:paraId="388AE4CA" w14:textId="77777777" w:rsidR="001052AD" w:rsidRDefault="001052AD" w:rsidP="00F338D4">
      <w:pPr>
        <w:pStyle w:val="Prrafodelista"/>
        <w:numPr>
          <w:ilvl w:val="0"/>
          <w:numId w:val="47"/>
        </w:numPr>
      </w:pPr>
      <w:r w:rsidRPr="00F56DDB">
        <w:t xml:space="preserve">Elabore de manera detallada un análisis comparativo entre el producto objeto de investigación y el producto </w:t>
      </w:r>
      <w:r w:rsidR="00E47B14">
        <w:t>nacional</w:t>
      </w:r>
      <w:r w:rsidRPr="00F56DDB">
        <w:t>. Utilice el siguiente cuadro y anexe las pruebas que sustenten sus afirmaciones (por ejemplo: resultados de análisis de laboratorio, certificados de análisis, hojas de especificaciones, listas de clientes, etc.).</w:t>
      </w:r>
    </w:p>
    <w:p w14:paraId="4377FA31" w14:textId="66BC763D" w:rsidR="001052AD" w:rsidRPr="00F56DDB" w:rsidRDefault="001052AD" w:rsidP="00F338D4">
      <w:pPr>
        <w:pStyle w:val="Descripcin"/>
        <w:keepNext/>
        <w:jc w:val="center"/>
        <w:rPr>
          <w:rFonts w:ascii="Montserrat" w:hAnsi="Montserrat"/>
          <w:b/>
          <w:i w:val="0"/>
          <w:color w:val="auto"/>
        </w:rPr>
      </w:pPr>
      <w:r w:rsidRPr="00F338D4">
        <w:rPr>
          <w:rFonts w:ascii="Montserrat" w:hAnsi="Montserrat"/>
          <w:b/>
          <w:i w:val="0"/>
          <w:color w:val="auto"/>
        </w:rPr>
        <w:t xml:space="preserve">Cuadro </w:t>
      </w:r>
      <w:r w:rsidRPr="00F338D4">
        <w:rPr>
          <w:rFonts w:ascii="Montserrat" w:hAnsi="Montserrat"/>
          <w:b/>
          <w:i w:val="0"/>
          <w:color w:val="auto"/>
        </w:rPr>
        <w:fldChar w:fldCharType="begin"/>
      </w:r>
      <w:r w:rsidRPr="00F338D4">
        <w:rPr>
          <w:rFonts w:ascii="Montserrat" w:hAnsi="Montserrat"/>
          <w:b/>
          <w:i w:val="0"/>
          <w:color w:val="auto"/>
        </w:rPr>
        <w:instrText xml:space="preserve"> SEQ Cuadro \* ARABIC </w:instrText>
      </w:r>
      <w:r w:rsidRPr="00F338D4">
        <w:rPr>
          <w:rFonts w:ascii="Montserrat" w:hAnsi="Montserrat"/>
          <w:b/>
          <w:i w:val="0"/>
          <w:color w:val="auto"/>
        </w:rPr>
        <w:fldChar w:fldCharType="separate"/>
      </w:r>
      <w:r w:rsidRPr="00F338D4">
        <w:rPr>
          <w:rFonts w:ascii="Montserrat" w:hAnsi="Montserrat"/>
          <w:b/>
          <w:i w:val="0"/>
          <w:noProof/>
          <w:color w:val="auto"/>
        </w:rPr>
        <w:t>2</w:t>
      </w:r>
      <w:r w:rsidRPr="00F338D4">
        <w:rPr>
          <w:rFonts w:ascii="Montserrat" w:hAnsi="Montserrat"/>
          <w:b/>
          <w:i w:val="0"/>
          <w:color w:val="auto"/>
        </w:rPr>
        <w:fldChar w:fldCharType="end"/>
      </w:r>
      <w:r w:rsidRPr="00F338D4">
        <w:rPr>
          <w:rFonts w:ascii="Montserrat" w:hAnsi="Montserrat"/>
          <w:b/>
          <w:i w:val="0"/>
          <w:color w:val="auto"/>
        </w:rPr>
        <w:t>.</w:t>
      </w:r>
      <w:r w:rsidR="00F338D4">
        <w:rPr>
          <w:rFonts w:ascii="Montserrat" w:hAnsi="Montserrat"/>
          <w:b/>
          <w:i w:val="0"/>
          <w:color w:val="auto"/>
        </w:rPr>
        <w:t xml:space="preserve"> Producto objeto de investigación y producto nacional - Comparativa</w:t>
      </w:r>
    </w:p>
    <w:tbl>
      <w:tblPr>
        <w:tblW w:w="9964" w:type="dxa"/>
        <w:jc w:val="center"/>
        <w:tblCellMar>
          <w:left w:w="70" w:type="dxa"/>
          <w:right w:w="70" w:type="dxa"/>
        </w:tblCellMar>
        <w:tblLook w:val="04A0" w:firstRow="1" w:lastRow="0" w:firstColumn="1" w:lastColumn="0" w:noHBand="0" w:noVBand="1"/>
      </w:tblPr>
      <w:tblGrid>
        <w:gridCol w:w="480"/>
        <w:gridCol w:w="3800"/>
        <w:gridCol w:w="2132"/>
        <w:gridCol w:w="1964"/>
        <w:gridCol w:w="1588"/>
      </w:tblGrid>
      <w:tr w:rsidR="001052AD" w:rsidRPr="00F56DDB" w14:paraId="4159FFE1" w14:textId="77777777" w:rsidTr="00625B25">
        <w:trPr>
          <w:trHeight w:val="510"/>
          <w:tblHeader/>
          <w:jc w:val="center"/>
        </w:trPr>
        <w:tc>
          <w:tcPr>
            <w:tcW w:w="480" w:type="dxa"/>
            <w:tcBorders>
              <w:top w:val="single" w:sz="4" w:space="0" w:color="auto"/>
              <w:left w:val="single" w:sz="4" w:space="0" w:color="auto"/>
              <w:bottom w:val="single" w:sz="4" w:space="0" w:color="auto"/>
              <w:right w:val="single" w:sz="4" w:space="0" w:color="auto"/>
            </w:tcBorders>
            <w:shd w:val="clear" w:color="000000" w:fill="691C32"/>
            <w:vAlign w:val="center"/>
            <w:hideMark/>
          </w:tcPr>
          <w:p w14:paraId="6CC5F759" w14:textId="77777777" w:rsidR="001052AD" w:rsidRPr="00F56DDB" w:rsidRDefault="001052AD" w:rsidP="00625B25">
            <w:pPr>
              <w:spacing w:after="0"/>
              <w:jc w:val="center"/>
              <w:rPr>
                <w:rFonts w:cs="Calibri"/>
                <w:b/>
                <w:bCs/>
                <w:color w:val="FFFFFF"/>
                <w:sz w:val="18"/>
                <w:szCs w:val="18"/>
              </w:rPr>
            </w:pPr>
            <w:r w:rsidRPr="00F56DDB">
              <w:rPr>
                <w:rFonts w:cs="Calibri"/>
                <w:b/>
                <w:bCs/>
                <w:color w:val="FFFFFF"/>
                <w:sz w:val="18"/>
                <w:szCs w:val="18"/>
              </w:rPr>
              <w:t xml:space="preserve">No. </w:t>
            </w:r>
          </w:p>
        </w:tc>
        <w:tc>
          <w:tcPr>
            <w:tcW w:w="3800" w:type="dxa"/>
            <w:tcBorders>
              <w:top w:val="single" w:sz="4" w:space="0" w:color="auto"/>
              <w:left w:val="nil"/>
              <w:bottom w:val="single" w:sz="4" w:space="0" w:color="auto"/>
              <w:right w:val="single" w:sz="4" w:space="0" w:color="auto"/>
            </w:tcBorders>
            <w:shd w:val="clear" w:color="000000" w:fill="691C32"/>
            <w:vAlign w:val="center"/>
            <w:hideMark/>
          </w:tcPr>
          <w:p w14:paraId="01AF1177" w14:textId="77777777" w:rsidR="001052AD" w:rsidRPr="00F56DDB" w:rsidRDefault="001052AD" w:rsidP="00625B25">
            <w:pPr>
              <w:spacing w:after="0"/>
              <w:jc w:val="center"/>
              <w:rPr>
                <w:rFonts w:cs="Calibri"/>
                <w:b/>
                <w:bCs/>
                <w:color w:val="FFFFFF"/>
                <w:sz w:val="18"/>
                <w:szCs w:val="18"/>
              </w:rPr>
            </w:pPr>
            <w:r w:rsidRPr="00F56DDB">
              <w:rPr>
                <w:rFonts w:cs="Calibri"/>
                <w:b/>
                <w:bCs/>
                <w:color w:val="FFFFFF"/>
                <w:sz w:val="18"/>
                <w:szCs w:val="18"/>
              </w:rPr>
              <w:t>Concepto</w:t>
            </w:r>
          </w:p>
        </w:tc>
        <w:tc>
          <w:tcPr>
            <w:tcW w:w="2132" w:type="dxa"/>
            <w:tcBorders>
              <w:top w:val="single" w:sz="4" w:space="0" w:color="auto"/>
              <w:left w:val="nil"/>
              <w:bottom w:val="single" w:sz="4" w:space="0" w:color="auto"/>
              <w:right w:val="single" w:sz="4" w:space="0" w:color="auto"/>
            </w:tcBorders>
            <w:shd w:val="clear" w:color="000000" w:fill="691C32"/>
            <w:vAlign w:val="center"/>
            <w:hideMark/>
          </w:tcPr>
          <w:p w14:paraId="343DA6B9" w14:textId="77777777" w:rsidR="001052AD" w:rsidRPr="00F56DDB" w:rsidRDefault="001052AD" w:rsidP="00625B25">
            <w:pPr>
              <w:spacing w:after="0"/>
              <w:jc w:val="center"/>
              <w:rPr>
                <w:rFonts w:cs="Calibri"/>
                <w:b/>
                <w:bCs/>
                <w:color w:val="FFFFFF"/>
                <w:sz w:val="18"/>
                <w:szCs w:val="18"/>
              </w:rPr>
            </w:pPr>
            <w:r w:rsidRPr="00F56DDB">
              <w:rPr>
                <w:rFonts w:cs="Calibri"/>
                <w:b/>
                <w:bCs/>
                <w:color w:val="FFFFFF"/>
                <w:sz w:val="18"/>
                <w:szCs w:val="18"/>
              </w:rPr>
              <w:t>Producto objeto de investigación</w:t>
            </w:r>
          </w:p>
        </w:tc>
        <w:tc>
          <w:tcPr>
            <w:tcW w:w="1964" w:type="dxa"/>
            <w:tcBorders>
              <w:top w:val="single" w:sz="4" w:space="0" w:color="auto"/>
              <w:left w:val="nil"/>
              <w:bottom w:val="single" w:sz="4" w:space="0" w:color="auto"/>
              <w:right w:val="single" w:sz="4" w:space="0" w:color="auto"/>
            </w:tcBorders>
            <w:shd w:val="clear" w:color="000000" w:fill="691C32"/>
            <w:vAlign w:val="center"/>
            <w:hideMark/>
          </w:tcPr>
          <w:p w14:paraId="3C31CC4B" w14:textId="77777777" w:rsidR="001052AD" w:rsidRPr="00F56DDB" w:rsidRDefault="001052AD" w:rsidP="00625B25">
            <w:pPr>
              <w:spacing w:after="0"/>
              <w:jc w:val="center"/>
              <w:rPr>
                <w:rFonts w:cs="Calibri"/>
                <w:b/>
                <w:bCs/>
                <w:color w:val="FFFFFF"/>
                <w:sz w:val="18"/>
                <w:szCs w:val="18"/>
              </w:rPr>
            </w:pPr>
            <w:r w:rsidRPr="00F56DDB">
              <w:rPr>
                <w:rFonts w:cs="Calibri"/>
                <w:b/>
                <w:bCs/>
                <w:color w:val="FFFFFF"/>
                <w:sz w:val="18"/>
                <w:szCs w:val="18"/>
              </w:rPr>
              <w:t>Producto similar</w:t>
            </w:r>
          </w:p>
        </w:tc>
        <w:tc>
          <w:tcPr>
            <w:tcW w:w="1588" w:type="dxa"/>
            <w:tcBorders>
              <w:top w:val="single" w:sz="4" w:space="0" w:color="auto"/>
              <w:left w:val="nil"/>
              <w:bottom w:val="single" w:sz="4" w:space="0" w:color="auto"/>
              <w:right w:val="single" w:sz="4" w:space="0" w:color="auto"/>
            </w:tcBorders>
            <w:shd w:val="clear" w:color="000000" w:fill="691C32"/>
            <w:vAlign w:val="center"/>
          </w:tcPr>
          <w:p w14:paraId="5D7735DB" w14:textId="77777777" w:rsidR="001052AD" w:rsidRPr="00F56DDB" w:rsidRDefault="001052AD" w:rsidP="00625B25">
            <w:pPr>
              <w:spacing w:after="0"/>
              <w:jc w:val="center"/>
              <w:rPr>
                <w:rFonts w:cs="Calibri"/>
                <w:b/>
                <w:bCs/>
                <w:color w:val="FFFFFF"/>
                <w:sz w:val="18"/>
                <w:szCs w:val="18"/>
              </w:rPr>
            </w:pPr>
            <w:r w:rsidRPr="00F56DDB">
              <w:rPr>
                <w:rFonts w:cs="Calibri"/>
                <w:b/>
                <w:bCs/>
                <w:color w:val="FFFFFF"/>
                <w:sz w:val="18"/>
                <w:szCs w:val="18"/>
              </w:rPr>
              <w:t>Anexo de referencia</w:t>
            </w:r>
          </w:p>
        </w:tc>
      </w:tr>
      <w:tr w:rsidR="001052AD" w:rsidRPr="00F56DDB" w14:paraId="37BF265E"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34BA351A"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1</w:t>
            </w:r>
          </w:p>
        </w:tc>
        <w:tc>
          <w:tcPr>
            <w:tcW w:w="3800" w:type="dxa"/>
            <w:tcBorders>
              <w:top w:val="nil"/>
              <w:left w:val="nil"/>
              <w:bottom w:val="single" w:sz="4" w:space="0" w:color="auto"/>
              <w:right w:val="single" w:sz="4" w:space="0" w:color="auto"/>
            </w:tcBorders>
            <w:shd w:val="clear" w:color="auto" w:fill="auto"/>
            <w:noWrap/>
            <w:hideMark/>
          </w:tcPr>
          <w:p w14:paraId="66940288"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Nombre genérico y comercial</w:t>
            </w:r>
          </w:p>
        </w:tc>
        <w:tc>
          <w:tcPr>
            <w:tcW w:w="2132" w:type="dxa"/>
            <w:tcBorders>
              <w:top w:val="nil"/>
              <w:left w:val="nil"/>
              <w:bottom w:val="single" w:sz="4" w:space="0" w:color="auto"/>
              <w:right w:val="single" w:sz="4" w:space="0" w:color="auto"/>
            </w:tcBorders>
            <w:shd w:val="clear" w:color="auto" w:fill="auto"/>
            <w:vAlign w:val="center"/>
            <w:hideMark/>
          </w:tcPr>
          <w:p w14:paraId="5731FE4F"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33F613E9"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0266AB1D" w14:textId="77777777" w:rsidR="001052AD" w:rsidRPr="00F56DDB" w:rsidRDefault="001052AD" w:rsidP="00625B25">
            <w:pPr>
              <w:spacing w:after="0"/>
              <w:rPr>
                <w:rFonts w:cs="Calibri"/>
                <w:color w:val="000000"/>
                <w:sz w:val="18"/>
                <w:szCs w:val="18"/>
              </w:rPr>
            </w:pPr>
          </w:p>
        </w:tc>
      </w:tr>
      <w:tr w:rsidR="001052AD" w:rsidRPr="00F56DDB" w14:paraId="50DB683E"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3B2FABC8"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2</w:t>
            </w:r>
          </w:p>
        </w:tc>
        <w:tc>
          <w:tcPr>
            <w:tcW w:w="3800" w:type="dxa"/>
            <w:tcBorders>
              <w:top w:val="nil"/>
              <w:left w:val="nil"/>
              <w:bottom w:val="single" w:sz="4" w:space="0" w:color="auto"/>
              <w:right w:val="single" w:sz="4" w:space="0" w:color="auto"/>
            </w:tcBorders>
            <w:shd w:val="clear" w:color="auto" w:fill="auto"/>
            <w:noWrap/>
            <w:hideMark/>
          </w:tcPr>
          <w:p w14:paraId="2EDDFB03"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Características físicas</w:t>
            </w:r>
          </w:p>
        </w:tc>
        <w:tc>
          <w:tcPr>
            <w:tcW w:w="2132" w:type="dxa"/>
            <w:tcBorders>
              <w:top w:val="nil"/>
              <w:left w:val="nil"/>
              <w:bottom w:val="single" w:sz="4" w:space="0" w:color="auto"/>
              <w:right w:val="single" w:sz="4" w:space="0" w:color="auto"/>
            </w:tcBorders>
            <w:shd w:val="clear" w:color="auto" w:fill="auto"/>
            <w:vAlign w:val="center"/>
            <w:hideMark/>
          </w:tcPr>
          <w:p w14:paraId="14F37663"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5B1174B4"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47B6F4D5" w14:textId="77777777" w:rsidR="001052AD" w:rsidRPr="00F56DDB" w:rsidRDefault="001052AD" w:rsidP="00625B25">
            <w:pPr>
              <w:spacing w:after="0"/>
              <w:rPr>
                <w:rFonts w:cs="Calibri"/>
                <w:color w:val="000000"/>
                <w:sz w:val="18"/>
                <w:szCs w:val="18"/>
              </w:rPr>
            </w:pPr>
          </w:p>
        </w:tc>
      </w:tr>
      <w:tr w:rsidR="001052AD" w:rsidRPr="00F56DDB" w14:paraId="60C823B5"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0C3AFCB3"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3</w:t>
            </w:r>
          </w:p>
        </w:tc>
        <w:tc>
          <w:tcPr>
            <w:tcW w:w="3800" w:type="dxa"/>
            <w:tcBorders>
              <w:top w:val="nil"/>
              <w:left w:val="nil"/>
              <w:bottom w:val="single" w:sz="4" w:space="0" w:color="auto"/>
              <w:right w:val="single" w:sz="4" w:space="0" w:color="auto"/>
            </w:tcBorders>
            <w:shd w:val="clear" w:color="auto" w:fill="auto"/>
            <w:noWrap/>
            <w:hideMark/>
          </w:tcPr>
          <w:p w14:paraId="4DFD2143"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Composición química</w:t>
            </w:r>
          </w:p>
        </w:tc>
        <w:tc>
          <w:tcPr>
            <w:tcW w:w="2132" w:type="dxa"/>
            <w:tcBorders>
              <w:top w:val="nil"/>
              <w:left w:val="nil"/>
              <w:bottom w:val="single" w:sz="4" w:space="0" w:color="auto"/>
              <w:right w:val="single" w:sz="4" w:space="0" w:color="auto"/>
            </w:tcBorders>
            <w:shd w:val="clear" w:color="auto" w:fill="auto"/>
            <w:vAlign w:val="center"/>
            <w:hideMark/>
          </w:tcPr>
          <w:p w14:paraId="02F1F710"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179FCD9F"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68A01811" w14:textId="77777777" w:rsidR="001052AD" w:rsidRPr="00F56DDB" w:rsidRDefault="001052AD" w:rsidP="00625B25">
            <w:pPr>
              <w:spacing w:after="0"/>
              <w:rPr>
                <w:rFonts w:cs="Calibri"/>
                <w:color w:val="000000"/>
                <w:sz w:val="18"/>
                <w:szCs w:val="18"/>
              </w:rPr>
            </w:pPr>
          </w:p>
        </w:tc>
      </w:tr>
      <w:tr w:rsidR="001052AD" w:rsidRPr="00F56DDB" w14:paraId="0D4A9295"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790EC74B"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4</w:t>
            </w:r>
          </w:p>
        </w:tc>
        <w:tc>
          <w:tcPr>
            <w:tcW w:w="3800" w:type="dxa"/>
            <w:tcBorders>
              <w:top w:val="nil"/>
              <w:left w:val="nil"/>
              <w:bottom w:val="single" w:sz="4" w:space="0" w:color="auto"/>
              <w:right w:val="single" w:sz="4" w:space="0" w:color="auto"/>
            </w:tcBorders>
            <w:shd w:val="clear" w:color="auto" w:fill="auto"/>
            <w:noWrap/>
            <w:hideMark/>
          </w:tcPr>
          <w:p w14:paraId="470081B4"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Normas</w:t>
            </w:r>
          </w:p>
        </w:tc>
        <w:tc>
          <w:tcPr>
            <w:tcW w:w="2132" w:type="dxa"/>
            <w:tcBorders>
              <w:top w:val="nil"/>
              <w:left w:val="nil"/>
              <w:bottom w:val="single" w:sz="4" w:space="0" w:color="auto"/>
              <w:right w:val="single" w:sz="4" w:space="0" w:color="auto"/>
            </w:tcBorders>
            <w:shd w:val="clear" w:color="auto" w:fill="auto"/>
            <w:vAlign w:val="center"/>
            <w:hideMark/>
          </w:tcPr>
          <w:p w14:paraId="797CC129"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420B3BE1"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4404F57D" w14:textId="77777777" w:rsidR="001052AD" w:rsidRPr="00F56DDB" w:rsidRDefault="001052AD" w:rsidP="00625B25">
            <w:pPr>
              <w:spacing w:after="0"/>
              <w:rPr>
                <w:rFonts w:cs="Calibri"/>
                <w:color w:val="000000"/>
                <w:sz w:val="18"/>
                <w:szCs w:val="18"/>
              </w:rPr>
            </w:pPr>
          </w:p>
        </w:tc>
      </w:tr>
      <w:tr w:rsidR="001052AD" w:rsidRPr="00F56DDB" w14:paraId="31AF6B25"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00E60D43"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5</w:t>
            </w:r>
          </w:p>
        </w:tc>
        <w:tc>
          <w:tcPr>
            <w:tcW w:w="3800" w:type="dxa"/>
            <w:tcBorders>
              <w:top w:val="nil"/>
              <w:left w:val="nil"/>
              <w:bottom w:val="single" w:sz="4" w:space="0" w:color="auto"/>
              <w:right w:val="single" w:sz="4" w:space="0" w:color="auto"/>
            </w:tcBorders>
            <w:shd w:val="clear" w:color="auto" w:fill="auto"/>
            <w:noWrap/>
            <w:hideMark/>
          </w:tcPr>
          <w:p w14:paraId="1497807C"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Proceso productivo</w:t>
            </w:r>
          </w:p>
        </w:tc>
        <w:tc>
          <w:tcPr>
            <w:tcW w:w="2132" w:type="dxa"/>
            <w:tcBorders>
              <w:top w:val="nil"/>
              <w:left w:val="nil"/>
              <w:bottom w:val="single" w:sz="4" w:space="0" w:color="auto"/>
              <w:right w:val="single" w:sz="4" w:space="0" w:color="auto"/>
            </w:tcBorders>
            <w:shd w:val="clear" w:color="auto" w:fill="auto"/>
            <w:vAlign w:val="center"/>
            <w:hideMark/>
          </w:tcPr>
          <w:p w14:paraId="1328D0EB"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1FE38B5F"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77667BFC" w14:textId="77777777" w:rsidR="001052AD" w:rsidRPr="00F56DDB" w:rsidRDefault="001052AD" w:rsidP="00625B25">
            <w:pPr>
              <w:spacing w:after="0"/>
              <w:rPr>
                <w:rFonts w:cs="Calibri"/>
                <w:color w:val="000000"/>
                <w:sz w:val="18"/>
                <w:szCs w:val="18"/>
              </w:rPr>
            </w:pPr>
          </w:p>
        </w:tc>
      </w:tr>
      <w:tr w:rsidR="001052AD" w:rsidRPr="00F56DDB" w14:paraId="086A2EC6"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31AE3E96"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6</w:t>
            </w:r>
          </w:p>
        </w:tc>
        <w:tc>
          <w:tcPr>
            <w:tcW w:w="3800" w:type="dxa"/>
            <w:tcBorders>
              <w:top w:val="nil"/>
              <w:left w:val="nil"/>
              <w:bottom w:val="single" w:sz="4" w:space="0" w:color="auto"/>
              <w:right w:val="single" w:sz="4" w:space="0" w:color="auto"/>
            </w:tcBorders>
            <w:shd w:val="clear" w:color="auto" w:fill="auto"/>
            <w:noWrap/>
            <w:hideMark/>
          </w:tcPr>
          <w:p w14:paraId="04A3D9A9" w14:textId="77777777" w:rsidR="001052AD" w:rsidRPr="00F56DDB" w:rsidRDefault="001052AD" w:rsidP="00F338D4">
            <w:pPr>
              <w:spacing w:after="0"/>
              <w:jc w:val="left"/>
              <w:rPr>
                <w:rFonts w:cs="Calibri"/>
                <w:color w:val="000000"/>
                <w:sz w:val="18"/>
                <w:szCs w:val="18"/>
              </w:rPr>
            </w:pPr>
            <w:r w:rsidRPr="00F56DDB">
              <w:rPr>
                <w:rFonts w:eastAsia="Calibri"/>
                <w:color w:val="000000"/>
                <w:sz w:val="18"/>
                <w:szCs w:val="18"/>
              </w:rPr>
              <w:t>Insumos utilizados en su elaboración</w:t>
            </w:r>
          </w:p>
        </w:tc>
        <w:tc>
          <w:tcPr>
            <w:tcW w:w="2132" w:type="dxa"/>
            <w:tcBorders>
              <w:top w:val="nil"/>
              <w:left w:val="nil"/>
              <w:bottom w:val="single" w:sz="4" w:space="0" w:color="auto"/>
              <w:right w:val="single" w:sz="4" w:space="0" w:color="auto"/>
            </w:tcBorders>
            <w:shd w:val="clear" w:color="auto" w:fill="auto"/>
            <w:vAlign w:val="center"/>
            <w:hideMark/>
          </w:tcPr>
          <w:p w14:paraId="1CE1E1B8" w14:textId="77777777" w:rsidR="001052AD" w:rsidRPr="00F56DDB" w:rsidRDefault="001052AD" w:rsidP="00625B25">
            <w:pPr>
              <w:spacing w:after="0"/>
              <w:rPr>
                <w:rFonts w:cs="Calibri"/>
                <w:color w:val="000000"/>
                <w:sz w:val="18"/>
                <w:szCs w:val="18"/>
              </w:rPr>
            </w:pPr>
            <w:r w:rsidRPr="00F56DDB">
              <w:rPr>
                <w:rFonts w:eastAsia="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209D0199" w14:textId="77777777" w:rsidR="001052AD" w:rsidRPr="00F56DDB" w:rsidRDefault="001052AD" w:rsidP="00625B25">
            <w:pPr>
              <w:spacing w:after="0"/>
              <w:rPr>
                <w:rFonts w:cs="Calibri"/>
                <w:color w:val="000000"/>
                <w:sz w:val="18"/>
                <w:szCs w:val="18"/>
              </w:rPr>
            </w:pPr>
            <w:r w:rsidRPr="00F56DDB">
              <w:rPr>
                <w:rFonts w:eastAsia="Calibri"/>
                <w:color w:val="000000"/>
                <w:sz w:val="18"/>
                <w:szCs w:val="18"/>
              </w:rPr>
              <w:t> </w:t>
            </w:r>
          </w:p>
        </w:tc>
        <w:tc>
          <w:tcPr>
            <w:tcW w:w="1588" w:type="dxa"/>
            <w:tcBorders>
              <w:top w:val="nil"/>
              <w:left w:val="nil"/>
              <w:bottom w:val="single" w:sz="4" w:space="0" w:color="auto"/>
              <w:right w:val="single" w:sz="4" w:space="0" w:color="auto"/>
            </w:tcBorders>
          </w:tcPr>
          <w:p w14:paraId="42531570" w14:textId="77777777" w:rsidR="001052AD" w:rsidRPr="00F56DDB" w:rsidRDefault="001052AD" w:rsidP="00625B25">
            <w:pPr>
              <w:spacing w:after="0"/>
              <w:rPr>
                <w:rFonts w:eastAsia="Calibri"/>
                <w:color w:val="000000"/>
                <w:sz w:val="18"/>
                <w:szCs w:val="18"/>
              </w:rPr>
            </w:pPr>
          </w:p>
        </w:tc>
      </w:tr>
      <w:tr w:rsidR="001052AD" w:rsidRPr="00F56DDB" w14:paraId="50C62576"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6C912789"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7</w:t>
            </w:r>
          </w:p>
        </w:tc>
        <w:tc>
          <w:tcPr>
            <w:tcW w:w="3800" w:type="dxa"/>
            <w:tcBorders>
              <w:top w:val="nil"/>
              <w:left w:val="nil"/>
              <w:bottom w:val="single" w:sz="4" w:space="0" w:color="auto"/>
              <w:right w:val="single" w:sz="4" w:space="0" w:color="auto"/>
            </w:tcBorders>
            <w:shd w:val="clear" w:color="auto" w:fill="auto"/>
            <w:noWrap/>
            <w:hideMark/>
          </w:tcPr>
          <w:p w14:paraId="17A6A929" w14:textId="41AD793B" w:rsidR="001052AD" w:rsidRPr="00F56DDB" w:rsidRDefault="001052AD" w:rsidP="00F338D4">
            <w:pPr>
              <w:spacing w:after="0"/>
              <w:jc w:val="left"/>
              <w:rPr>
                <w:rFonts w:cs="Calibri"/>
                <w:color w:val="000000"/>
                <w:sz w:val="18"/>
                <w:szCs w:val="18"/>
              </w:rPr>
            </w:pPr>
            <w:r w:rsidRPr="00F56DDB">
              <w:rPr>
                <w:rFonts w:eastAsia="Calibri"/>
                <w:color w:val="000000"/>
                <w:sz w:val="18"/>
                <w:szCs w:val="18"/>
              </w:rPr>
              <w:t>Funciones y usos (incluyendo si se utilizan como insumo de otro producto)</w:t>
            </w:r>
          </w:p>
        </w:tc>
        <w:tc>
          <w:tcPr>
            <w:tcW w:w="2132" w:type="dxa"/>
            <w:tcBorders>
              <w:top w:val="nil"/>
              <w:left w:val="nil"/>
              <w:bottom w:val="single" w:sz="4" w:space="0" w:color="auto"/>
              <w:right w:val="single" w:sz="4" w:space="0" w:color="auto"/>
            </w:tcBorders>
            <w:shd w:val="clear" w:color="auto" w:fill="auto"/>
            <w:vAlign w:val="center"/>
            <w:hideMark/>
          </w:tcPr>
          <w:p w14:paraId="6FB43D11" w14:textId="77777777" w:rsidR="001052AD" w:rsidRPr="00F56DDB" w:rsidRDefault="001052AD" w:rsidP="00625B25">
            <w:pPr>
              <w:spacing w:after="0"/>
              <w:rPr>
                <w:rFonts w:cs="Calibri"/>
                <w:color w:val="000000"/>
                <w:sz w:val="18"/>
                <w:szCs w:val="18"/>
              </w:rPr>
            </w:pPr>
            <w:r w:rsidRPr="00F56DDB">
              <w:rPr>
                <w:rFonts w:eastAsia="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7097B7B3" w14:textId="77777777" w:rsidR="001052AD" w:rsidRPr="00F56DDB" w:rsidRDefault="001052AD" w:rsidP="00625B25">
            <w:pPr>
              <w:spacing w:after="0"/>
              <w:rPr>
                <w:rFonts w:cs="Calibri"/>
                <w:color w:val="000000"/>
                <w:sz w:val="18"/>
                <w:szCs w:val="18"/>
              </w:rPr>
            </w:pPr>
            <w:r w:rsidRPr="00F56DDB">
              <w:rPr>
                <w:rFonts w:eastAsia="Calibri"/>
                <w:color w:val="000000"/>
                <w:sz w:val="18"/>
                <w:szCs w:val="18"/>
              </w:rPr>
              <w:t> </w:t>
            </w:r>
          </w:p>
        </w:tc>
        <w:tc>
          <w:tcPr>
            <w:tcW w:w="1588" w:type="dxa"/>
            <w:tcBorders>
              <w:top w:val="nil"/>
              <w:left w:val="nil"/>
              <w:bottom w:val="single" w:sz="4" w:space="0" w:color="auto"/>
              <w:right w:val="single" w:sz="4" w:space="0" w:color="auto"/>
            </w:tcBorders>
          </w:tcPr>
          <w:p w14:paraId="076F380E" w14:textId="77777777" w:rsidR="001052AD" w:rsidRPr="00F56DDB" w:rsidRDefault="001052AD" w:rsidP="00625B25">
            <w:pPr>
              <w:spacing w:after="0"/>
              <w:rPr>
                <w:rFonts w:eastAsia="Calibri"/>
                <w:color w:val="000000"/>
                <w:sz w:val="18"/>
                <w:szCs w:val="18"/>
              </w:rPr>
            </w:pPr>
          </w:p>
        </w:tc>
      </w:tr>
      <w:tr w:rsidR="001052AD" w:rsidRPr="00F56DDB" w14:paraId="10AA9C51"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5C97F86E"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8</w:t>
            </w:r>
          </w:p>
        </w:tc>
        <w:tc>
          <w:tcPr>
            <w:tcW w:w="3800" w:type="dxa"/>
            <w:tcBorders>
              <w:top w:val="nil"/>
              <w:left w:val="nil"/>
              <w:bottom w:val="single" w:sz="4" w:space="0" w:color="auto"/>
              <w:right w:val="single" w:sz="4" w:space="0" w:color="auto"/>
            </w:tcBorders>
            <w:shd w:val="clear" w:color="auto" w:fill="auto"/>
            <w:noWrap/>
            <w:hideMark/>
          </w:tcPr>
          <w:p w14:paraId="4D2288A0"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Mercados geográficos</w:t>
            </w:r>
          </w:p>
        </w:tc>
        <w:tc>
          <w:tcPr>
            <w:tcW w:w="2132" w:type="dxa"/>
            <w:tcBorders>
              <w:top w:val="nil"/>
              <w:left w:val="nil"/>
              <w:bottom w:val="single" w:sz="4" w:space="0" w:color="auto"/>
              <w:right w:val="single" w:sz="4" w:space="0" w:color="auto"/>
            </w:tcBorders>
            <w:shd w:val="clear" w:color="auto" w:fill="auto"/>
            <w:vAlign w:val="center"/>
            <w:hideMark/>
          </w:tcPr>
          <w:p w14:paraId="40E034D9"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745830AF"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7650B131" w14:textId="77777777" w:rsidR="001052AD" w:rsidRPr="00F56DDB" w:rsidRDefault="001052AD" w:rsidP="00625B25">
            <w:pPr>
              <w:spacing w:after="0"/>
              <w:rPr>
                <w:rFonts w:cs="Calibri"/>
                <w:color w:val="000000"/>
                <w:sz w:val="18"/>
                <w:szCs w:val="18"/>
              </w:rPr>
            </w:pPr>
          </w:p>
        </w:tc>
      </w:tr>
      <w:tr w:rsidR="001052AD" w:rsidRPr="00F56DDB" w14:paraId="01B0867C"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7C3B781C"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9</w:t>
            </w:r>
          </w:p>
        </w:tc>
        <w:tc>
          <w:tcPr>
            <w:tcW w:w="3800" w:type="dxa"/>
            <w:tcBorders>
              <w:top w:val="nil"/>
              <w:left w:val="nil"/>
              <w:bottom w:val="single" w:sz="4" w:space="0" w:color="auto"/>
              <w:right w:val="single" w:sz="4" w:space="0" w:color="auto"/>
            </w:tcBorders>
            <w:shd w:val="clear" w:color="auto" w:fill="auto"/>
            <w:noWrap/>
            <w:hideMark/>
          </w:tcPr>
          <w:p w14:paraId="107BBC37"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Consumidores</w:t>
            </w:r>
          </w:p>
        </w:tc>
        <w:tc>
          <w:tcPr>
            <w:tcW w:w="2132" w:type="dxa"/>
            <w:tcBorders>
              <w:top w:val="nil"/>
              <w:left w:val="nil"/>
              <w:bottom w:val="single" w:sz="4" w:space="0" w:color="auto"/>
              <w:right w:val="single" w:sz="4" w:space="0" w:color="auto"/>
            </w:tcBorders>
            <w:shd w:val="clear" w:color="auto" w:fill="auto"/>
            <w:vAlign w:val="center"/>
            <w:hideMark/>
          </w:tcPr>
          <w:p w14:paraId="75F04F23"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1F18E4A8"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1908CD16" w14:textId="77777777" w:rsidR="001052AD" w:rsidRPr="00F56DDB" w:rsidRDefault="001052AD" w:rsidP="00625B25">
            <w:pPr>
              <w:spacing w:after="0"/>
              <w:rPr>
                <w:rFonts w:cs="Calibri"/>
                <w:color w:val="000000"/>
                <w:sz w:val="18"/>
                <w:szCs w:val="18"/>
              </w:rPr>
            </w:pPr>
          </w:p>
        </w:tc>
      </w:tr>
      <w:tr w:rsidR="001052AD" w:rsidRPr="00F56DDB" w14:paraId="4E41274D"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6C23ED14"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10</w:t>
            </w:r>
          </w:p>
        </w:tc>
        <w:tc>
          <w:tcPr>
            <w:tcW w:w="3800" w:type="dxa"/>
            <w:tcBorders>
              <w:top w:val="nil"/>
              <w:left w:val="nil"/>
              <w:bottom w:val="single" w:sz="4" w:space="0" w:color="auto"/>
              <w:right w:val="single" w:sz="4" w:space="0" w:color="auto"/>
            </w:tcBorders>
            <w:shd w:val="clear" w:color="auto" w:fill="auto"/>
            <w:noWrap/>
            <w:hideMark/>
          </w:tcPr>
          <w:p w14:paraId="394B14A6"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Clientes</w:t>
            </w:r>
          </w:p>
        </w:tc>
        <w:tc>
          <w:tcPr>
            <w:tcW w:w="2132" w:type="dxa"/>
            <w:tcBorders>
              <w:top w:val="nil"/>
              <w:left w:val="nil"/>
              <w:bottom w:val="single" w:sz="4" w:space="0" w:color="auto"/>
              <w:right w:val="single" w:sz="4" w:space="0" w:color="auto"/>
            </w:tcBorders>
            <w:shd w:val="clear" w:color="auto" w:fill="auto"/>
            <w:vAlign w:val="center"/>
            <w:hideMark/>
          </w:tcPr>
          <w:p w14:paraId="106402F1"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67D19AD6"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6F2DE1ED" w14:textId="77777777" w:rsidR="001052AD" w:rsidRPr="00F56DDB" w:rsidRDefault="001052AD" w:rsidP="00625B25">
            <w:pPr>
              <w:spacing w:after="0"/>
              <w:rPr>
                <w:rFonts w:cs="Calibri"/>
                <w:color w:val="000000"/>
                <w:sz w:val="18"/>
                <w:szCs w:val="18"/>
              </w:rPr>
            </w:pPr>
          </w:p>
        </w:tc>
      </w:tr>
      <w:tr w:rsidR="001052AD" w:rsidRPr="00F56DDB" w14:paraId="4921832B" w14:textId="77777777" w:rsidTr="00F338D4">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hideMark/>
          </w:tcPr>
          <w:p w14:paraId="348D8586" w14:textId="77777777" w:rsidR="001052AD" w:rsidRPr="00F56DDB" w:rsidRDefault="001052AD" w:rsidP="00F338D4">
            <w:pPr>
              <w:spacing w:after="0"/>
              <w:jc w:val="center"/>
              <w:rPr>
                <w:rFonts w:cs="Calibri"/>
                <w:color w:val="000000"/>
                <w:sz w:val="18"/>
                <w:szCs w:val="18"/>
              </w:rPr>
            </w:pPr>
            <w:r w:rsidRPr="00F56DDB">
              <w:rPr>
                <w:rFonts w:cs="Calibri"/>
                <w:color w:val="000000"/>
                <w:sz w:val="18"/>
                <w:szCs w:val="18"/>
              </w:rPr>
              <w:t>11</w:t>
            </w:r>
          </w:p>
        </w:tc>
        <w:tc>
          <w:tcPr>
            <w:tcW w:w="3800" w:type="dxa"/>
            <w:tcBorders>
              <w:top w:val="nil"/>
              <w:left w:val="nil"/>
              <w:bottom w:val="single" w:sz="4" w:space="0" w:color="auto"/>
              <w:right w:val="single" w:sz="4" w:space="0" w:color="auto"/>
            </w:tcBorders>
            <w:shd w:val="clear" w:color="auto" w:fill="auto"/>
            <w:noWrap/>
            <w:hideMark/>
          </w:tcPr>
          <w:p w14:paraId="34482346" w14:textId="77777777" w:rsidR="001052AD" w:rsidRPr="00F56DDB" w:rsidRDefault="001052AD" w:rsidP="00F338D4">
            <w:pPr>
              <w:spacing w:after="0"/>
              <w:jc w:val="left"/>
              <w:rPr>
                <w:rFonts w:cs="Calibri"/>
                <w:color w:val="000000"/>
                <w:sz w:val="18"/>
                <w:szCs w:val="18"/>
              </w:rPr>
            </w:pPr>
            <w:r w:rsidRPr="00F56DDB">
              <w:rPr>
                <w:rFonts w:cs="Calibri"/>
                <w:color w:val="000000"/>
                <w:sz w:val="18"/>
                <w:szCs w:val="18"/>
              </w:rPr>
              <w:t>Otro</w:t>
            </w:r>
          </w:p>
        </w:tc>
        <w:tc>
          <w:tcPr>
            <w:tcW w:w="2132" w:type="dxa"/>
            <w:tcBorders>
              <w:top w:val="nil"/>
              <w:left w:val="nil"/>
              <w:bottom w:val="single" w:sz="4" w:space="0" w:color="auto"/>
              <w:right w:val="single" w:sz="4" w:space="0" w:color="auto"/>
            </w:tcBorders>
            <w:shd w:val="clear" w:color="auto" w:fill="auto"/>
            <w:vAlign w:val="center"/>
            <w:hideMark/>
          </w:tcPr>
          <w:p w14:paraId="4E7DF3BE"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50FCAC85" w14:textId="77777777" w:rsidR="001052AD" w:rsidRPr="00F56DDB" w:rsidRDefault="001052AD" w:rsidP="00625B25">
            <w:pPr>
              <w:spacing w:after="0"/>
              <w:rPr>
                <w:rFonts w:cs="Calibri"/>
                <w:color w:val="000000"/>
                <w:sz w:val="18"/>
                <w:szCs w:val="18"/>
              </w:rPr>
            </w:pPr>
            <w:r w:rsidRPr="00F56DDB">
              <w:rPr>
                <w:rFonts w:cs="Calibri"/>
                <w:color w:val="000000"/>
                <w:sz w:val="18"/>
                <w:szCs w:val="18"/>
              </w:rPr>
              <w:t> </w:t>
            </w:r>
          </w:p>
        </w:tc>
        <w:tc>
          <w:tcPr>
            <w:tcW w:w="1588" w:type="dxa"/>
            <w:tcBorders>
              <w:top w:val="nil"/>
              <w:left w:val="nil"/>
              <w:bottom w:val="single" w:sz="4" w:space="0" w:color="auto"/>
              <w:right w:val="single" w:sz="4" w:space="0" w:color="auto"/>
            </w:tcBorders>
          </w:tcPr>
          <w:p w14:paraId="087344C2" w14:textId="77777777" w:rsidR="001052AD" w:rsidRPr="00F56DDB" w:rsidRDefault="001052AD" w:rsidP="00625B25">
            <w:pPr>
              <w:spacing w:after="0"/>
              <w:rPr>
                <w:rFonts w:cs="Calibri"/>
                <w:color w:val="000000"/>
                <w:sz w:val="18"/>
                <w:szCs w:val="18"/>
              </w:rPr>
            </w:pPr>
          </w:p>
        </w:tc>
      </w:tr>
    </w:tbl>
    <w:p w14:paraId="35075201" w14:textId="77777777" w:rsidR="001052AD" w:rsidRPr="00C400D6" w:rsidRDefault="001052AD" w:rsidP="00F338D4">
      <w:pPr>
        <w:pStyle w:val="Ttulo"/>
        <w:numPr>
          <w:ilvl w:val="0"/>
          <w:numId w:val="0"/>
        </w:numPr>
        <w:jc w:val="both"/>
        <w:rPr>
          <w:b w:val="0"/>
          <w:bCs/>
        </w:rPr>
      </w:pPr>
      <w:r>
        <w:rPr>
          <w:b w:val="0"/>
          <w:bCs/>
        </w:rPr>
        <w:tab/>
      </w:r>
    </w:p>
    <w:p w14:paraId="74E1C64E" w14:textId="77777777" w:rsidR="00A3083E" w:rsidRPr="00D2567E" w:rsidRDefault="00A3083E" w:rsidP="007B58F7">
      <w:pPr>
        <w:pStyle w:val="Prrafodelista"/>
        <w:numPr>
          <w:ilvl w:val="0"/>
          <w:numId w:val="47"/>
        </w:numPr>
      </w:pPr>
      <w:r w:rsidRPr="00D2567E">
        <w:lastRenderedPageBreak/>
        <w:t xml:space="preserve">Conforme al artículo 118 fracción </w:t>
      </w:r>
      <w:r>
        <w:t>I</w:t>
      </w:r>
      <w:r w:rsidRPr="00D2567E">
        <w:t>X del RLCE, deberá indicar los países de origen y de procedencia de</w:t>
      </w:r>
      <w:r>
        <w:t>l</w:t>
      </w:r>
      <w:r w:rsidRPr="00D2567E">
        <w:t xml:space="preserve"> </w:t>
      </w:r>
      <w:r>
        <w:t>producto</w:t>
      </w:r>
      <w:r w:rsidRPr="00D2567E">
        <w:t xml:space="preserve"> investigad</w:t>
      </w:r>
      <w:r>
        <w:t>o</w:t>
      </w:r>
      <w:r w:rsidRPr="00D2567E">
        <w:t xml:space="preserve">. </w:t>
      </w:r>
    </w:p>
    <w:p w14:paraId="1481854A" w14:textId="77777777" w:rsidR="00A3083E" w:rsidRPr="00D2567E" w:rsidRDefault="00A3083E" w:rsidP="007B58F7">
      <w:pPr>
        <w:pStyle w:val="Prrafodelista"/>
        <w:numPr>
          <w:ilvl w:val="0"/>
          <w:numId w:val="47"/>
        </w:numPr>
      </w:pPr>
      <w:r w:rsidRPr="00D2567E">
        <w:t>Proporcionar información que permita evaluar si l</w:t>
      </w:r>
      <w:r>
        <w:t>o</w:t>
      </w:r>
      <w:r w:rsidRPr="00D2567E">
        <w:t xml:space="preserve">s </w:t>
      </w:r>
      <w:r>
        <w:t>productos</w:t>
      </w:r>
      <w:r w:rsidRPr="00D2567E">
        <w:t xml:space="preserve"> originari</w:t>
      </w:r>
      <w:r>
        <w:t>o</w:t>
      </w:r>
      <w:r w:rsidRPr="00D2567E">
        <w:t xml:space="preserve">s del o los países investigados compitieron entre sí y con </w:t>
      </w:r>
      <w:r>
        <w:t>el producto</w:t>
      </w:r>
      <w:r w:rsidRPr="00D2567E">
        <w:t xml:space="preserve"> nacional. Dicha información deberá incluir respuestas a las siguientes preguntas: </w:t>
      </w:r>
    </w:p>
    <w:p w14:paraId="47E3318A" w14:textId="77777777" w:rsidR="00A3083E" w:rsidRPr="00D2567E" w:rsidRDefault="00A3083E" w:rsidP="00C400D6">
      <w:pPr>
        <w:pStyle w:val="Prrafodelista"/>
        <w:numPr>
          <w:ilvl w:val="5"/>
          <w:numId w:val="57"/>
        </w:numPr>
        <w:ind w:left="1134"/>
      </w:pPr>
      <w:r w:rsidRPr="00D2567E">
        <w:t xml:space="preserve">¿Fueron adquiridas por los mismos clientes? </w:t>
      </w:r>
    </w:p>
    <w:p w14:paraId="71F043CF" w14:textId="77777777" w:rsidR="00A3083E" w:rsidRPr="00D2567E" w:rsidRDefault="00A3083E" w:rsidP="00C400D6">
      <w:pPr>
        <w:pStyle w:val="Prrafodelista"/>
        <w:numPr>
          <w:ilvl w:val="5"/>
          <w:numId w:val="57"/>
        </w:numPr>
        <w:ind w:left="1134"/>
      </w:pPr>
      <w:r w:rsidRPr="00D2567E">
        <w:t xml:space="preserve">¿Llegaron a los mismos mercados geográficos? </w:t>
      </w:r>
    </w:p>
    <w:p w14:paraId="296663BF" w14:textId="77777777" w:rsidR="00A3083E" w:rsidRPr="00D2567E" w:rsidRDefault="00A3083E" w:rsidP="00C400D6">
      <w:pPr>
        <w:pStyle w:val="Prrafodelista"/>
        <w:numPr>
          <w:ilvl w:val="5"/>
          <w:numId w:val="57"/>
        </w:numPr>
        <w:ind w:left="1134"/>
      </w:pPr>
      <w:r w:rsidRPr="00D2567E">
        <w:t xml:space="preserve">¿Fueron utilizadas en los mismos procesos industriales? </w:t>
      </w:r>
    </w:p>
    <w:p w14:paraId="580D607D" w14:textId="77777777" w:rsidR="00A3083E" w:rsidRPr="00D2567E" w:rsidRDefault="00A3083E" w:rsidP="00C400D6">
      <w:pPr>
        <w:pStyle w:val="Prrafodelista"/>
        <w:numPr>
          <w:ilvl w:val="5"/>
          <w:numId w:val="57"/>
        </w:numPr>
        <w:ind w:left="1134"/>
      </w:pPr>
      <w:r w:rsidRPr="00D2567E">
        <w:t xml:space="preserve">¿Abastecieron al mismo tipo de consumidores? </w:t>
      </w:r>
    </w:p>
    <w:p w14:paraId="143B8DE7" w14:textId="77777777" w:rsidR="00A3083E" w:rsidRPr="00D2567E" w:rsidRDefault="00A3083E" w:rsidP="00C400D6">
      <w:pPr>
        <w:pStyle w:val="Prrafodelista"/>
        <w:numPr>
          <w:ilvl w:val="5"/>
          <w:numId w:val="57"/>
        </w:numPr>
        <w:ind w:left="1134"/>
      </w:pPr>
      <w:r w:rsidRPr="00D2567E">
        <w:t xml:space="preserve">Información adicional que considere pertinente. </w:t>
      </w:r>
    </w:p>
    <w:p w14:paraId="4BBF9F60" w14:textId="24FBE52F" w:rsidR="00A3083E" w:rsidRPr="00D2567E" w:rsidRDefault="00A3083E" w:rsidP="007B58F7">
      <w:pPr>
        <w:pStyle w:val="Prrafodelista"/>
        <w:numPr>
          <w:ilvl w:val="0"/>
          <w:numId w:val="47"/>
        </w:numPr>
      </w:pPr>
      <w:r w:rsidRPr="00D2567E">
        <w:t xml:space="preserve">Conforme al artículo 118 fracción VII del RLCE, deberá indicar </w:t>
      </w:r>
      <w:r w:rsidR="00625B25">
        <w:t>la</w:t>
      </w:r>
      <w:r w:rsidRPr="00D2567E">
        <w:t xml:space="preserve"> descripción de las fracciones arancelarias de la Tarifa de la Ley de los Impuestos Generales de Importación y de Exportación (TIGIE), a través de las cuales ingresa </w:t>
      </w:r>
      <w:r>
        <w:t>el producto</w:t>
      </w:r>
      <w:r w:rsidRPr="00D2567E">
        <w:t xml:space="preserve"> </w:t>
      </w:r>
      <w:r>
        <w:t>objeto de análisis.</w:t>
      </w:r>
    </w:p>
    <w:p w14:paraId="1151F228" w14:textId="77777777" w:rsidR="00A3083E" w:rsidRPr="00D2567E" w:rsidRDefault="00A3083E" w:rsidP="007B58F7">
      <w:pPr>
        <w:pStyle w:val="Prrafodelista"/>
        <w:numPr>
          <w:ilvl w:val="0"/>
          <w:numId w:val="47"/>
        </w:numPr>
      </w:pPr>
      <w:r w:rsidRPr="00D2567E">
        <w:t xml:space="preserve">En relación con </w:t>
      </w:r>
      <w:r>
        <w:t>el producto</w:t>
      </w:r>
      <w:r w:rsidRPr="00D2567E">
        <w:t xml:space="preserve"> investigad</w:t>
      </w:r>
      <w:r>
        <w:t>o</w:t>
      </w:r>
      <w:r w:rsidRPr="00D2567E">
        <w:t>, deberá indicar lo siguiente</w:t>
      </w:r>
      <w:r>
        <w:t>:</w:t>
      </w:r>
      <w:r w:rsidRPr="003B22E3">
        <w:rPr>
          <w:vertAlign w:val="superscript"/>
        </w:rPr>
        <w:footnoteReference w:id="1"/>
      </w:r>
      <w:r w:rsidRPr="001857FE">
        <w:t xml:space="preserve"> </w:t>
      </w:r>
    </w:p>
    <w:p w14:paraId="0FC39890" w14:textId="77777777" w:rsidR="00A3083E" w:rsidRPr="00D2567E" w:rsidRDefault="00A3083E" w:rsidP="00A3083E">
      <w:pPr>
        <w:pStyle w:val="Prrafodelista"/>
        <w:numPr>
          <w:ilvl w:val="5"/>
          <w:numId w:val="58"/>
        </w:numPr>
      </w:pPr>
      <w:r w:rsidRPr="00D2567E">
        <w:t xml:space="preserve">Las unidades de volumen utilizadas en las operaciones comerciales. </w:t>
      </w:r>
    </w:p>
    <w:p w14:paraId="5DC09059" w14:textId="77777777" w:rsidR="00A3083E" w:rsidRPr="00D2567E" w:rsidRDefault="00A3083E" w:rsidP="00A3083E">
      <w:pPr>
        <w:pStyle w:val="Prrafodelista"/>
        <w:numPr>
          <w:ilvl w:val="5"/>
          <w:numId w:val="58"/>
        </w:numPr>
      </w:pPr>
      <w:r w:rsidRPr="00D2567E">
        <w:t xml:space="preserve">La unidad de volumen utilizada en la TIGIE. </w:t>
      </w:r>
    </w:p>
    <w:p w14:paraId="3F6E7D79" w14:textId="77777777" w:rsidR="00A3083E" w:rsidRPr="00D2567E" w:rsidRDefault="00A3083E" w:rsidP="00A3083E">
      <w:pPr>
        <w:pStyle w:val="Prrafodelista"/>
        <w:numPr>
          <w:ilvl w:val="5"/>
          <w:numId w:val="58"/>
        </w:numPr>
      </w:pPr>
      <w:r w:rsidRPr="00D2567E">
        <w:t>Si la unidad de volumen utilizada en las operaciones comerciales es diferente a la utilizada en la fracción arancelaria correspondiente, deberá indicar el factor de conversi</w:t>
      </w:r>
      <w:r>
        <w:t>ón</w:t>
      </w:r>
      <w:r w:rsidRPr="00D2567E">
        <w:t xml:space="preserve">. </w:t>
      </w:r>
    </w:p>
    <w:p w14:paraId="0CD06E51" w14:textId="77777777" w:rsidR="00A3083E" w:rsidRPr="00D2567E" w:rsidRDefault="00A3083E" w:rsidP="007B58F7">
      <w:pPr>
        <w:pStyle w:val="Prrafodelista"/>
        <w:numPr>
          <w:ilvl w:val="0"/>
          <w:numId w:val="47"/>
        </w:numPr>
      </w:pPr>
      <w:r w:rsidRPr="00D2567E">
        <w:t xml:space="preserve">En caso de que las fracciones arancelarias señaladas incluyan </w:t>
      </w:r>
      <w:r>
        <w:t>otros productos</w:t>
      </w:r>
      <w:r w:rsidRPr="00D2567E">
        <w:t xml:space="preserve"> además de</w:t>
      </w:r>
      <w:r>
        <w:t>l</w:t>
      </w:r>
      <w:r w:rsidRPr="00D2567E">
        <w:t xml:space="preserve"> investigad</w:t>
      </w:r>
      <w:r>
        <w:t>o</w:t>
      </w:r>
      <w:r w:rsidRPr="00D2567E">
        <w:t xml:space="preserve">, deberá indicar lo siguiente: </w:t>
      </w:r>
    </w:p>
    <w:p w14:paraId="3324C75C" w14:textId="77777777" w:rsidR="00A3083E" w:rsidRPr="00D2567E" w:rsidRDefault="00A3083E" w:rsidP="00A3083E">
      <w:pPr>
        <w:pStyle w:val="Prrafodelista"/>
        <w:numPr>
          <w:ilvl w:val="5"/>
          <w:numId w:val="59"/>
        </w:numPr>
      </w:pPr>
      <w:r w:rsidRPr="00D2567E">
        <w:t>Cuáles son dich</w:t>
      </w:r>
      <w:r>
        <w:t>o</w:t>
      </w:r>
      <w:r w:rsidRPr="00D2567E">
        <w:t xml:space="preserve">s </w:t>
      </w:r>
      <w:r>
        <w:t>productos</w:t>
      </w:r>
      <w:r w:rsidRPr="00D2567E">
        <w:t xml:space="preserve"> </w:t>
      </w:r>
    </w:p>
    <w:p w14:paraId="2500D529" w14:textId="5541531C" w:rsidR="00D27990" w:rsidRDefault="00D27990" w:rsidP="00D27990">
      <w:pPr>
        <w:pStyle w:val="Prrafodelista"/>
        <w:numPr>
          <w:ilvl w:val="5"/>
          <w:numId w:val="59"/>
        </w:numPr>
      </w:pPr>
      <w:r>
        <w:t>Cuantifique el volumen, valor y precio que, según sus estimaciones, le corresponde al producto objeto de investigación en el total de las importaciones que ingresan por dichas fracciones</w:t>
      </w:r>
      <w:r w:rsidR="004D2D3E">
        <w:t>,</w:t>
      </w:r>
      <w:r>
        <w:t xml:space="preserve"> tanto para el país(es) investigado(s) como para el resto de países para cada año del periodo analizado.</w:t>
      </w:r>
    </w:p>
    <w:p w14:paraId="2BFE5D56" w14:textId="3E9216A2" w:rsidR="007D0E9F" w:rsidRPr="00D2567E" w:rsidRDefault="00D27990" w:rsidP="00D27990">
      <w:pPr>
        <w:pStyle w:val="Prrafodelista"/>
        <w:numPr>
          <w:ilvl w:val="5"/>
          <w:numId w:val="59"/>
        </w:numPr>
      </w:pPr>
      <w:r>
        <w:t xml:space="preserve">Proporcione una explicación de la metodología utilizada para realizar </w:t>
      </w:r>
      <w:r w:rsidR="004D2D3E">
        <w:t>la</w:t>
      </w:r>
      <w:r>
        <w:t xml:space="preserve"> estimación anterior y acompáñela de las bases de datos y los cálculos </w:t>
      </w:r>
      <w:r w:rsidR="004D2D3E">
        <w:t>empleados para llevar a cabo</w:t>
      </w:r>
      <w:r>
        <w:t xml:space="preserve"> </w:t>
      </w:r>
      <w:r w:rsidR="004D2D3E">
        <w:t>dicha</w:t>
      </w:r>
      <w:r>
        <w:t xml:space="preserve"> estimación. Estas bases de datos deben </w:t>
      </w:r>
      <w:r w:rsidR="004D2D3E">
        <w:t xml:space="preserve">presentarse </w:t>
      </w:r>
      <w:r>
        <w:t>completas</w:t>
      </w:r>
      <w:r w:rsidR="004D2D3E">
        <w:t>,</w:t>
      </w:r>
      <w:r>
        <w:t xml:space="preserve"> clara</w:t>
      </w:r>
      <w:r w:rsidR="004D2D3E">
        <w:t>s y</w:t>
      </w:r>
      <w:r>
        <w:t xml:space="preserve"> detallar cómo se identificó el producto objeto de investigación (por ejemplo, inclu</w:t>
      </w:r>
      <w:r w:rsidR="004D2D3E">
        <w:t>ir</w:t>
      </w:r>
      <w:r>
        <w:t xml:space="preserve"> una columna con la etiqueta “producto objeto de investigación”, “producto no objeto de investigación” y el motivo por el cual se descarta</w:t>
      </w:r>
      <w:r w:rsidR="00A3083E">
        <w:t>.</w:t>
      </w:r>
    </w:p>
    <w:p w14:paraId="584F851B" w14:textId="77777777" w:rsidR="007D0E9F"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2" w:name="_Toc169191780"/>
      <w:r w:rsidRPr="00C400D6">
        <w:rPr>
          <w:rFonts w:eastAsiaTheme="minorHAnsi" w:cs="Tahoma"/>
          <w:bCs/>
          <w:szCs w:val="22"/>
          <w:lang w:val="es-MX" w:eastAsia="ko-KR"/>
        </w:rPr>
        <w:t>Periodo investigado</w:t>
      </w:r>
      <w:bookmarkEnd w:id="12"/>
      <w:r w:rsidRPr="00C400D6">
        <w:rPr>
          <w:rFonts w:eastAsiaTheme="minorHAnsi" w:cs="Tahoma"/>
          <w:bCs/>
          <w:szCs w:val="22"/>
          <w:lang w:val="es-MX" w:eastAsia="ko-KR"/>
        </w:rPr>
        <w:t xml:space="preserve"> </w:t>
      </w:r>
    </w:p>
    <w:p w14:paraId="7DB246FB" w14:textId="77777777" w:rsidR="00A3083E" w:rsidRDefault="00A3083E" w:rsidP="007B58F7">
      <w:pPr>
        <w:pStyle w:val="Prrafodelista"/>
        <w:numPr>
          <w:ilvl w:val="0"/>
          <w:numId w:val="47"/>
        </w:numPr>
      </w:pPr>
      <w:r>
        <w:t xml:space="preserve">Indicar los periodos que se considerarán para probar la existencia del crecimiento acelerado de las importaciones (periodo investigado), tomando en cuenta las siguientes definiciones: </w:t>
      </w:r>
    </w:p>
    <w:p w14:paraId="3B59F3C9" w14:textId="37A53A0F" w:rsidR="00A3083E" w:rsidRDefault="00A3083E" w:rsidP="007B58F7">
      <w:pPr>
        <w:pStyle w:val="Prrafodelista"/>
        <w:numPr>
          <w:ilvl w:val="0"/>
          <w:numId w:val="47"/>
        </w:numPr>
      </w:pPr>
      <w:r>
        <w:t>El período investigado es el tiempo de análisis para demostrar el crecimiento acelerado de las importaciones y el daño grave o amenaza de daño grave, el cual deberá ser normalmente de 12 meses y en ningún ca</w:t>
      </w:r>
      <w:r w:rsidR="004D2D3E">
        <w:t>s</w:t>
      </w:r>
      <w:r>
        <w:t>o menor a seis meses. Este periodo deberá concluir lo más cercano posible a la fecha de la presentación de la solicitud.</w:t>
      </w:r>
    </w:p>
    <w:p w14:paraId="04EA2F61" w14:textId="73A471F7" w:rsidR="00A3083E" w:rsidRDefault="00A3083E" w:rsidP="007B58F7">
      <w:pPr>
        <w:pStyle w:val="Prrafodelista"/>
        <w:numPr>
          <w:ilvl w:val="0"/>
          <w:numId w:val="47"/>
        </w:numPr>
      </w:pPr>
      <w:r>
        <w:lastRenderedPageBreak/>
        <w:t>El período analizado es el tiempo de análisis para demostrar la existencia de daño grave o amenaza de daño grave y la relación causal y comprende 3</w:t>
      </w:r>
      <w:r w:rsidR="00D27990">
        <w:t xml:space="preserve"> (36 meses)</w:t>
      </w:r>
      <w:r>
        <w:t xml:space="preserve"> años anteriores a la presentación de la solicitud, inclu</w:t>
      </w:r>
      <w:r w:rsidR="004D2D3E">
        <w:t>i</w:t>
      </w:r>
      <w:r>
        <w:t xml:space="preserve">do el período investigado. </w:t>
      </w:r>
    </w:p>
    <w:p w14:paraId="2728490C" w14:textId="77777777" w:rsidR="00A73FF8" w:rsidRPr="00E47B14" w:rsidRDefault="00A3083E" w:rsidP="007B58F7">
      <w:pPr>
        <w:pStyle w:val="Prrafodelista"/>
        <w:numPr>
          <w:ilvl w:val="0"/>
          <w:numId w:val="47"/>
        </w:numPr>
        <w:rPr>
          <w:iCs/>
        </w:rPr>
      </w:pPr>
      <w:r w:rsidRPr="00866FAE">
        <w:t>Ejemplo: si señala como período investigado</w:t>
      </w:r>
      <w:r w:rsidRPr="00E47B14">
        <w:t xml:space="preserve">: </w:t>
      </w:r>
      <w:r w:rsidRPr="00F338D4">
        <w:t>enero-diciembre de 2023; el período analizado abarcará de enero de 2021 a diciembre de 2023</w:t>
      </w:r>
      <w:r w:rsidR="00A73FF8" w:rsidRPr="00E47B14">
        <w:rPr>
          <w:iCs/>
        </w:rPr>
        <w:t>.</w:t>
      </w:r>
    </w:p>
    <w:p w14:paraId="4F871CA9" w14:textId="77777777" w:rsidR="007D0E9F"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3" w:name="_Toc169191781"/>
      <w:r w:rsidRPr="00C400D6">
        <w:rPr>
          <w:rFonts w:eastAsiaTheme="minorHAnsi" w:cs="Tahoma"/>
          <w:bCs/>
          <w:szCs w:val="22"/>
          <w:lang w:val="es-MX" w:eastAsia="ko-KR"/>
        </w:rPr>
        <w:t>Información de usuarios, importadores y exportadores</w:t>
      </w:r>
      <w:bookmarkEnd w:id="13"/>
      <w:r w:rsidRPr="00C400D6">
        <w:rPr>
          <w:rFonts w:eastAsiaTheme="minorHAnsi" w:cs="Tahoma"/>
          <w:bCs/>
          <w:szCs w:val="22"/>
          <w:lang w:val="es-MX" w:eastAsia="ko-KR"/>
        </w:rPr>
        <w:t xml:space="preserve"> </w:t>
      </w:r>
    </w:p>
    <w:p w14:paraId="0D636E4B" w14:textId="77777777" w:rsidR="00A73FF8" w:rsidRPr="00D2567E" w:rsidRDefault="00A73FF8" w:rsidP="007B58F7">
      <w:pPr>
        <w:pStyle w:val="Prrafodelista"/>
        <w:numPr>
          <w:ilvl w:val="0"/>
          <w:numId w:val="47"/>
        </w:numPr>
      </w:pPr>
      <w:r w:rsidRPr="00D2567E">
        <w:t xml:space="preserve">Con fundamento en el artículo 118 fracción </w:t>
      </w:r>
      <w:r>
        <w:t>VIII</w:t>
      </w:r>
      <w:r w:rsidRPr="00D2567E">
        <w:t xml:space="preserve"> del RLCE, proporcionar información que sirva para identificar a los </w:t>
      </w:r>
      <w:r w:rsidRPr="001857FE">
        <w:t>importadores</w:t>
      </w:r>
      <w:r w:rsidRPr="00D2567E">
        <w:t xml:space="preserve"> de la mercancía investigada. Dicha información deberá incluir lo siguiente: </w:t>
      </w:r>
    </w:p>
    <w:p w14:paraId="3A8AE021" w14:textId="77777777" w:rsidR="00A73FF8" w:rsidRPr="00D2567E" w:rsidRDefault="00A73FF8" w:rsidP="00C400D6">
      <w:pPr>
        <w:pStyle w:val="Prrafodelista"/>
        <w:numPr>
          <w:ilvl w:val="5"/>
          <w:numId w:val="153"/>
        </w:numPr>
      </w:pPr>
      <w:r w:rsidRPr="00D2567E">
        <w:t xml:space="preserve">Razón social. </w:t>
      </w:r>
    </w:p>
    <w:p w14:paraId="7CC52442" w14:textId="53A2AD95" w:rsidR="00A73FF8" w:rsidRDefault="00A73FF8" w:rsidP="00C400D6">
      <w:pPr>
        <w:pStyle w:val="Prrafodelista"/>
        <w:numPr>
          <w:ilvl w:val="5"/>
          <w:numId w:val="153"/>
        </w:numPr>
      </w:pPr>
      <w:r w:rsidRPr="00D2567E">
        <w:t>Domicilio</w:t>
      </w:r>
      <w:r w:rsidR="00B07466">
        <w:t xml:space="preserve"> </w:t>
      </w:r>
      <w:r w:rsidR="001E1C11" w:rsidRPr="00DD7485">
        <w:t xml:space="preserve">(incluyendo calle, número, </w:t>
      </w:r>
      <w:r w:rsidR="001E1C11">
        <w:t>localidad</w:t>
      </w:r>
      <w:r w:rsidR="001E1C11" w:rsidRPr="00DD7485">
        <w:t xml:space="preserve"> y código postal).</w:t>
      </w:r>
    </w:p>
    <w:p w14:paraId="320CE2C0" w14:textId="77777777" w:rsidR="00A73FF8" w:rsidRDefault="00A73FF8" w:rsidP="00C400D6">
      <w:pPr>
        <w:pStyle w:val="Prrafodelista"/>
        <w:numPr>
          <w:ilvl w:val="5"/>
          <w:numId w:val="153"/>
        </w:numPr>
      </w:pPr>
      <w:r>
        <w:t>CURP.</w:t>
      </w:r>
    </w:p>
    <w:p w14:paraId="3363B372" w14:textId="77777777" w:rsidR="009C44CA" w:rsidRPr="00D2567E" w:rsidRDefault="00A73FF8" w:rsidP="00C400D6">
      <w:pPr>
        <w:pStyle w:val="Prrafodelista"/>
        <w:numPr>
          <w:ilvl w:val="5"/>
          <w:numId w:val="153"/>
        </w:numPr>
      </w:pPr>
      <w:r>
        <w:t>RFC.</w:t>
      </w:r>
    </w:p>
    <w:p w14:paraId="12E7F223" w14:textId="77777777" w:rsidR="00A73FF8" w:rsidRDefault="00A73FF8" w:rsidP="00C400D6">
      <w:pPr>
        <w:pStyle w:val="Prrafodelista"/>
        <w:numPr>
          <w:ilvl w:val="5"/>
          <w:numId w:val="153"/>
        </w:numPr>
      </w:pPr>
      <w:r w:rsidRPr="00D2567E">
        <w:t xml:space="preserve">Teléfono. </w:t>
      </w:r>
    </w:p>
    <w:p w14:paraId="6740D465" w14:textId="77777777" w:rsidR="00A73FF8" w:rsidRDefault="00A73FF8" w:rsidP="00C400D6">
      <w:pPr>
        <w:pStyle w:val="Prrafodelista"/>
        <w:numPr>
          <w:ilvl w:val="5"/>
          <w:numId w:val="153"/>
        </w:numPr>
      </w:pPr>
      <w:r>
        <w:t>Correo electrónico para recibir notificaciones.</w:t>
      </w:r>
    </w:p>
    <w:p w14:paraId="3D2122EC" w14:textId="77777777" w:rsidR="00A73FF8" w:rsidRDefault="00A73FF8" w:rsidP="00C400D6">
      <w:pPr>
        <w:pStyle w:val="Prrafodelista"/>
        <w:numPr>
          <w:ilvl w:val="5"/>
          <w:numId w:val="153"/>
        </w:numPr>
      </w:pPr>
      <w:r>
        <w:t>Actividad preponderante, giro principal y sector al que pertenece.</w:t>
      </w:r>
    </w:p>
    <w:p w14:paraId="17A201A9" w14:textId="77777777" w:rsidR="000D07FA" w:rsidRDefault="00A73FF8" w:rsidP="000D07FA">
      <w:pPr>
        <w:pStyle w:val="Prrafodelista"/>
        <w:numPr>
          <w:ilvl w:val="5"/>
          <w:numId w:val="153"/>
        </w:numPr>
      </w:pPr>
      <w:r>
        <w:t>Objeto Social</w:t>
      </w:r>
      <w:r w:rsidR="000D07FA">
        <w:t xml:space="preserve">. </w:t>
      </w:r>
    </w:p>
    <w:p w14:paraId="3B4597B8" w14:textId="3E2E7742" w:rsidR="00A73FF8" w:rsidRPr="00D2567E" w:rsidRDefault="00A73FF8" w:rsidP="007B58F7">
      <w:pPr>
        <w:pStyle w:val="Prrafodelista"/>
        <w:numPr>
          <w:ilvl w:val="0"/>
          <w:numId w:val="47"/>
        </w:numPr>
      </w:pPr>
      <w:r w:rsidRPr="00D2567E">
        <w:t xml:space="preserve">Con fundamento en el artículo 118 fracción </w:t>
      </w:r>
      <w:r>
        <w:t>I</w:t>
      </w:r>
      <w:r w:rsidRPr="00D2567E">
        <w:t xml:space="preserve">X del RLCE, proporcionar información que sirva para identificar a los </w:t>
      </w:r>
      <w:r w:rsidRPr="001857FE">
        <w:t>exportadores</w:t>
      </w:r>
      <w:r w:rsidRPr="00D2567E">
        <w:t xml:space="preserve"> de la mercancía investigada. Dicha información deberá incluir lo siguiente: </w:t>
      </w:r>
    </w:p>
    <w:p w14:paraId="77DA3B77" w14:textId="77777777" w:rsidR="00A73FF8" w:rsidRPr="00D2567E" w:rsidRDefault="00A73FF8" w:rsidP="00A73FF8">
      <w:pPr>
        <w:pStyle w:val="Prrafodelista"/>
        <w:numPr>
          <w:ilvl w:val="5"/>
          <w:numId w:val="61"/>
        </w:numPr>
      </w:pPr>
      <w:r w:rsidRPr="00D2567E">
        <w:t xml:space="preserve">Razón social. </w:t>
      </w:r>
    </w:p>
    <w:p w14:paraId="0A284B54" w14:textId="75FF58E4" w:rsidR="00A73FF8" w:rsidRDefault="00A73FF8" w:rsidP="00A73FF8">
      <w:pPr>
        <w:pStyle w:val="Prrafodelista"/>
        <w:numPr>
          <w:ilvl w:val="5"/>
          <w:numId w:val="61"/>
        </w:numPr>
      </w:pPr>
      <w:r w:rsidRPr="00D2567E">
        <w:t>Domicilio</w:t>
      </w:r>
      <w:r w:rsidR="00B07466">
        <w:t xml:space="preserve"> </w:t>
      </w:r>
      <w:r w:rsidR="001E1C11" w:rsidRPr="00DD7485">
        <w:t xml:space="preserve">(incluyendo calle, número, </w:t>
      </w:r>
      <w:r w:rsidR="001E1C11">
        <w:t>localidad</w:t>
      </w:r>
      <w:r w:rsidR="001E1C11" w:rsidRPr="00DD7485">
        <w:t xml:space="preserve"> y código postal).</w:t>
      </w:r>
    </w:p>
    <w:p w14:paraId="46DE9C2C" w14:textId="77777777" w:rsidR="00A73FF8" w:rsidRDefault="00A73FF8" w:rsidP="00A73FF8">
      <w:pPr>
        <w:pStyle w:val="Prrafodelista"/>
        <w:numPr>
          <w:ilvl w:val="5"/>
          <w:numId w:val="61"/>
        </w:numPr>
      </w:pPr>
      <w:r>
        <w:t>CURP.</w:t>
      </w:r>
    </w:p>
    <w:p w14:paraId="651A28D6" w14:textId="77777777" w:rsidR="00A73FF8" w:rsidRPr="00D2567E" w:rsidRDefault="00A73FF8" w:rsidP="00A73FF8">
      <w:pPr>
        <w:pStyle w:val="Prrafodelista"/>
        <w:numPr>
          <w:ilvl w:val="5"/>
          <w:numId w:val="61"/>
        </w:numPr>
      </w:pPr>
      <w:r>
        <w:t>RFC.</w:t>
      </w:r>
    </w:p>
    <w:p w14:paraId="379D8650" w14:textId="77777777" w:rsidR="00A73FF8" w:rsidRDefault="00A73FF8" w:rsidP="00A73FF8">
      <w:pPr>
        <w:pStyle w:val="Prrafodelista"/>
        <w:numPr>
          <w:ilvl w:val="5"/>
          <w:numId w:val="61"/>
        </w:numPr>
      </w:pPr>
      <w:r w:rsidRPr="00D2567E">
        <w:t xml:space="preserve">Teléfono. </w:t>
      </w:r>
    </w:p>
    <w:p w14:paraId="31368C78" w14:textId="77777777" w:rsidR="00A73FF8" w:rsidRDefault="00A73FF8" w:rsidP="00A73FF8">
      <w:pPr>
        <w:pStyle w:val="Prrafodelista"/>
        <w:numPr>
          <w:ilvl w:val="5"/>
          <w:numId w:val="61"/>
        </w:numPr>
      </w:pPr>
      <w:r>
        <w:t>Correo electrónico para recibir notificaciones.</w:t>
      </w:r>
    </w:p>
    <w:p w14:paraId="14B7B688" w14:textId="77777777" w:rsidR="00A73FF8" w:rsidRDefault="00A73FF8" w:rsidP="00A73FF8">
      <w:pPr>
        <w:pStyle w:val="Prrafodelista"/>
        <w:numPr>
          <w:ilvl w:val="5"/>
          <w:numId w:val="61"/>
        </w:numPr>
      </w:pPr>
      <w:r>
        <w:t>Actividad preponderante, giro principal y sector al que pertenece.</w:t>
      </w:r>
    </w:p>
    <w:p w14:paraId="66E23833" w14:textId="77777777" w:rsidR="007D0E9F" w:rsidRDefault="00A73FF8" w:rsidP="00C400D6">
      <w:pPr>
        <w:pStyle w:val="Prrafodelista"/>
        <w:numPr>
          <w:ilvl w:val="5"/>
          <w:numId w:val="61"/>
        </w:numPr>
      </w:pPr>
      <w:r>
        <w:t>Objeto Social</w:t>
      </w:r>
      <w:r w:rsidR="00D2567E" w:rsidRPr="00D2567E">
        <w:t xml:space="preserve">. </w:t>
      </w:r>
    </w:p>
    <w:p w14:paraId="0F92F098" w14:textId="77777777" w:rsidR="00A73FF8"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4" w:name="_Toc169191782"/>
      <w:r w:rsidRPr="00C400D6">
        <w:rPr>
          <w:rFonts w:eastAsiaTheme="minorHAnsi" w:cs="Tahoma"/>
          <w:bCs/>
          <w:szCs w:val="22"/>
          <w:lang w:val="es-MX" w:eastAsia="ko-KR"/>
        </w:rPr>
        <w:t>Representatividad y rama de producción nacional</w:t>
      </w:r>
      <w:bookmarkEnd w:id="14"/>
    </w:p>
    <w:p w14:paraId="1324B88F" w14:textId="48A3EA27" w:rsidR="00A73FF8" w:rsidRDefault="00A73FF8" w:rsidP="007B58F7">
      <w:pPr>
        <w:pStyle w:val="Prrafodelista"/>
        <w:numPr>
          <w:ilvl w:val="0"/>
          <w:numId w:val="47"/>
        </w:numPr>
      </w:pPr>
      <w:r>
        <w:t xml:space="preserve"> La solicitud </w:t>
      </w:r>
      <w:r w:rsidR="004D2D3E">
        <w:t xml:space="preserve">la </w:t>
      </w:r>
      <w:r>
        <w:t>deberá h</w:t>
      </w:r>
      <w:r w:rsidR="004D2D3E">
        <w:t>acer</w:t>
      </w:r>
      <w:r>
        <w:t xml:space="preserve"> la rama de la producción nacional o en nombre de ella, entendida </w:t>
      </w:r>
      <w:r w:rsidR="004D2D3E">
        <w:t xml:space="preserve">esta </w:t>
      </w:r>
      <w:r>
        <w:t>como el conjunto de los productores de los productos similares o directamente competidores o aquellos cuya producción conjunta de productos similares o directamente competidores constituya una proporción importante de la producción nacional total de esos productos. No obstante, no se iniciará ninguna investigación cuando los productores nacionales que soliciten el inicio de la investigación representen menos del 25 por ciento de la rama de producción nacional entendida en los términos de los artículos 4.1 del Acuerdo sobre Salvaguardias</w:t>
      </w:r>
      <w:r w:rsidR="00017059">
        <w:t>, 50 de la LCE</w:t>
      </w:r>
      <w:r w:rsidR="00B513B9">
        <w:t>,</w:t>
      </w:r>
      <w:r>
        <w:t xml:space="preserve"> y 60 del RLCE. Para analizar la procedencia de la solicitud, deberá presentar lo siguiente:</w:t>
      </w:r>
    </w:p>
    <w:p w14:paraId="02C9086A" w14:textId="77777777" w:rsidR="00A73FF8" w:rsidRDefault="00A73FF8" w:rsidP="00A73FF8">
      <w:pPr>
        <w:pStyle w:val="Prrafodelista"/>
        <w:numPr>
          <w:ilvl w:val="0"/>
          <w:numId w:val="62"/>
        </w:numPr>
      </w:pPr>
      <w:r>
        <w:t>Indique quiénes son los productores nacionales del producto similar o directamente competidor.</w:t>
      </w:r>
    </w:p>
    <w:p w14:paraId="75548267" w14:textId="77777777" w:rsidR="00A73FF8" w:rsidRDefault="00A73FF8" w:rsidP="00A73FF8">
      <w:pPr>
        <w:pStyle w:val="Prrafodelista"/>
        <w:numPr>
          <w:ilvl w:val="0"/>
          <w:numId w:val="62"/>
        </w:numPr>
      </w:pPr>
      <w:r>
        <w:t>Proporcione los nombres, domicilios y teléfonos de dichos productores nacionales.</w:t>
      </w:r>
    </w:p>
    <w:p w14:paraId="2B6D0249" w14:textId="77777777" w:rsidR="00A73FF8" w:rsidRPr="009D6672" w:rsidRDefault="00A73FF8" w:rsidP="00A73FF8">
      <w:pPr>
        <w:pStyle w:val="Prrafodelista"/>
        <w:numPr>
          <w:ilvl w:val="0"/>
          <w:numId w:val="62"/>
        </w:numPr>
      </w:pPr>
      <w:r w:rsidRPr="009D6672">
        <w:lastRenderedPageBreak/>
        <w:t>Presente el volumen de la producción nacional total del producto similar o directamente competidor e indique la participación porcentual aproximada en la producción total de cada uno de los productores nacionales. Al respecto, señale las fuentes de dicha estimación.</w:t>
      </w:r>
    </w:p>
    <w:p w14:paraId="0FFD85C9" w14:textId="77777777" w:rsidR="00A73FF8" w:rsidRDefault="00A73FF8" w:rsidP="00A73FF8">
      <w:pPr>
        <w:pStyle w:val="Prrafodelista"/>
        <w:numPr>
          <w:ilvl w:val="0"/>
          <w:numId w:val="62"/>
        </w:numPr>
      </w:pPr>
      <w:r>
        <w:t>Indique si el productor nacional solicitante realizó importaciones del producto objeto de investigación en el periodo analizado, en su caso, señale la razón por las cuales las efectuó y proporcione cifras mensuales sobre los volúmenes y valores de estas.</w:t>
      </w:r>
    </w:p>
    <w:p w14:paraId="0C022CA4" w14:textId="77777777" w:rsidR="00A73FF8" w:rsidRDefault="00A73FF8" w:rsidP="00A73FF8">
      <w:pPr>
        <w:pStyle w:val="Prrafodelista"/>
        <w:numPr>
          <w:ilvl w:val="0"/>
          <w:numId w:val="62"/>
        </w:numPr>
      </w:pPr>
      <w:r>
        <w:t xml:space="preserve">Indique si el productor nacional solicitante está </w:t>
      </w:r>
      <w:r w:rsidRPr="008F4D44">
        <w:t>vinculado</w:t>
      </w:r>
      <w:r w:rsidRPr="008F4D44">
        <w:rPr>
          <w:rStyle w:val="Ttulo6Car"/>
          <w:rFonts w:ascii="Montserrat" w:hAnsi="Montserrat" w:cs="Arial"/>
          <w:b w:val="0"/>
          <w:iCs/>
          <w:vertAlign w:val="superscript"/>
        </w:rPr>
        <w:footnoteReference w:id="2"/>
      </w:r>
      <w:r w:rsidRPr="008F4D44">
        <w:t xml:space="preserve"> con</w:t>
      </w:r>
      <w:r>
        <w:t xml:space="preserve"> exportadores o importadores del producto objeto de investigación. En su caso, explique detalladamente cuál es la relación que tiene con estos.</w:t>
      </w:r>
    </w:p>
    <w:p w14:paraId="4A774108" w14:textId="77777777" w:rsidR="00A73FF8"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5" w:name="_Toc169191783"/>
      <w:r w:rsidRPr="00C400D6">
        <w:rPr>
          <w:rFonts w:eastAsiaTheme="minorHAnsi" w:cs="Tahoma"/>
          <w:bCs/>
          <w:szCs w:val="22"/>
          <w:lang w:val="es-MX" w:eastAsia="ko-KR"/>
        </w:rPr>
        <w:t>Descripción del daño grave o amenaza de daño grave</w:t>
      </w:r>
      <w:r w:rsidR="00A73FF8" w:rsidRPr="00C400D6">
        <w:rPr>
          <w:rFonts w:eastAsiaTheme="minorHAnsi" w:cs="Tahoma"/>
          <w:bCs/>
          <w:szCs w:val="22"/>
          <w:lang w:val="es-MX" w:eastAsia="ko-KR"/>
        </w:rPr>
        <w:t>.</w:t>
      </w:r>
      <w:bookmarkEnd w:id="15"/>
      <w:r w:rsidR="00A73FF8" w:rsidRPr="00C400D6">
        <w:rPr>
          <w:rFonts w:eastAsiaTheme="minorHAnsi" w:cs="Tahoma"/>
          <w:bCs/>
          <w:szCs w:val="22"/>
          <w:lang w:val="es-MX" w:eastAsia="ko-KR"/>
        </w:rPr>
        <w:t xml:space="preserve"> </w:t>
      </w:r>
    </w:p>
    <w:p w14:paraId="5C06A540" w14:textId="77777777" w:rsidR="00A73FF8" w:rsidRDefault="00A73FF8" w:rsidP="007B58F7">
      <w:pPr>
        <w:pStyle w:val="Prrafodelista"/>
        <w:numPr>
          <w:ilvl w:val="0"/>
          <w:numId w:val="47"/>
        </w:numPr>
      </w:pPr>
      <w:r>
        <w:t xml:space="preserve">De conformidad con lo previsto en los artículos 4 del AS, 48 de la LCE y 72 del RLCE, indique claramente bajo qué figura presenta su solicitud: </w:t>
      </w:r>
    </w:p>
    <w:p w14:paraId="05FE5DD2" w14:textId="77777777" w:rsidR="00A73FF8" w:rsidRDefault="00A73FF8" w:rsidP="00A73FF8">
      <w:pPr>
        <w:pStyle w:val="Prrafodelista"/>
        <w:numPr>
          <w:ilvl w:val="0"/>
          <w:numId w:val="64"/>
        </w:numPr>
      </w:pPr>
      <w:r>
        <w:t>Daño grave.</w:t>
      </w:r>
    </w:p>
    <w:p w14:paraId="0A620567" w14:textId="77777777" w:rsidR="00A73FF8" w:rsidRDefault="00A73FF8" w:rsidP="00A73FF8">
      <w:pPr>
        <w:pStyle w:val="Prrafodelista"/>
        <w:numPr>
          <w:ilvl w:val="0"/>
          <w:numId w:val="64"/>
        </w:numPr>
      </w:pPr>
      <w:r>
        <w:t xml:space="preserve">Amenaza de daño grave. </w:t>
      </w:r>
    </w:p>
    <w:p w14:paraId="6D75F82A" w14:textId="77777777" w:rsidR="00A73FF8" w:rsidRDefault="00A73FF8" w:rsidP="00A73FF8">
      <w:pPr>
        <w:pStyle w:val="Prrafodelista"/>
        <w:numPr>
          <w:ilvl w:val="0"/>
          <w:numId w:val="47"/>
        </w:numPr>
      </w:pPr>
      <w:r w:rsidRPr="00D2567E">
        <w:t>Con fundamento en los artículos 4.2.a) del AS y 118 fracción XII del RLCE,</w:t>
      </w:r>
      <w:r>
        <w:t xml:space="preserve"> d</w:t>
      </w:r>
      <w:r w:rsidRPr="00416DA8">
        <w:t>escriba detalladamente los efectos negativos en cada uno de los indicadores económicos y financieros de su empresa y/o de la rama de producción nacional, que considera fueron causados por las importaciones</w:t>
      </w:r>
      <w:r>
        <w:t xml:space="preserve"> investigadas. D</w:t>
      </w:r>
      <w:r w:rsidRPr="00D2567E">
        <w:t>eberá proporcionar una descripción pormenorizada de los hechos y datos que demuestren que la causa única o principal del daño grave o amenaza de daño grave a la rama de la producción nacional de la mercancía idéntica, similar o directamente competidora, es el aumento sustancial de las importaciones de</w:t>
      </w:r>
      <w:r>
        <w:t>l</w:t>
      </w:r>
      <w:r w:rsidRPr="00D2567E">
        <w:t xml:space="preserve"> </w:t>
      </w:r>
      <w:r>
        <w:t xml:space="preserve">producto </w:t>
      </w:r>
      <w:r w:rsidRPr="00D2567E">
        <w:t>investigad</w:t>
      </w:r>
      <w:r>
        <w:t>o</w:t>
      </w:r>
    </w:p>
    <w:p w14:paraId="61BE427D" w14:textId="77777777" w:rsidR="00A73FF8"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6" w:name="_Toc169191784"/>
      <w:r w:rsidRPr="00C400D6">
        <w:rPr>
          <w:rFonts w:eastAsiaTheme="minorHAnsi" w:cs="Tahoma"/>
          <w:bCs/>
          <w:szCs w:val="22"/>
          <w:lang w:val="es-MX" w:eastAsia="ko-KR"/>
        </w:rPr>
        <w:t>Indicadores de la rama de la producción nacional</w:t>
      </w:r>
      <w:bookmarkEnd w:id="16"/>
      <w:r w:rsidR="00A73FF8" w:rsidRPr="00C400D6">
        <w:rPr>
          <w:rFonts w:eastAsiaTheme="minorHAnsi" w:cs="Tahoma"/>
          <w:bCs/>
          <w:szCs w:val="22"/>
          <w:lang w:val="es-MX" w:eastAsia="ko-KR"/>
        </w:rPr>
        <w:t xml:space="preserve"> </w:t>
      </w:r>
    </w:p>
    <w:p w14:paraId="5B09B084" w14:textId="77777777" w:rsidR="00A3083E" w:rsidRPr="00D2567E" w:rsidRDefault="00A3083E" w:rsidP="007B58F7">
      <w:pPr>
        <w:pStyle w:val="Prrafodelista"/>
        <w:numPr>
          <w:ilvl w:val="0"/>
          <w:numId w:val="47"/>
        </w:numPr>
      </w:pPr>
      <w:r w:rsidRPr="00D2567E">
        <w:t xml:space="preserve">Tome en cuenta que toda la información relacionada con esta sección deberá ser presentada para los </w:t>
      </w:r>
      <w:r w:rsidRPr="00F338D4">
        <w:t>últimos tres años (de forma mensual)</w:t>
      </w:r>
      <w:r w:rsidRPr="00D2567E">
        <w:t xml:space="preserve"> y hasta el período más reciente anterior a la fecha de presentación de la solicitud. </w:t>
      </w:r>
    </w:p>
    <w:p w14:paraId="1DC5A281" w14:textId="25597462" w:rsidR="00A3083E" w:rsidRPr="00D2567E" w:rsidRDefault="00A3083E" w:rsidP="007B58F7">
      <w:pPr>
        <w:pStyle w:val="Prrafodelista"/>
        <w:numPr>
          <w:ilvl w:val="0"/>
          <w:numId w:val="47"/>
        </w:numPr>
      </w:pPr>
      <w:r w:rsidRPr="00D2567E">
        <w:t>Con fundamento en el artículo 4.2.a) del AS y 48 fracción I y II de la LCE, deberá demostrar que ha habido un aumento significativo</w:t>
      </w:r>
      <w:r w:rsidRPr="001857FE">
        <w:t xml:space="preserve"> </w:t>
      </w:r>
      <w:r w:rsidRPr="00D2567E">
        <w:t xml:space="preserve">de las importaciones de mercancías en términos absolutos y relativos como </w:t>
      </w:r>
      <w:r w:rsidR="00F30780">
        <w:t>en</w:t>
      </w:r>
      <w:r w:rsidRPr="00D2567E">
        <w:t xml:space="preserve"> relación con la producción o el consumo interno del país. Debido a lo anterior, deberá: </w:t>
      </w:r>
    </w:p>
    <w:p w14:paraId="41F7ED94" w14:textId="77777777" w:rsidR="00A3083E" w:rsidRDefault="00A3083E" w:rsidP="00A3083E">
      <w:pPr>
        <w:pStyle w:val="Prrafodelista"/>
        <w:numPr>
          <w:ilvl w:val="0"/>
          <w:numId w:val="65"/>
        </w:numPr>
        <w:ind w:left="993" w:hanging="284"/>
      </w:pPr>
      <w:r w:rsidRPr="00D2567E">
        <w:t xml:space="preserve">Proporcionar </w:t>
      </w:r>
      <w:r>
        <w:t>valor, volumen y precios de</w:t>
      </w:r>
      <w:r w:rsidRPr="00D2567E">
        <w:t xml:space="preserve"> las importaciones de</w:t>
      </w:r>
      <w:r>
        <w:t>l</w:t>
      </w:r>
      <w:r w:rsidRPr="00D2567E">
        <w:t xml:space="preserve"> </w:t>
      </w:r>
      <w:r>
        <w:t>producto</w:t>
      </w:r>
      <w:r w:rsidRPr="00D2567E">
        <w:t xml:space="preserve"> investigad</w:t>
      </w:r>
      <w:r>
        <w:t>o;</w:t>
      </w:r>
      <w:r w:rsidRPr="00D2567E">
        <w:t xml:space="preserve"> </w:t>
      </w:r>
      <w:r>
        <w:t>t</w:t>
      </w:r>
      <w:r w:rsidRPr="00D2567E">
        <w:t>otales y por país de origen</w:t>
      </w:r>
      <w:r>
        <w:t xml:space="preserve"> (t</w:t>
      </w:r>
      <w:r w:rsidRPr="00D2567E">
        <w:t>anto definitivas como temporales</w:t>
      </w:r>
      <w:r>
        <w:t>).</w:t>
      </w:r>
    </w:p>
    <w:p w14:paraId="5F6221E0" w14:textId="44DAB70B" w:rsidR="00A3083E" w:rsidRPr="00D2567E" w:rsidRDefault="00A3083E" w:rsidP="00A3083E">
      <w:pPr>
        <w:pStyle w:val="Prrafodelista"/>
        <w:numPr>
          <w:ilvl w:val="0"/>
          <w:numId w:val="65"/>
        </w:numPr>
        <w:ind w:left="993" w:hanging="284"/>
      </w:pPr>
      <w:r w:rsidRPr="00D2567E">
        <w:t xml:space="preserve">Proporcionar argumentos y pruebas </w:t>
      </w:r>
      <w:r w:rsidR="00F30780">
        <w:t>en</w:t>
      </w:r>
      <w:r w:rsidRPr="00D2567E">
        <w:t xml:space="preserve"> relación </w:t>
      </w:r>
      <w:r w:rsidR="00F30780">
        <w:t>con e</w:t>
      </w:r>
      <w:r w:rsidRPr="00D2567E">
        <w:t xml:space="preserve">l crecimiento de las importaciones tanto en términos absolutos como </w:t>
      </w:r>
      <w:r w:rsidR="00F30780">
        <w:t>en</w:t>
      </w:r>
      <w:r w:rsidRPr="00D2567E">
        <w:t xml:space="preserve"> relación </w:t>
      </w:r>
      <w:r w:rsidR="00F30780">
        <w:t>con e</w:t>
      </w:r>
      <w:r w:rsidRPr="00D2567E">
        <w:t xml:space="preserve">l consumo y a la producción nacional. </w:t>
      </w:r>
    </w:p>
    <w:p w14:paraId="52BA89C8" w14:textId="77777777" w:rsidR="00A3083E" w:rsidRPr="00D2567E" w:rsidRDefault="00A3083E" w:rsidP="00A3083E">
      <w:pPr>
        <w:pStyle w:val="Prrafodelista"/>
        <w:numPr>
          <w:ilvl w:val="0"/>
          <w:numId w:val="65"/>
        </w:numPr>
        <w:ind w:left="993" w:hanging="284"/>
      </w:pPr>
      <w:r w:rsidRPr="00D2567E">
        <w:t xml:space="preserve">Proporcionar argumentos y pruebas en relación con la pérdida de la participación de la producción nacional en el mercado interno. </w:t>
      </w:r>
    </w:p>
    <w:p w14:paraId="59449DB7" w14:textId="77777777" w:rsidR="00A3083E" w:rsidRPr="00C400D6" w:rsidRDefault="00A3083E" w:rsidP="007B58F7">
      <w:pPr>
        <w:pStyle w:val="Prrafodelista"/>
        <w:numPr>
          <w:ilvl w:val="0"/>
          <w:numId w:val="47"/>
        </w:numPr>
      </w:pPr>
      <w:r w:rsidRPr="00D2567E">
        <w:t xml:space="preserve">Con fundamento en los artículos 4.2.a) del AS y 48 fracción III de la LCE, durante la investigación se deberán evaluar todos los factores pertinentes de carácter objetivo y cuantificable que tengan relación con la situación de la rama de la producción nacional. Debido </w:t>
      </w:r>
      <w:r w:rsidRPr="00D2567E">
        <w:lastRenderedPageBreak/>
        <w:t xml:space="preserve">a lo anterior, deberá proporcionar información sobre los siguientes indicadores de la rama de la </w:t>
      </w:r>
      <w:r w:rsidRPr="00C400D6">
        <w:t>producción nacional en los siguientes términos:</w:t>
      </w:r>
    </w:p>
    <w:p w14:paraId="38634A13" w14:textId="77777777" w:rsidR="00A3083E" w:rsidRPr="00836965" w:rsidRDefault="00A3083E" w:rsidP="00A3083E">
      <w:pPr>
        <w:pStyle w:val="Prrafodelista"/>
        <w:numPr>
          <w:ilvl w:val="0"/>
          <w:numId w:val="66"/>
        </w:numPr>
        <w:ind w:left="993"/>
      </w:pPr>
      <w:r w:rsidRPr="00BD1BF8">
        <w:t>Información mensual sobre Consumo Nacional Aparente (CNA)</w:t>
      </w:r>
      <w:r w:rsidRPr="00BD1BF8">
        <w:rPr>
          <w:vertAlign w:val="superscript"/>
        </w:rPr>
        <w:footnoteReference w:id="3"/>
      </w:r>
      <w:r w:rsidRPr="00BD1BF8">
        <w:t>, producción</w:t>
      </w:r>
      <w:r w:rsidRPr="00BD1BF8">
        <w:rPr>
          <w:vertAlign w:val="superscript"/>
        </w:rPr>
        <w:footnoteReference w:id="4"/>
      </w:r>
      <w:r w:rsidRPr="00BD1BF8">
        <w:t xml:space="preserve">,  </w:t>
      </w:r>
      <w:r w:rsidRPr="00836965">
        <w:t>volumen de ventas al mercado interno, volumen de exportaciones y precio nacional de venta al mercado interno. Utilice el Anexo 1.</w:t>
      </w:r>
    </w:p>
    <w:p w14:paraId="541D9783" w14:textId="77777777" w:rsidR="00A3083E" w:rsidRPr="00836965" w:rsidRDefault="00A3083E" w:rsidP="00A3083E">
      <w:pPr>
        <w:pStyle w:val="Prrafodelista"/>
        <w:numPr>
          <w:ilvl w:val="0"/>
          <w:numId w:val="66"/>
        </w:numPr>
        <w:ind w:left="993"/>
      </w:pPr>
      <w:r w:rsidRPr="00836965">
        <w:t>Información anual sobre capacidad instalada y su utilización, empleo, salarios, inventarios y productividad. Utilice el Anexo 2.</w:t>
      </w:r>
    </w:p>
    <w:p w14:paraId="0E4A69EA" w14:textId="77777777" w:rsidR="00A3083E" w:rsidRPr="00D2567E" w:rsidRDefault="00A3083E" w:rsidP="007B58F7">
      <w:pPr>
        <w:pStyle w:val="Prrafodelista"/>
        <w:numPr>
          <w:ilvl w:val="0"/>
          <w:numId w:val="47"/>
        </w:numPr>
      </w:pPr>
      <w:r w:rsidRPr="00D2567E">
        <w:t>Con fundamento en los artículos 7</w:t>
      </w:r>
      <w:r>
        <w:t>1 y 72</w:t>
      </w:r>
      <w:r w:rsidRPr="00D2567E">
        <w:t xml:space="preserve"> del RLCE y 48 de la LCE, señal</w:t>
      </w:r>
      <w:r>
        <w:t>e</w:t>
      </w:r>
      <w:r w:rsidRPr="00D2567E">
        <w:t xml:space="preserve"> si durante el período investigado se observó el cierre de empresas nacionales que elaboraran la mercancía idéntica, similar o directamente competidora. </w:t>
      </w:r>
    </w:p>
    <w:p w14:paraId="57CDEA02" w14:textId="77777777" w:rsidR="00A3083E" w:rsidRPr="00D2567E" w:rsidRDefault="00A3083E" w:rsidP="007B58F7">
      <w:pPr>
        <w:pStyle w:val="Prrafodelista"/>
        <w:numPr>
          <w:ilvl w:val="0"/>
          <w:numId w:val="47"/>
        </w:numPr>
      </w:pPr>
      <w:r w:rsidRPr="00D2567E">
        <w:t>Con fundamento en los artículos 74 del RLCE y 48 de la LCE, deberá aportar estudios económicos, monografías, literatura técnica y estadísticas nacionales e internacionales sobre el comportamiento del mercado</w:t>
      </w:r>
      <w:r>
        <w:t>,</w:t>
      </w:r>
      <w:r w:rsidRPr="00D2567E">
        <w:t xml:space="preserve"> que englobe tanto </w:t>
      </w:r>
      <w:r>
        <w:t>el producto</w:t>
      </w:r>
      <w:r w:rsidRPr="00D2567E">
        <w:t xml:space="preserve"> investigad</w:t>
      </w:r>
      <w:r>
        <w:t>o</w:t>
      </w:r>
      <w:r w:rsidRPr="00D2567E">
        <w:t xml:space="preserve"> como </w:t>
      </w:r>
      <w:r>
        <w:t>el</w:t>
      </w:r>
      <w:r w:rsidRPr="00D2567E">
        <w:t xml:space="preserve"> </w:t>
      </w:r>
      <w:r>
        <w:t>producto</w:t>
      </w:r>
      <w:r w:rsidRPr="00D2567E">
        <w:t xml:space="preserve"> idéntic</w:t>
      </w:r>
      <w:r>
        <w:t>o</w:t>
      </w:r>
      <w:r w:rsidRPr="00D2567E">
        <w:t>, similar o directamente competidor</w:t>
      </w:r>
      <w:r>
        <w:t>,</w:t>
      </w:r>
      <w:r w:rsidRPr="00D2567E">
        <w:t xml:space="preserve"> que permita identificar los ciclos económicos y las condiciones de competencia específicas de la industria afectada. </w:t>
      </w:r>
    </w:p>
    <w:p w14:paraId="11972AD1" w14:textId="77777777" w:rsidR="00A3083E" w:rsidRPr="00D2567E" w:rsidRDefault="00A3083E" w:rsidP="007B58F7">
      <w:pPr>
        <w:pStyle w:val="Prrafodelista"/>
        <w:numPr>
          <w:ilvl w:val="0"/>
          <w:numId w:val="47"/>
        </w:numPr>
      </w:pPr>
      <w:r w:rsidRPr="00D2567E">
        <w:t xml:space="preserve">Con fundamento en los artículos 3.1 del AS y 127 del RLCE, deberá presentar argumentos y pruebas en relación con los siguientes elementos: </w:t>
      </w:r>
    </w:p>
    <w:p w14:paraId="6F525077" w14:textId="77777777" w:rsidR="00A3083E" w:rsidRPr="00D2567E" w:rsidRDefault="00A3083E" w:rsidP="00A3083E">
      <w:pPr>
        <w:pStyle w:val="Prrafodelista"/>
        <w:numPr>
          <w:ilvl w:val="0"/>
          <w:numId w:val="67"/>
        </w:numPr>
        <w:ind w:left="993"/>
      </w:pPr>
      <w:r>
        <w:t>S</w:t>
      </w:r>
      <w:r w:rsidRPr="00D2567E">
        <w:t xml:space="preserve">i la aplicación de la salvaguarda sería o no de interés público. </w:t>
      </w:r>
    </w:p>
    <w:p w14:paraId="43E5DC71" w14:textId="77777777" w:rsidR="00A3083E" w:rsidRPr="00D2567E" w:rsidRDefault="00A3083E" w:rsidP="00A3083E">
      <w:pPr>
        <w:pStyle w:val="Prrafodelista"/>
        <w:numPr>
          <w:ilvl w:val="0"/>
          <w:numId w:val="67"/>
        </w:numPr>
        <w:ind w:left="993"/>
      </w:pPr>
      <w:r w:rsidRPr="00D2567E">
        <w:t xml:space="preserve">Los costos y beneficios sociales y económicos de corto y largo plazo de la aplicación de la medida. </w:t>
      </w:r>
    </w:p>
    <w:p w14:paraId="6446B497" w14:textId="77777777" w:rsidR="00A3083E" w:rsidRPr="00D2567E" w:rsidRDefault="00A3083E" w:rsidP="00A3083E">
      <w:pPr>
        <w:pStyle w:val="Prrafodelista"/>
        <w:numPr>
          <w:ilvl w:val="0"/>
          <w:numId w:val="67"/>
        </w:numPr>
        <w:ind w:left="993"/>
      </w:pPr>
      <w:r w:rsidRPr="00D2567E">
        <w:t xml:space="preserve">Los costos de no aplicar la medida propuesta. </w:t>
      </w:r>
    </w:p>
    <w:p w14:paraId="078AE105" w14:textId="77777777" w:rsidR="00A3083E" w:rsidRPr="00D2567E" w:rsidRDefault="00A3083E" w:rsidP="00A3083E">
      <w:pPr>
        <w:pStyle w:val="Prrafodelista"/>
        <w:numPr>
          <w:ilvl w:val="0"/>
          <w:numId w:val="67"/>
        </w:numPr>
        <w:ind w:left="993"/>
      </w:pPr>
      <w:r w:rsidRPr="00D2567E">
        <w:t xml:space="preserve">El efecto de las medidas sobre los consumidores y la competencia en el mercado interno. </w:t>
      </w:r>
    </w:p>
    <w:p w14:paraId="75E74053" w14:textId="77777777" w:rsidR="00A73FF8" w:rsidRPr="00D2567E" w:rsidRDefault="00A3083E" w:rsidP="00C400D6">
      <w:pPr>
        <w:pStyle w:val="Prrafodelista"/>
        <w:numPr>
          <w:ilvl w:val="0"/>
          <w:numId w:val="67"/>
        </w:numPr>
        <w:ind w:left="993"/>
      </w:pPr>
      <w:r w:rsidRPr="00D2567E">
        <w:t xml:space="preserve">Otros factores relacionados con el interés público o la seguridad </w:t>
      </w:r>
      <w:r w:rsidRPr="00D66F08">
        <w:t>nacional</w:t>
      </w:r>
      <w:r w:rsidR="00A73FF8" w:rsidRPr="00D66F08">
        <w:t>.</w:t>
      </w:r>
    </w:p>
    <w:p w14:paraId="439BA33E" w14:textId="77777777" w:rsidR="00A73FF8" w:rsidRPr="00C400D6" w:rsidRDefault="00C400D6" w:rsidP="00C400D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7" w:name="_Toc169191785"/>
      <w:r w:rsidRPr="00C400D6">
        <w:rPr>
          <w:rFonts w:eastAsiaTheme="minorHAnsi" w:cs="Tahoma"/>
          <w:bCs/>
          <w:szCs w:val="22"/>
          <w:lang w:val="es-MX" w:eastAsia="ko-KR"/>
        </w:rPr>
        <w:t>Indicadores por empresa</w:t>
      </w:r>
      <w:bookmarkEnd w:id="17"/>
      <w:r w:rsidRPr="00C400D6">
        <w:rPr>
          <w:rFonts w:eastAsiaTheme="minorHAnsi" w:cs="Tahoma"/>
          <w:bCs/>
          <w:szCs w:val="22"/>
          <w:lang w:val="es-MX" w:eastAsia="ko-KR"/>
        </w:rPr>
        <w:t xml:space="preserve"> </w:t>
      </w:r>
    </w:p>
    <w:p w14:paraId="44D25B5D" w14:textId="77777777" w:rsidR="00A3083E" w:rsidRPr="00D2567E" w:rsidRDefault="00A3083E" w:rsidP="007B58F7">
      <w:pPr>
        <w:pStyle w:val="Prrafodelista"/>
        <w:numPr>
          <w:ilvl w:val="0"/>
          <w:numId w:val="47"/>
        </w:numPr>
      </w:pPr>
      <w:r w:rsidRPr="00D2567E">
        <w:t>En caso de que la solicitud sea presentada por una Cámara</w:t>
      </w:r>
      <w:r w:rsidRPr="001857FE">
        <w:t>,</w:t>
      </w:r>
      <w:r w:rsidRPr="004C2414">
        <w:t xml:space="preserve"> </w:t>
      </w:r>
      <w:r w:rsidRPr="00D2567E">
        <w:t xml:space="preserve">Asociación u organización legalmente constituida, las respuestas a las preguntas incluidas dentro de la presente sección deberán ser contestadas de forma individual por cada una de las empresas </w:t>
      </w:r>
      <w:r>
        <w:t>que formen parte de la Cámara o Asociación</w:t>
      </w:r>
      <w:r w:rsidRPr="00D2567E">
        <w:t xml:space="preserve">. </w:t>
      </w:r>
    </w:p>
    <w:p w14:paraId="5507D075" w14:textId="77777777" w:rsidR="00A3083E" w:rsidRPr="00D2567E" w:rsidRDefault="00A3083E" w:rsidP="007B58F7">
      <w:pPr>
        <w:pStyle w:val="Prrafodelista"/>
        <w:numPr>
          <w:ilvl w:val="0"/>
          <w:numId w:val="47"/>
        </w:numPr>
      </w:pPr>
      <w:r w:rsidRPr="00D2567E">
        <w:t xml:space="preserve">Explicar la estructura corporativa de su empresa. Dicha información deberá incluir: </w:t>
      </w:r>
    </w:p>
    <w:p w14:paraId="27D4F1E5" w14:textId="77777777" w:rsidR="00A3083E" w:rsidRPr="00D2567E" w:rsidRDefault="00A3083E" w:rsidP="00A3083E">
      <w:pPr>
        <w:pStyle w:val="Prrafodelista"/>
        <w:numPr>
          <w:ilvl w:val="0"/>
          <w:numId w:val="68"/>
        </w:numPr>
        <w:ind w:left="993"/>
      </w:pPr>
      <w:r w:rsidRPr="00D2567E">
        <w:t xml:space="preserve">Nombre y RFC de la empresa matriz. </w:t>
      </w:r>
    </w:p>
    <w:p w14:paraId="2F50AC6B" w14:textId="77777777" w:rsidR="00A3083E" w:rsidRPr="00D2567E" w:rsidRDefault="00A3083E" w:rsidP="00A3083E">
      <w:pPr>
        <w:pStyle w:val="Prrafodelista"/>
        <w:numPr>
          <w:ilvl w:val="0"/>
          <w:numId w:val="68"/>
        </w:numPr>
        <w:ind w:left="993"/>
      </w:pPr>
      <w:r w:rsidRPr="00D2567E">
        <w:t xml:space="preserve">Nombre y RFC de las empresas subsidiarias. </w:t>
      </w:r>
    </w:p>
    <w:p w14:paraId="44F350A0" w14:textId="77777777" w:rsidR="00A3083E" w:rsidRPr="00D2567E" w:rsidRDefault="00A3083E" w:rsidP="00A3083E">
      <w:pPr>
        <w:pStyle w:val="Prrafodelista"/>
        <w:numPr>
          <w:ilvl w:val="0"/>
          <w:numId w:val="68"/>
        </w:numPr>
        <w:ind w:left="993"/>
      </w:pPr>
      <w:r w:rsidRPr="00D2567E">
        <w:t xml:space="preserve">Nombre y RFC de cualquier otra empresa vinculada de alguna otra forma con su empresa (por ejemplo: comercializadoras). </w:t>
      </w:r>
    </w:p>
    <w:p w14:paraId="4568D61A" w14:textId="77777777" w:rsidR="00A3083E" w:rsidRPr="00D2567E" w:rsidRDefault="00A3083E" w:rsidP="00A3083E">
      <w:pPr>
        <w:pStyle w:val="Prrafodelista"/>
        <w:numPr>
          <w:ilvl w:val="0"/>
          <w:numId w:val="68"/>
        </w:numPr>
        <w:ind w:left="993"/>
      </w:pPr>
      <w:r w:rsidRPr="00D2567E">
        <w:t>Proporcionar</w:t>
      </w:r>
      <w:r>
        <w:t xml:space="preserve"> </w:t>
      </w:r>
      <w:r w:rsidRPr="00D2567E">
        <w:t>diagramas de flujo que indiquen la relación existente entre las distintas empresas de</w:t>
      </w:r>
      <w:r>
        <w:t xml:space="preserve"> la empresa matriz (o grupo</w:t>
      </w:r>
      <w:r w:rsidRPr="00D2567E">
        <w:t xml:space="preserve"> corporativo</w:t>
      </w:r>
      <w:r>
        <w:t>)</w:t>
      </w:r>
      <w:r w:rsidRPr="00D2567E">
        <w:t xml:space="preserve">. </w:t>
      </w:r>
    </w:p>
    <w:p w14:paraId="61EA8453" w14:textId="77777777" w:rsidR="00A3083E" w:rsidRPr="00D2567E" w:rsidRDefault="00A3083E" w:rsidP="007B58F7">
      <w:pPr>
        <w:pStyle w:val="Prrafodelista"/>
        <w:numPr>
          <w:ilvl w:val="0"/>
          <w:numId w:val="47"/>
        </w:numPr>
      </w:pPr>
      <w:r w:rsidRPr="00D2567E">
        <w:lastRenderedPageBreak/>
        <w:t xml:space="preserve">Indicar si su empresa y/o alguna de las empresas mencionadas en la respuesta a la </w:t>
      </w:r>
      <w:r w:rsidRPr="00ED10FC">
        <w:t>pregunta 16 importaron la</w:t>
      </w:r>
      <w:r w:rsidRPr="00D2567E">
        <w:t xml:space="preserve"> mercancía investigada durante el período investigado. En caso afirmativo, además: </w:t>
      </w:r>
    </w:p>
    <w:p w14:paraId="7CE35F08" w14:textId="77777777" w:rsidR="00A3083E" w:rsidRPr="00D2567E" w:rsidRDefault="00A3083E" w:rsidP="00A3083E">
      <w:pPr>
        <w:pStyle w:val="Prrafodelista"/>
        <w:numPr>
          <w:ilvl w:val="0"/>
          <w:numId w:val="69"/>
        </w:numPr>
        <w:ind w:left="993"/>
      </w:pPr>
      <w:r w:rsidRPr="00D2567E">
        <w:t xml:space="preserve">Indicar cuáles fueron las empresas que compraron la mercancía investigada. </w:t>
      </w:r>
    </w:p>
    <w:p w14:paraId="39C1B1EA" w14:textId="77777777" w:rsidR="00A3083E" w:rsidRPr="00D2567E" w:rsidRDefault="00A3083E" w:rsidP="00A3083E">
      <w:pPr>
        <w:pStyle w:val="Prrafodelista"/>
        <w:numPr>
          <w:ilvl w:val="0"/>
          <w:numId w:val="69"/>
        </w:numPr>
        <w:ind w:left="993"/>
      </w:pPr>
      <w:r w:rsidRPr="00D2567E">
        <w:t xml:space="preserve">Explicar por qué a pesar de ser fabricante compró la mercancía investigada. </w:t>
      </w:r>
    </w:p>
    <w:p w14:paraId="56D32929" w14:textId="77777777" w:rsidR="00A3083E" w:rsidRPr="00D2567E" w:rsidRDefault="00A3083E" w:rsidP="00A3083E">
      <w:pPr>
        <w:pStyle w:val="Prrafodelista"/>
        <w:numPr>
          <w:ilvl w:val="0"/>
          <w:numId w:val="69"/>
        </w:numPr>
        <w:ind w:left="993"/>
      </w:pPr>
      <w:r w:rsidRPr="00D2567E">
        <w:t xml:space="preserve">Proporcionar información </w:t>
      </w:r>
      <w:r w:rsidRPr="00F338D4">
        <w:t>mensual correspondiente a tres años (36 meses)</w:t>
      </w:r>
      <w:r w:rsidRPr="00D2567E">
        <w:t xml:space="preserve"> del período analizado en relación con las importaciones de la mercancía investigada que realizó su empresa o sus afiliadas durante el período investigado. </w:t>
      </w:r>
    </w:p>
    <w:p w14:paraId="7DDEEAD9" w14:textId="77777777" w:rsidR="00A3083E" w:rsidRPr="00D2567E" w:rsidRDefault="00A3083E" w:rsidP="00A3083E">
      <w:pPr>
        <w:pStyle w:val="Prrafodelista"/>
        <w:numPr>
          <w:ilvl w:val="0"/>
          <w:numId w:val="69"/>
        </w:numPr>
        <w:ind w:left="993"/>
      </w:pPr>
      <w:r w:rsidRPr="00D2567E">
        <w:t xml:space="preserve">En su caso, explique por qué considera que las importaciones que realizó no fueron la causa del daño alegado. </w:t>
      </w:r>
    </w:p>
    <w:p w14:paraId="6BE488AE" w14:textId="77777777" w:rsidR="00A3083E" w:rsidRPr="00A52354" w:rsidRDefault="00A3083E" w:rsidP="007B58F7">
      <w:pPr>
        <w:pStyle w:val="Prrafodelista"/>
        <w:numPr>
          <w:ilvl w:val="0"/>
          <w:numId w:val="47"/>
        </w:numPr>
      </w:pPr>
      <w:r w:rsidRPr="00A52354">
        <w:t xml:space="preserve">Explicar los factores y mecanismos mediante los cuales considera que las importaciones de la mercancía investigada afectaron o afectarán los indicadores </w:t>
      </w:r>
      <w:r>
        <w:t>d</w:t>
      </w:r>
      <w:r w:rsidRPr="00A52354">
        <w:t xml:space="preserve">e su empresa. </w:t>
      </w:r>
    </w:p>
    <w:p w14:paraId="395C732C" w14:textId="77777777" w:rsidR="00A3083E" w:rsidRDefault="00A3083E" w:rsidP="007B58F7">
      <w:pPr>
        <w:pStyle w:val="Prrafodelista"/>
        <w:numPr>
          <w:ilvl w:val="0"/>
          <w:numId w:val="47"/>
        </w:numPr>
      </w:pPr>
      <w:r>
        <w:t>P</w:t>
      </w:r>
      <w:r w:rsidRPr="00D2567E">
        <w:t>roporcion</w:t>
      </w:r>
      <w:r>
        <w:t>e</w:t>
      </w:r>
      <w:r w:rsidRPr="00D2567E">
        <w:t xml:space="preserve"> información </w:t>
      </w:r>
      <w:r>
        <w:t>sobre</w:t>
      </w:r>
      <w:r w:rsidRPr="00D2567E">
        <w:t xml:space="preserve"> las plantas productoras en las que su empresa elabora la mercancía idéntica, similar o directamente competidora</w:t>
      </w:r>
      <w:r>
        <w:t>:</w:t>
      </w:r>
      <w:r w:rsidRPr="00D2567E">
        <w:t xml:space="preserve"> </w:t>
      </w:r>
    </w:p>
    <w:p w14:paraId="2ABB317B" w14:textId="77777777" w:rsidR="00A3083E" w:rsidRPr="00D2567E" w:rsidRDefault="00A3083E" w:rsidP="00A3083E">
      <w:pPr>
        <w:pStyle w:val="Prrafodelista"/>
        <w:numPr>
          <w:ilvl w:val="0"/>
          <w:numId w:val="70"/>
        </w:numPr>
        <w:ind w:left="993"/>
      </w:pPr>
      <w:r w:rsidRPr="00D2567E">
        <w:t xml:space="preserve">Nombre de la planta. </w:t>
      </w:r>
    </w:p>
    <w:p w14:paraId="6A6614FF" w14:textId="77777777" w:rsidR="00A3083E" w:rsidRPr="00D2567E" w:rsidRDefault="00A3083E" w:rsidP="00A3083E">
      <w:pPr>
        <w:pStyle w:val="Prrafodelista"/>
        <w:numPr>
          <w:ilvl w:val="0"/>
          <w:numId w:val="70"/>
        </w:numPr>
        <w:ind w:left="993"/>
      </w:pPr>
      <w:r w:rsidRPr="00D2567E">
        <w:t xml:space="preserve">Domicilio fiscal. </w:t>
      </w:r>
    </w:p>
    <w:p w14:paraId="69406841" w14:textId="77777777" w:rsidR="00A3083E" w:rsidRPr="00D2567E" w:rsidRDefault="00A3083E" w:rsidP="00A3083E">
      <w:pPr>
        <w:pStyle w:val="Prrafodelista"/>
        <w:numPr>
          <w:ilvl w:val="0"/>
          <w:numId w:val="70"/>
        </w:numPr>
        <w:ind w:left="993"/>
      </w:pPr>
      <w:r w:rsidRPr="00D2567E">
        <w:t xml:space="preserve">Otras mercancías que se fabriquen en dicha planta, además de la mercancía idéntica, similar o directamente competidora. </w:t>
      </w:r>
    </w:p>
    <w:p w14:paraId="66EC7BD9" w14:textId="77777777" w:rsidR="00A3083E" w:rsidRPr="00D2567E" w:rsidRDefault="00A3083E" w:rsidP="007B58F7">
      <w:pPr>
        <w:pStyle w:val="Prrafodelista"/>
        <w:numPr>
          <w:ilvl w:val="0"/>
          <w:numId w:val="47"/>
        </w:numPr>
      </w:pPr>
      <w:r>
        <w:t>E</w:t>
      </w:r>
      <w:r w:rsidRPr="00D2567E">
        <w:t>n relación con la capacidad instalada de producción de su empresa durante el período analizado</w:t>
      </w:r>
      <w:r>
        <w:t xml:space="preserve"> proporcione la siguiente información:</w:t>
      </w:r>
    </w:p>
    <w:p w14:paraId="195825CD" w14:textId="77777777" w:rsidR="00A3083E" w:rsidRPr="00D2567E" w:rsidRDefault="00A3083E" w:rsidP="00A3083E">
      <w:pPr>
        <w:pStyle w:val="Prrafodelista"/>
        <w:numPr>
          <w:ilvl w:val="0"/>
          <w:numId w:val="71"/>
        </w:numPr>
        <w:ind w:left="993" w:hanging="283"/>
      </w:pPr>
      <w:r w:rsidRPr="00D2567E">
        <w:t xml:space="preserve">En caso de que se hayan realizado cambios en la capacidad instalada, indique en qué mes y año se llevaron a cabo. </w:t>
      </w:r>
    </w:p>
    <w:p w14:paraId="65AEE783" w14:textId="77777777" w:rsidR="00A3083E" w:rsidRPr="00D2567E" w:rsidRDefault="00A3083E" w:rsidP="00A3083E">
      <w:pPr>
        <w:pStyle w:val="Prrafodelista"/>
        <w:numPr>
          <w:ilvl w:val="0"/>
          <w:numId w:val="71"/>
        </w:numPr>
        <w:ind w:left="993" w:hanging="283"/>
      </w:pPr>
      <w:r w:rsidRPr="00D2567E">
        <w:t xml:space="preserve">Explicar el método que empleó para calcular la capacidad instalada que tiene su empresa para producir la mercancía idéntica, similar o directamente competidora.  </w:t>
      </w:r>
    </w:p>
    <w:p w14:paraId="01F475B8" w14:textId="05ABF301" w:rsidR="00A3083E" w:rsidRPr="00D2567E" w:rsidRDefault="00F30780" w:rsidP="007B58F7">
      <w:pPr>
        <w:pStyle w:val="Prrafodelista"/>
        <w:numPr>
          <w:ilvl w:val="0"/>
          <w:numId w:val="47"/>
        </w:numPr>
      </w:pPr>
      <w:r>
        <w:t>En</w:t>
      </w:r>
      <w:r w:rsidR="00A3083E" w:rsidRPr="00D2567E">
        <w:t xml:space="preserve"> relación </w:t>
      </w:r>
      <w:r>
        <w:t>con</w:t>
      </w:r>
      <w:r w:rsidR="00A3083E" w:rsidRPr="00D2567E">
        <w:t xml:space="preserve"> sus principales clientes nacionales, proporcione la siguiente información: </w:t>
      </w:r>
    </w:p>
    <w:p w14:paraId="1A54C141" w14:textId="77777777" w:rsidR="00A3083E" w:rsidRPr="00D2567E" w:rsidRDefault="00A3083E" w:rsidP="00A3083E">
      <w:pPr>
        <w:pStyle w:val="Prrafodelista"/>
        <w:numPr>
          <w:ilvl w:val="0"/>
          <w:numId w:val="72"/>
        </w:numPr>
        <w:ind w:left="993"/>
      </w:pPr>
      <w:r w:rsidRPr="00D2567E">
        <w:t xml:space="preserve">Nombre y RFC. </w:t>
      </w:r>
    </w:p>
    <w:p w14:paraId="408690F0" w14:textId="77777777" w:rsidR="00A3083E" w:rsidRPr="00D2567E" w:rsidRDefault="00A3083E" w:rsidP="00A3083E">
      <w:pPr>
        <w:pStyle w:val="Prrafodelista"/>
        <w:numPr>
          <w:ilvl w:val="0"/>
          <w:numId w:val="72"/>
        </w:numPr>
        <w:ind w:left="993"/>
      </w:pPr>
      <w:r w:rsidRPr="00D2567E">
        <w:t xml:space="preserve">Domicilio fiscal. </w:t>
      </w:r>
    </w:p>
    <w:p w14:paraId="05732C1F" w14:textId="77777777" w:rsidR="00A3083E" w:rsidRPr="00D2567E" w:rsidRDefault="00A3083E" w:rsidP="00A3083E">
      <w:pPr>
        <w:pStyle w:val="Prrafodelista"/>
        <w:numPr>
          <w:ilvl w:val="0"/>
          <w:numId w:val="72"/>
        </w:numPr>
        <w:ind w:left="993"/>
      </w:pPr>
      <w:r w:rsidRPr="00D2567E">
        <w:t xml:space="preserve">Teléfono. </w:t>
      </w:r>
    </w:p>
    <w:p w14:paraId="2E704813" w14:textId="77777777" w:rsidR="00A3083E" w:rsidRPr="00D2567E" w:rsidRDefault="00A3083E" w:rsidP="00A3083E">
      <w:pPr>
        <w:pStyle w:val="Prrafodelista"/>
        <w:numPr>
          <w:ilvl w:val="0"/>
          <w:numId w:val="72"/>
        </w:numPr>
        <w:ind w:left="993"/>
      </w:pPr>
      <w:r w:rsidRPr="00D2567E">
        <w:t xml:space="preserve">Giro comercial (distribuidores, centros de servicio, consumidores finales, consumidores industriales). </w:t>
      </w:r>
    </w:p>
    <w:p w14:paraId="2489DE31" w14:textId="77777777" w:rsidR="00A3083E" w:rsidRDefault="00A3083E" w:rsidP="00A3083E">
      <w:pPr>
        <w:pStyle w:val="Prrafodelista"/>
        <w:numPr>
          <w:ilvl w:val="0"/>
          <w:numId w:val="72"/>
        </w:numPr>
        <w:ind w:left="993"/>
      </w:pPr>
      <w:r w:rsidRPr="00D2567E">
        <w:t xml:space="preserve">Valor y volumen comprado a su empresa tanto en el período investigado como en el período similar al investigado del año inmediato anterior. </w:t>
      </w:r>
    </w:p>
    <w:p w14:paraId="581DB6BF" w14:textId="77777777" w:rsidR="00A3083E" w:rsidRDefault="00A3083E" w:rsidP="007B58F7">
      <w:pPr>
        <w:pStyle w:val="Prrafodelista"/>
        <w:numPr>
          <w:ilvl w:val="0"/>
          <w:numId w:val="47"/>
        </w:numPr>
      </w:pPr>
      <w:r>
        <w:t xml:space="preserve">Proporcione </w:t>
      </w:r>
      <w:r w:rsidRPr="00A52354">
        <w:t>información</w:t>
      </w:r>
      <w:r>
        <w:t xml:space="preserve"> de</w:t>
      </w:r>
      <w:r w:rsidRPr="00A52354">
        <w:t xml:space="preserve"> </w:t>
      </w:r>
      <w:r w:rsidRPr="00F338D4">
        <w:t>los 3 años</w:t>
      </w:r>
      <w:r w:rsidRPr="00A52354">
        <w:t xml:space="preserve"> que constituyen el periodo analizado sobre</w:t>
      </w:r>
      <w:r>
        <w:t xml:space="preserve"> sus indicadores:</w:t>
      </w:r>
    </w:p>
    <w:p w14:paraId="06F89907" w14:textId="77777777" w:rsidR="00A3083E" w:rsidRPr="00836965" w:rsidRDefault="00A3083E" w:rsidP="00A3083E">
      <w:pPr>
        <w:pStyle w:val="Prrafodelista"/>
        <w:numPr>
          <w:ilvl w:val="0"/>
          <w:numId w:val="73"/>
        </w:numPr>
        <w:ind w:left="993" w:hanging="425"/>
      </w:pPr>
      <w:r>
        <w:t xml:space="preserve">Información mensual sobre producción, volumen de ventas al mercado interno, volumen </w:t>
      </w:r>
      <w:r w:rsidRPr="00836965">
        <w:t>de exportaciones e importaciones y precio nacional de venta al mercado interno. Utilice el Anexo 3.</w:t>
      </w:r>
    </w:p>
    <w:p w14:paraId="0A135AA4" w14:textId="77777777" w:rsidR="00A3083E" w:rsidRPr="00836965" w:rsidRDefault="00A3083E" w:rsidP="00A3083E">
      <w:pPr>
        <w:pStyle w:val="Prrafodelista"/>
        <w:numPr>
          <w:ilvl w:val="0"/>
          <w:numId w:val="73"/>
        </w:numPr>
        <w:ind w:left="993" w:hanging="425"/>
      </w:pPr>
      <w:r w:rsidRPr="00836965">
        <w:t>Información anual sobre producción, autoconsumo, capacidad instalada y su utilización, empleo, salarios, inventarios y productividad. Utilice el Anexo 4.</w:t>
      </w:r>
    </w:p>
    <w:p w14:paraId="238908CA" w14:textId="4DCF1673" w:rsidR="00560FEB" w:rsidRDefault="00560FEB" w:rsidP="008F4D44">
      <w:pPr>
        <w:pStyle w:val="Prrafodelista"/>
        <w:numPr>
          <w:ilvl w:val="0"/>
          <w:numId w:val="47"/>
        </w:numPr>
      </w:pPr>
      <w:r w:rsidRPr="00836965">
        <w:lastRenderedPageBreak/>
        <w:t>Proporcionar copias de los Estados Financieros Auditados</w:t>
      </w:r>
      <w:r w:rsidR="00F9278B" w:rsidRPr="00836965">
        <w:rPr>
          <w:vertAlign w:val="superscript"/>
        </w:rPr>
        <w:footnoteReference w:id="5"/>
      </w:r>
      <w:r w:rsidRPr="00836965">
        <w:t xml:space="preserve"> (Balance General, Estado de Resultados, Estado de </w:t>
      </w:r>
      <w:r w:rsidR="0087339C">
        <w:t>Flujos de Efectivo y Estado de Variaciones</w:t>
      </w:r>
      <w:r w:rsidRPr="00836965">
        <w:t xml:space="preserve"> en</w:t>
      </w:r>
      <w:r w:rsidRPr="00D2567E">
        <w:t xml:space="preserve"> el Capital Contable) para los últimos </w:t>
      </w:r>
      <w:r w:rsidR="00426BB7">
        <w:t>tres</w:t>
      </w:r>
      <w:r w:rsidR="00426BB7" w:rsidRPr="00D2567E">
        <w:t xml:space="preserve"> </w:t>
      </w:r>
      <w:r w:rsidRPr="00D2567E">
        <w:t xml:space="preserve">años, incluyendo </w:t>
      </w:r>
      <w:r>
        <w:t xml:space="preserve">el periodo investigado, además presentar las </w:t>
      </w:r>
      <w:r w:rsidRPr="00D2567E">
        <w:t xml:space="preserve">notas </w:t>
      </w:r>
      <w:r>
        <w:t>completas a los estados financieros</w:t>
      </w:r>
      <w:r w:rsidRPr="00D2567E">
        <w:t>.</w:t>
      </w:r>
    </w:p>
    <w:p w14:paraId="5B230499" w14:textId="77777777" w:rsidR="00560FEB" w:rsidRDefault="00560FEB" w:rsidP="008F4D44">
      <w:pPr>
        <w:pStyle w:val="Prrafodelista"/>
        <w:numPr>
          <w:ilvl w:val="0"/>
          <w:numId w:val="47"/>
        </w:numPr>
      </w:pPr>
      <w:r>
        <w:t xml:space="preserve">Al respecto, es necesario señalar que los estados financieros dictaminados y/o para efectos fiscales, se reportan de forma anual para los periodos de enero a diciembre, excepto en el año de inicio de actividades y en el año de liquidación. En tanto los indicadores económicos se analizan por periodos anuales, mas no de enero a diciembre, por lo que en la mayoría de los casos no será posible empatar ambos análisis financiero y económico. </w:t>
      </w:r>
    </w:p>
    <w:p w14:paraId="69744BE7" w14:textId="77777777" w:rsidR="00560FEB" w:rsidRDefault="00560FEB" w:rsidP="008F4D44">
      <w:pPr>
        <w:pStyle w:val="Prrafodelista"/>
        <w:numPr>
          <w:ilvl w:val="0"/>
          <w:numId w:val="47"/>
        </w:numPr>
      </w:pPr>
      <w:r>
        <w:t xml:space="preserve">En caso de que el periodo investigado no coincida con el último ejercicio fiscal (enero a diciembre) de los estados financieros presentados, la empresa deberá proporcionar estados financieros de carácter interno (balance general y estados de resultados y de flujo de efectivo) para los periodos de enero al mes de cierre del periodo investigado comparativos con cifras del periodo similar anterior (por ejemplo, enero a marzo, enero a abril, enero a junio, enero a septiembre, etc.). </w:t>
      </w:r>
    </w:p>
    <w:p w14:paraId="2D90D375" w14:textId="77777777" w:rsidR="00560FEB" w:rsidRPr="00521C8C" w:rsidRDefault="00560FEB" w:rsidP="008F4D44">
      <w:pPr>
        <w:pStyle w:val="Prrafodelista"/>
        <w:numPr>
          <w:ilvl w:val="0"/>
          <w:numId w:val="47"/>
        </w:numPr>
      </w:pPr>
      <w:r w:rsidRPr="00521C8C">
        <w:t>En caso de que su empresa no esté obligada por ley a llevar Estados Financieros Auditados, proporcione copias de sus Estados Financieros aún sin dictaminar o de carácter interno.</w:t>
      </w:r>
    </w:p>
    <w:p w14:paraId="280CF09E" w14:textId="21B8DC62" w:rsidR="00560FEB" w:rsidRPr="00836965" w:rsidRDefault="00560FEB" w:rsidP="008F4D44">
      <w:pPr>
        <w:pStyle w:val="Prrafodelista"/>
        <w:numPr>
          <w:ilvl w:val="0"/>
          <w:numId w:val="47"/>
        </w:numPr>
      </w:pPr>
      <w:r w:rsidRPr="00836965">
        <w:t xml:space="preserve">Proporcionar información sobre el estado de costos de producción, ventas y utilidades en que incurre la empresa al producir las mercancías nacionales. Utilizar el formato del Anexo </w:t>
      </w:r>
      <w:r w:rsidR="0087339C">
        <w:t>5</w:t>
      </w:r>
      <w:r w:rsidRPr="00836965">
        <w:rPr>
          <w:rStyle w:val="Ttulo6Car"/>
          <w:rFonts w:cs="Arial"/>
          <w:b w:val="0"/>
          <w:vertAlign w:val="superscript"/>
        </w:rPr>
        <w:footnoteReference w:id="6"/>
      </w:r>
      <w:r w:rsidRPr="00836965">
        <w:t xml:space="preserve">, tomando en cuenta los datos reportados en el Anexo </w:t>
      </w:r>
      <w:r w:rsidR="00475B7C">
        <w:t>3</w:t>
      </w:r>
      <w:r w:rsidRPr="00836965">
        <w:t xml:space="preserve">, respecto a </w:t>
      </w:r>
      <w:r w:rsidR="00475B7C">
        <w:t xml:space="preserve">la sumatoria mensual de </w:t>
      </w:r>
      <w:r w:rsidRPr="00836965">
        <w:t>las ventas totales o por mercado, según sea el nivel de report</w:t>
      </w:r>
      <w:r w:rsidR="00ED10FC" w:rsidRPr="00836965">
        <w:t>e</w:t>
      </w:r>
      <w:r w:rsidRPr="00836965">
        <w:t>.</w:t>
      </w:r>
    </w:p>
    <w:p w14:paraId="1377B152" w14:textId="7B895464" w:rsidR="00560FEB" w:rsidRPr="00836965" w:rsidRDefault="00560FEB" w:rsidP="008F4D44">
      <w:pPr>
        <w:pStyle w:val="Prrafodelista"/>
        <w:numPr>
          <w:ilvl w:val="0"/>
          <w:numId w:val="47"/>
        </w:numPr>
      </w:pPr>
      <w:r w:rsidRPr="00836965">
        <w:t xml:space="preserve">Además, en caso de que la empresa considere que las importaciones investigadas impiden el incremento de los precios nacionales en medida similar al incremento de sus costos de producción (contención de precios), presente la información del Anexo </w:t>
      </w:r>
      <w:r w:rsidR="0087339C">
        <w:t>6</w:t>
      </w:r>
      <w:r w:rsidR="00475B7C" w:rsidRPr="00836965">
        <w:t xml:space="preserve"> </w:t>
      </w:r>
      <w:r w:rsidRPr="00836965">
        <w:t>correspondiente al estado de costos unitarios de la mercancía similar destinada al mercado nacional.</w:t>
      </w:r>
    </w:p>
    <w:p w14:paraId="71DA5B0C" w14:textId="77777777" w:rsidR="00560FEB" w:rsidRPr="00D2567E" w:rsidRDefault="00560FEB" w:rsidP="008F4D44">
      <w:pPr>
        <w:pStyle w:val="Prrafodelista"/>
        <w:numPr>
          <w:ilvl w:val="0"/>
          <w:numId w:val="47"/>
        </w:numPr>
      </w:pPr>
      <w:r w:rsidRPr="00836965">
        <w:t>Con fundamento en los artículos 48 fracción III de la LCE, 71 y 72del</w:t>
      </w:r>
      <w:r w:rsidRPr="00D2567E">
        <w:t xml:space="preserve"> RLCE, y 4.2.a) del AS deberá explicar los factores y mecanismos mediante los cuales considera que las importaciones de la mercancía investigada afectaron o afectarán los siguientes indicadores de su empresa:  </w:t>
      </w:r>
    </w:p>
    <w:p w14:paraId="60E3C768" w14:textId="77777777" w:rsidR="00560FEB" w:rsidRPr="00D2567E" w:rsidRDefault="00560FEB" w:rsidP="00560FEB">
      <w:pPr>
        <w:pStyle w:val="Prrafodelista"/>
        <w:numPr>
          <w:ilvl w:val="5"/>
          <w:numId w:val="27"/>
        </w:numPr>
      </w:pPr>
      <w:r w:rsidRPr="00D2567E">
        <w:t xml:space="preserve">Las utilidades del producto idéntico, similar o directamente competidor. </w:t>
      </w:r>
    </w:p>
    <w:p w14:paraId="1D65B7ED" w14:textId="77777777" w:rsidR="00560FEB" w:rsidRPr="00D2567E" w:rsidRDefault="00560FEB" w:rsidP="00560FEB">
      <w:pPr>
        <w:pStyle w:val="Prrafodelista"/>
        <w:numPr>
          <w:ilvl w:val="5"/>
          <w:numId w:val="27"/>
        </w:numPr>
      </w:pPr>
      <w:r w:rsidRPr="00D2567E">
        <w:t xml:space="preserve">Los flujos de caja de su empresa. </w:t>
      </w:r>
    </w:p>
    <w:p w14:paraId="624DBC16" w14:textId="77777777" w:rsidR="00560FEB" w:rsidRPr="00D2567E" w:rsidRDefault="00560FEB" w:rsidP="00560FEB">
      <w:pPr>
        <w:pStyle w:val="Prrafodelista"/>
        <w:numPr>
          <w:ilvl w:val="5"/>
          <w:numId w:val="27"/>
        </w:numPr>
      </w:pPr>
      <w:r w:rsidRPr="00D2567E">
        <w:t xml:space="preserve">El rendimiento de las inversiones de su empresa. </w:t>
      </w:r>
    </w:p>
    <w:p w14:paraId="5B3592A6" w14:textId="77777777" w:rsidR="00560FEB" w:rsidRPr="00D2567E" w:rsidRDefault="00560FEB" w:rsidP="00560FEB">
      <w:pPr>
        <w:pStyle w:val="Prrafodelista"/>
        <w:numPr>
          <w:ilvl w:val="5"/>
          <w:numId w:val="27"/>
        </w:numPr>
      </w:pPr>
      <w:r w:rsidRPr="00D2567E">
        <w:lastRenderedPageBreak/>
        <w:t xml:space="preserve">La capacidad de reunir capital de su empresa. </w:t>
      </w:r>
    </w:p>
    <w:p w14:paraId="3147D168" w14:textId="77777777" w:rsidR="00560FEB" w:rsidRPr="00FB59DE" w:rsidRDefault="00560FEB" w:rsidP="008F4D44">
      <w:pPr>
        <w:pStyle w:val="Prrafodelista"/>
        <w:numPr>
          <w:ilvl w:val="0"/>
          <w:numId w:val="47"/>
        </w:numPr>
        <w:rPr>
          <w:rFonts w:eastAsia="Calibri"/>
          <w:iCs/>
          <w:szCs w:val="22"/>
          <w:lang w:val="es-MX" w:eastAsia="en-US"/>
        </w:rPr>
      </w:pPr>
      <w:r w:rsidRPr="00FB59DE">
        <w:rPr>
          <w:rFonts w:eastAsia="Calibri"/>
          <w:iCs/>
          <w:szCs w:val="22"/>
          <w:lang w:val="es-MX" w:eastAsia="en-US"/>
        </w:rPr>
        <w:t xml:space="preserve">Indicar si las importaciones </w:t>
      </w:r>
      <w:r>
        <w:rPr>
          <w:rFonts w:eastAsia="Calibri"/>
          <w:iCs/>
          <w:szCs w:val="22"/>
          <w:lang w:val="es-MX" w:eastAsia="en-US"/>
        </w:rPr>
        <w:t>investigadas</w:t>
      </w:r>
      <w:r w:rsidRPr="00FB59DE">
        <w:rPr>
          <w:rFonts w:eastAsia="Calibri"/>
          <w:iCs/>
          <w:szCs w:val="22"/>
          <w:lang w:val="es-MX" w:eastAsia="en-US"/>
        </w:rPr>
        <w:t xml:space="preserve"> afectaron o afectarán el desarrollo de los proyectos de </w:t>
      </w:r>
      <w:r w:rsidRPr="00EA3AD0">
        <w:t>inversión</w:t>
      </w:r>
      <w:r w:rsidRPr="00FB59DE">
        <w:rPr>
          <w:rFonts w:eastAsia="Calibri"/>
          <w:iCs/>
          <w:szCs w:val="22"/>
          <w:lang w:val="es-MX" w:eastAsia="en-US"/>
        </w:rPr>
        <w:t xml:space="preserve"> directamente relacionados con la producción de las mercancías nacionales. En caso de que su respuesta sea afirmativa:</w:t>
      </w:r>
    </w:p>
    <w:p w14:paraId="2B395A39" w14:textId="77777777" w:rsidR="00560FEB" w:rsidRPr="00FB59DE" w:rsidRDefault="00560FEB" w:rsidP="00560FEB">
      <w:pPr>
        <w:numPr>
          <w:ilvl w:val="0"/>
          <w:numId w:val="81"/>
        </w:numPr>
        <w:spacing w:before="0" w:after="160" w:line="259" w:lineRule="auto"/>
        <w:jc w:val="left"/>
        <w:rPr>
          <w:rFonts w:eastAsia="Calibri"/>
          <w:szCs w:val="22"/>
          <w:lang w:val="es-MX" w:eastAsia="ko-KR"/>
        </w:rPr>
      </w:pPr>
      <w:r w:rsidRPr="00FB59DE">
        <w:rPr>
          <w:rFonts w:eastAsia="Calibri"/>
          <w:szCs w:val="22"/>
          <w:lang w:val="es-MX" w:eastAsia="ko-KR"/>
        </w:rPr>
        <w:t>Describir la naturaleza de los proyectos de inversión</w:t>
      </w:r>
      <w:r w:rsidRPr="00EA3AD0">
        <w:rPr>
          <w:rFonts w:eastAsia="Calibri" w:cs="Arial"/>
          <w:iCs/>
          <w:vertAlign w:val="superscript"/>
          <w:lang w:val="es-MX" w:eastAsia="ko-KR"/>
        </w:rPr>
        <w:footnoteReference w:id="7"/>
      </w:r>
      <w:r w:rsidRPr="00FB59DE">
        <w:rPr>
          <w:rFonts w:eastAsia="Calibri"/>
          <w:szCs w:val="22"/>
          <w:lang w:val="es-MX" w:eastAsia="ko-KR"/>
        </w:rPr>
        <w:t>.</w:t>
      </w:r>
    </w:p>
    <w:p w14:paraId="52471592" w14:textId="461E479E" w:rsidR="00560FEB" w:rsidRPr="00FB59DE" w:rsidRDefault="00560FEB" w:rsidP="00560FEB">
      <w:pPr>
        <w:numPr>
          <w:ilvl w:val="0"/>
          <w:numId w:val="81"/>
        </w:numPr>
        <w:spacing w:before="0" w:after="160" w:line="259" w:lineRule="auto"/>
        <w:rPr>
          <w:rFonts w:eastAsia="Calibri"/>
          <w:szCs w:val="22"/>
          <w:lang w:val="es-MX" w:eastAsia="ko-KR"/>
        </w:rPr>
      </w:pPr>
      <w:r w:rsidRPr="00FB59DE">
        <w:rPr>
          <w:rFonts w:eastAsia="Calibri"/>
          <w:szCs w:val="22"/>
          <w:lang w:val="es-MX" w:eastAsia="ko-KR"/>
        </w:rPr>
        <w:t xml:space="preserve">Describir la forma en que las importaciones </w:t>
      </w:r>
      <w:r>
        <w:rPr>
          <w:rFonts w:eastAsia="Calibri"/>
          <w:szCs w:val="22"/>
          <w:lang w:val="es-MX" w:eastAsia="ko-KR"/>
        </w:rPr>
        <w:t>investigadas</w:t>
      </w:r>
      <w:r w:rsidRPr="00FB59DE">
        <w:rPr>
          <w:rFonts w:eastAsia="Calibri"/>
          <w:szCs w:val="22"/>
          <w:lang w:val="es-MX" w:eastAsia="ko-KR"/>
        </w:rPr>
        <w:t xml:space="preserve"> afectaron o afectarán el desarrollo de los proyectos de inversión</w:t>
      </w:r>
      <w:r w:rsidRPr="00EA3AD0">
        <w:rPr>
          <w:rFonts w:eastAsia="Calibri" w:cs="Arial"/>
          <w:iCs/>
          <w:vertAlign w:val="superscript"/>
          <w:lang w:val="es-MX" w:eastAsia="ko-KR"/>
        </w:rPr>
        <w:footnoteReference w:id="8"/>
      </w:r>
      <w:r w:rsidRPr="00FB59DE">
        <w:rPr>
          <w:rFonts w:eastAsia="Calibri"/>
          <w:szCs w:val="22"/>
          <w:lang w:val="es-MX" w:eastAsia="ko-KR"/>
        </w:rPr>
        <w:t xml:space="preserve">. De ser posible, apoye su argumentación comparando el proyecto en un escenario con </w:t>
      </w:r>
      <w:r>
        <w:rPr>
          <w:rFonts w:eastAsia="Calibri"/>
          <w:szCs w:val="22"/>
          <w:lang w:val="es-MX" w:eastAsia="ko-KR"/>
        </w:rPr>
        <w:t>medidas de salvaguarda</w:t>
      </w:r>
      <w:r w:rsidRPr="00FB59DE">
        <w:rPr>
          <w:rFonts w:eastAsia="Calibri"/>
          <w:szCs w:val="22"/>
          <w:lang w:val="es-MX" w:eastAsia="ko-KR"/>
        </w:rPr>
        <w:t xml:space="preserve"> </w:t>
      </w:r>
      <w:r w:rsidR="00A6507C">
        <w:rPr>
          <w:rFonts w:eastAsia="Calibri"/>
          <w:szCs w:val="22"/>
          <w:lang w:val="es-MX" w:eastAsia="ko-KR"/>
        </w:rPr>
        <w:t>en comparación con</w:t>
      </w:r>
      <w:r w:rsidR="00A6507C" w:rsidRPr="00FB59DE">
        <w:rPr>
          <w:rFonts w:eastAsia="Calibri"/>
          <w:szCs w:val="22"/>
          <w:lang w:val="es-MX" w:eastAsia="ko-KR"/>
        </w:rPr>
        <w:t xml:space="preserve"> </w:t>
      </w:r>
      <w:r w:rsidRPr="00FB59DE">
        <w:rPr>
          <w:rFonts w:eastAsia="Calibri"/>
          <w:szCs w:val="22"/>
          <w:lang w:val="es-MX" w:eastAsia="ko-KR"/>
        </w:rPr>
        <w:t xml:space="preserve">un escenario sin </w:t>
      </w:r>
      <w:r>
        <w:rPr>
          <w:rFonts w:eastAsia="Calibri"/>
          <w:szCs w:val="22"/>
          <w:lang w:val="es-MX" w:eastAsia="ko-KR"/>
        </w:rPr>
        <w:t>medidas de salvaguarda</w:t>
      </w:r>
      <w:r w:rsidRPr="00FB59DE">
        <w:rPr>
          <w:rFonts w:eastAsia="Calibri"/>
          <w:szCs w:val="22"/>
          <w:lang w:val="es-MX" w:eastAsia="ko-KR"/>
        </w:rPr>
        <w:t>.</w:t>
      </w:r>
    </w:p>
    <w:p w14:paraId="0C136C37" w14:textId="77777777" w:rsidR="00560FEB" w:rsidRPr="00FB59DE" w:rsidRDefault="00560FEB" w:rsidP="00560FEB">
      <w:pPr>
        <w:numPr>
          <w:ilvl w:val="0"/>
          <w:numId w:val="81"/>
        </w:numPr>
        <w:spacing w:before="0" w:after="160" w:line="259" w:lineRule="auto"/>
        <w:rPr>
          <w:rFonts w:eastAsia="Calibri"/>
          <w:szCs w:val="22"/>
          <w:lang w:val="es-MX" w:eastAsia="ko-KR"/>
        </w:rPr>
      </w:pPr>
      <w:r w:rsidRPr="00FB59DE">
        <w:rPr>
          <w:rFonts w:eastAsia="Calibri"/>
          <w:szCs w:val="22"/>
          <w:lang w:val="es-MX" w:eastAsia="ko-KR"/>
        </w:rPr>
        <w:t>En caso de que los proyectos de inversión no correspondan únicamente al producto similar al investigado, deberá presentar la separación por línea de producción o una estimación razonable, adjuntando la metodología empleada.</w:t>
      </w:r>
    </w:p>
    <w:p w14:paraId="602B3C37" w14:textId="3F4E77FA" w:rsidR="00A3083E" w:rsidRPr="00836965" w:rsidRDefault="00560FEB" w:rsidP="00560FEB">
      <w:pPr>
        <w:numPr>
          <w:ilvl w:val="0"/>
          <w:numId w:val="81"/>
        </w:numPr>
        <w:spacing w:before="0" w:after="160" w:line="259" w:lineRule="auto"/>
        <w:rPr>
          <w:rFonts w:eastAsia="Calibri"/>
          <w:szCs w:val="22"/>
          <w:lang w:val="es-MX" w:eastAsia="ko-KR"/>
        </w:rPr>
      </w:pPr>
      <w:r w:rsidRPr="00FB59DE">
        <w:rPr>
          <w:rFonts w:eastAsia="Calibri"/>
          <w:szCs w:val="22"/>
          <w:lang w:val="es-MX" w:eastAsia="ko-KR"/>
        </w:rPr>
        <w:t xml:space="preserve">Presentar los documentos que sustenten la viabilidad y la supuesta afectación por la </w:t>
      </w:r>
      <w:r w:rsidRPr="00836965">
        <w:rPr>
          <w:rFonts w:eastAsia="Calibri"/>
          <w:szCs w:val="22"/>
          <w:lang w:val="es-MX" w:eastAsia="ko-KR"/>
        </w:rPr>
        <w:t xml:space="preserve">entrada de importaciones investigadas en dichos proyectos de inversión. Utilizar el Anexo </w:t>
      </w:r>
      <w:r w:rsidR="0087339C">
        <w:rPr>
          <w:rFonts w:eastAsia="Calibri"/>
          <w:szCs w:val="22"/>
          <w:lang w:val="es-MX" w:eastAsia="ko-KR"/>
        </w:rPr>
        <w:t>7</w:t>
      </w:r>
      <w:r w:rsidRPr="00836965">
        <w:rPr>
          <w:rFonts w:eastAsia="Calibri"/>
          <w:szCs w:val="22"/>
          <w:lang w:val="es-MX" w:eastAsia="ko-KR"/>
        </w:rPr>
        <w:t>.</w:t>
      </w:r>
    </w:p>
    <w:p w14:paraId="71888A2A" w14:textId="77777777" w:rsidR="00A3083E" w:rsidRPr="00B61B46" w:rsidRDefault="00B61B46" w:rsidP="00B61B4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8" w:name="_Toc169191786"/>
      <w:r w:rsidRPr="00836965">
        <w:rPr>
          <w:rFonts w:eastAsiaTheme="minorHAnsi" w:cs="Tahoma"/>
          <w:bCs/>
          <w:szCs w:val="22"/>
          <w:lang w:val="es-MX" w:eastAsia="ko-KR"/>
        </w:rPr>
        <w:t>De la medida de</w:t>
      </w:r>
      <w:r w:rsidRPr="00B61B46">
        <w:rPr>
          <w:rFonts w:eastAsiaTheme="minorHAnsi" w:cs="Tahoma"/>
          <w:bCs/>
          <w:szCs w:val="22"/>
          <w:lang w:val="es-MX" w:eastAsia="ko-KR"/>
        </w:rPr>
        <w:t xml:space="preserve"> salvaguarda</w:t>
      </w:r>
      <w:bookmarkEnd w:id="18"/>
      <w:r w:rsidRPr="00B61B46">
        <w:rPr>
          <w:rFonts w:eastAsiaTheme="minorHAnsi" w:cs="Tahoma"/>
          <w:bCs/>
          <w:szCs w:val="22"/>
          <w:lang w:val="es-MX" w:eastAsia="ko-KR"/>
        </w:rPr>
        <w:t xml:space="preserve"> </w:t>
      </w:r>
    </w:p>
    <w:p w14:paraId="1E2961A0" w14:textId="77777777" w:rsidR="00A3083E" w:rsidRPr="00D2567E" w:rsidRDefault="00A3083E" w:rsidP="007B58F7">
      <w:pPr>
        <w:pStyle w:val="Prrafodelista"/>
        <w:numPr>
          <w:ilvl w:val="0"/>
          <w:numId w:val="47"/>
        </w:numPr>
      </w:pPr>
      <w:r w:rsidRPr="00D2567E">
        <w:t xml:space="preserve">Con fundamento en el artículo 45 de la LCE, deberá señalar cuál es el tipo de medida de salvaguarda que sugiere (aranceles específicos, aranceles </w:t>
      </w:r>
      <w:r w:rsidRPr="001857FE">
        <w:t xml:space="preserve">ad-valorem, </w:t>
      </w:r>
      <w:r w:rsidRPr="00D2567E">
        <w:t xml:space="preserve">permisos previos, cupos o alguna combinación de las anteriores), y por qué considera que dicha medida es la más adecuada. </w:t>
      </w:r>
    </w:p>
    <w:p w14:paraId="3492EE0C" w14:textId="77777777" w:rsidR="00A3083E" w:rsidRDefault="00A3083E" w:rsidP="007B58F7">
      <w:pPr>
        <w:pStyle w:val="Prrafodelista"/>
        <w:numPr>
          <w:ilvl w:val="0"/>
          <w:numId w:val="47"/>
        </w:numPr>
      </w:pPr>
      <w:r w:rsidRPr="00D2567E">
        <w:t>Con fundamento en los artículos 118, 119 y 123 del RLCE y</w:t>
      </w:r>
      <w:r w:rsidRPr="001857FE">
        <w:t xml:space="preserve"> </w:t>
      </w:r>
      <w:r w:rsidRPr="00D2567E">
        <w:t>7.1 y 7.4 del AS deberá señalar el período que considera necesario para prevenir o reparar el daño</w:t>
      </w:r>
      <w:r w:rsidRPr="003B22E3">
        <w:rPr>
          <w:vertAlign w:val="superscript"/>
        </w:rPr>
        <w:footnoteReference w:id="9"/>
      </w:r>
      <w:r w:rsidRPr="003B22E3">
        <w:rPr>
          <w:vertAlign w:val="superscript"/>
        </w:rPr>
        <w:t xml:space="preserve"> </w:t>
      </w:r>
      <w:r w:rsidRPr="00D2567E">
        <w:t>y durante el cual solicita que se mantenga la medida de salvaguarda; asimismo, deberá señalar los intervalos regulares en los que se liberalizará la medida de salvaguarda, los cuáles pueden ser anuales, semestrales o trimestrales y por qué considera que dichos intervalos son los más adecuados</w:t>
      </w:r>
    </w:p>
    <w:p w14:paraId="03C321AC" w14:textId="77777777" w:rsidR="00A3083E" w:rsidRPr="00B61B46" w:rsidRDefault="00B61B46" w:rsidP="00B61B4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19" w:name="_Toc169191787"/>
      <w:r w:rsidRPr="00B61B46">
        <w:rPr>
          <w:rFonts w:eastAsiaTheme="minorHAnsi" w:cs="Tahoma"/>
          <w:bCs/>
          <w:szCs w:val="22"/>
          <w:lang w:val="es-MX" w:eastAsia="ko-KR"/>
        </w:rPr>
        <w:t>Programa de ajuste</w:t>
      </w:r>
      <w:bookmarkEnd w:id="19"/>
      <w:r w:rsidRPr="00B61B46">
        <w:rPr>
          <w:rFonts w:eastAsiaTheme="minorHAnsi" w:cs="Tahoma"/>
          <w:bCs/>
          <w:szCs w:val="22"/>
          <w:lang w:val="es-MX" w:eastAsia="ko-KR"/>
        </w:rPr>
        <w:t xml:space="preserve"> </w:t>
      </w:r>
    </w:p>
    <w:p w14:paraId="6FEF78C1" w14:textId="77777777" w:rsidR="00A3083E" w:rsidRPr="00D2567E" w:rsidRDefault="00A3083E" w:rsidP="007B58F7">
      <w:pPr>
        <w:pStyle w:val="Prrafodelista"/>
        <w:numPr>
          <w:ilvl w:val="0"/>
          <w:numId w:val="47"/>
        </w:numPr>
      </w:pPr>
      <w:r w:rsidRPr="00D2567E">
        <w:t xml:space="preserve">La aplicación de una medida de salvaguarda tiene como objetivo facilitar el ajuste de la rama de la producción nacional. </w:t>
      </w:r>
    </w:p>
    <w:p w14:paraId="50F889EF" w14:textId="77777777" w:rsidR="00A3083E" w:rsidRPr="00D2567E" w:rsidRDefault="00A3083E" w:rsidP="007B58F7">
      <w:pPr>
        <w:pStyle w:val="Prrafodelista"/>
        <w:numPr>
          <w:ilvl w:val="0"/>
          <w:numId w:val="47"/>
        </w:numPr>
      </w:pPr>
      <w:r w:rsidRPr="00D2567E">
        <w:t>Con fundamento en los artículos 118 fracción XI y 123 de RLCE, deberá presentar el análisis de la posición competitiva de la rama de la producción nacional, el cu</w:t>
      </w:r>
      <w:r>
        <w:t>a</w:t>
      </w:r>
      <w:r w:rsidRPr="00D2567E">
        <w:t xml:space="preserve">l incluirá un análisis de los factores que influyen y determinan la competitividad del sector. Entre dichos elementos podrán incluirse uno o varios de los siguientes: </w:t>
      </w:r>
    </w:p>
    <w:p w14:paraId="69D07F8C" w14:textId="77777777" w:rsidR="00A3083E" w:rsidRPr="00D2567E" w:rsidRDefault="00A3083E" w:rsidP="00B61B46">
      <w:pPr>
        <w:pStyle w:val="Prrafodelista"/>
        <w:numPr>
          <w:ilvl w:val="0"/>
          <w:numId w:val="78"/>
        </w:numPr>
        <w:ind w:left="993"/>
      </w:pPr>
      <w:r w:rsidRPr="00D2567E">
        <w:t xml:space="preserve">Productividad. </w:t>
      </w:r>
    </w:p>
    <w:p w14:paraId="7EBA0302" w14:textId="77777777" w:rsidR="00A3083E" w:rsidRPr="00D2567E" w:rsidRDefault="00A3083E" w:rsidP="00A3083E">
      <w:pPr>
        <w:pStyle w:val="Prrafodelista"/>
        <w:numPr>
          <w:ilvl w:val="0"/>
          <w:numId w:val="78"/>
        </w:numPr>
        <w:ind w:left="993"/>
      </w:pPr>
      <w:r w:rsidRPr="00D2567E">
        <w:t xml:space="preserve">Técnicas de producción. </w:t>
      </w:r>
    </w:p>
    <w:p w14:paraId="41126C2C" w14:textId="77777777" w:rsidR="00A3083E" w:rsidRPr="00D2567E" w:rsidRDefault="00A3083E" w:rsidP="00A3083E">
      <w:pPr>
        <w:pStyle w:val="Prrafodelista"/>
        <w:numPr>
          <w:ilvl w:val="0"/>
          <w:numId w:val="78"/>
        </w:numPr>
        <w:ind w:left="993"/>
      </w:pPr>
      <w:r w:rsidRPr="00D2567E">
        <w:t xml:space="preserve">Producto: diseño, calidad, embalaje, seguridad, </w:t>
      </w:r>
      <w:r>
        <w:t>entre otros</w:t>
      </w:r>
      <w:r w:rsidRPr="00D2567E">
        <w:t xml:space="preserve">. </w:t>
      </w:r>
    </w:p>
    <w:p w14:paraId="7ACCA4FB" w14:textId="77777777" w:rsidR="00A3083E" w:rsidRPr="00D2567E" w:rsidRDefault="00A3083E" w:rsidP="00A3083E">
      <w:pPr>
        <w:pStyle w:val="Prrafodelista"/>
        <w:numPr>
          <w:ilvl w:val="0"/>
          <w:numId w:val="78"/>
        </w:numPr>
        <w:ind w:left="993"/>
      </w:pPr>
      <w:r w:rsidRPr="00D2567E">
        <w:t xml:space="preserve">Técnicas administrativas. </w:t>
      </w:r>
    </w:p>
    <w:p w14:paraId="17E21896" w14:textId="77777777" w:rsidR="00A3083E" w:rsidRPr="00D2567E" w:rsidRDefault="00A3083E" w:rsidP="00A3083E">
      <w:pPr>
        <w:pStyle w:val="Prrafodelista"/>
        <w:numPr>
          <w:ilvl w:val="0"/>
          <w:numId w:val="78"/>
        </w:numPr>
        <w:ind w:left="993"/>
      </w:pPr>
      <w:r w:rsidRPr="00D2567E">
        <w:lastRenderedPageBreak/>
        <w:t xml:space="preserve">Investigación y desarrollo. </w:t>
      </w:r>
    </w:p>
    <w:p w14:paraId="57D5FF71" w14:textId="77777777" w:rsidR="00A3083E" w:rsidRPr="00D2567E" w:rsidRDefault="00A3083E" w:rsidP="00A3083E">
      <w:pPr>
        <w:pStyle w:val="Prrafodelista"/>
        <w:numPr>
          <w:ilvl w:val="0"/>
          <w:numId w:val="78"/>
        </w:numPr>
        <w:ind w:left="993"/>
      </w:pPr>
      <w:r w:rsidRPr="00D2567E">
        <w:t xml:space="preserve">Tecnología. </w:t>
      </w:r>
    </w:p>
    <w:p w14:paraId="47B580CB" w14:textId="77777777" w:rsidR="00A3083E" w:rsidRPr="00D2567E" w:rsidRDefault="00A3083E" w:rsidP="00A3083E">
      <w:pPr>
        <w:pStyle w:val="Prrafodelista"/>
        <w:numPr>
          <w:ilvl w:val="0"/>
          <w:numId w:val="78"/>
        </w:numPr>
        <w:ind w:left="993"/>
      </w:pPr>
      <w:r w:rsidRPr="00D2567E">
        <w:t xml:space="preserve">Proveedores. </w:t>
      </w:r>
    </w:p>
    <w:p w14:paraId="191AD76C" w14:textId="77777777" w:rsidR="00A3083E" w:rsidRPr="00D2567E" w:rsidRDefault="00A3083E" w:rsidP="00A3083E">
      <w:pPr>
        <w:pStyle w:val="Prrafodelista"/>
        <w:numPr>
          <w:ilvl w:val="0"/>
          <w:numId w:val="78"/>
        </w:numPr>
        <w:ind w:left="993"/>
      </w:pPr>
      <w:r w:rsidRPr="00D2567E">
        <w:t xml:space="preserve">Logística externa. </w:t>
      </w:r>
    </w:p>
    <w:p w14:paraId="35C6FE63" w14:textId="77777777" w:rsidR="00A3083E" w:rsidRPr="00D2567E" w:rsidRDefault="00A3083E" w:rsidP="00A3083E">
      <w:pPr>
        <w:pStyle w:val="Prrafodelista"/>
        <w:numPr>
          <w:ilvl w:val="0"/>
          <w:numId w:val="78"/>
        </w:numPr>
        <w:ind w:left="993"/>
      </w:pPr>
      <w:r w:rsidRPr="00D2567E">
        <w:t xml:space="preserve">Asistencia técnica. </w:t>
      </w:r>
    </w:p>
    <w:p w14:paraId="2E19DFA0" w14:textId="77777777" w:rsidR="00A3083E" w:rsidRPr="00D2567E" w:rsidRDefault="00A3083E" w:rsidP="00A3083E">
      <w:pPr>
        <w:pStyle w:val="Prrafodelista"/>
        <w:numPr>
          <w:ilvl w:val="0"/>
          <w:numId w:val="78"/>
        </w:numPr>
        <w:ind w:left="993"/>
      </w:pPr>
      <w:r w:rsidRPr="00D2567E">
        <w:t xml:space="preserve">Capacitación de mano de obra. </w:t>
      </w:r>
    </w:p>
    <w:p w14:paraId="31A4D7CA" w14:textId="77777777" w:rsidR="00A3083E" w:rsidRDefault="00A3083E" w:rsidP="00A3083E">
      <w:pPr>
        <w:pStyle w:val="Prrafodelista"/>
        <w:numPr>
          <w:ilvl w:val="0"/>
          <w:numId w:val="78"/>
        </w:numPr>
        <w:ind w:left="993"/>
      </w:pPr>
      <w:r w:rsidRPr="00D2567E">
        <w:t>Segmentación de mercados</w:t>
      </w:r>
      <w:r>
        <w:t>.</w:t>
      </w:r>
    </w:p>
    <w:p w14:paraId="1BF731FB" w14:textId="77777777" w:rsidR="00A3083E" w:rsidRPr="00D2567E" w:rsidRDefault="00A3083E" w:rsidP="00A3083E">
      <w:pPr>
        <w:pStyle w:val="Prrafodelista"/>
        <w:numPr>
          <w:ilvl w:val="0"/>
          <w:numId w:val="78"/>
        </w:numPr>
        <w:ind w:left="993"/>
      </w:pPr>
      <w:r>
        <w:t>Certificaciones</w:t>
      </w:r>
      <w:r w:rsidRPr="00D2567E">
        <w:t xml:space="preserve">. </w:t>
      </w:r>
    </w:p>
    <w:p w14:paraId="75453C9A" w14:textId="77777777" w:rsidR="00A3083E" w:rsidRPr="00D2567E" w:rsidRDefault="00A3083E" w:rsidP="00A3083E">
      <w:pPr>
        <w:pStyle w:val="Prrafodelista"/>
        <w:numPr>
          <w:ilvl w:val="0"/>
          <w:numId w:val="78"/>
        </w:numPr>
        <w:ind w:left="993"/>
      </w:pPr>
      <w:r w:rsidRPr="00D2567E">
        <w:t xml:space="preserve">Otros (especifique). </w:t>
      </w:r>
    </w:p>
    <w:p w14:paraId="7C32D8A7" w14:textId="77777777" w:rsidR="00A3083E" w:rsidRPr="00D2567E" w:rsidRDefault="00A3083E" w:rsidP="007B58F7">
      <w:pPr>
        <w:pStyle w:val="Prrafodelista"/>
        <w:numPr>
          <w:ilvl w:val="0"/>
          <w:numId w:val="47"/>
        </w:numPr>
      </w:pPr>
      <w:r w:rsidRPr="00D2567E">
        <w:t xml:space="preserve">Con fundamento en el artículo 118 fracción XI del RLCE, la rama de la producción nacional deberá: </w:t>
      </w:r>
    </w:p>
    <w:p w14:paraId="45AE707C" w14:textId="77777777" w:rsidR="00A3083E" w:rsidRPr="00D2567E" w:rsidRDefault="00A3083E" w:rsidP="00A3083E">
      <w:pPr>
        <w:pStyle w:val="Prrafodelista"/>
        <w:numPr>
          <w:ilvl w:val="0"/>
          <w:numId w:val="79"/>
        </w:numPr>
        <w:ind w:left="993"/>
      </w:pPr>
      <w:r w:rsidRPr="00D2567E">
        <w:t xml:space="preserve">Presentar un programa de ajuste, en el que se expliquen detalladamente </w:t>
      </w:r>
      <w:r w:rsidRPr="00D2567E">
        <w:rPr>
          <w:u w:val="single" w:color="000000"/>
        </w:rPr>
        <w:t>las</w:t>
      </w:r>
      <w:r w:rsidRPr="00D2567E">
        <w:t xml:space="preserve"> </w:t>
      </w:r>
      <w:r w:rsidRPr="00D2567E">
        <w:rPr>
          <w:u w:val="single" w:color="000000"/>
        </w:rPr>
        <w:t>medidas que serán adoptadas</w:t>
      </w:r>
      <w:r w:rsidRPr="00D2567E">
        <w:t xml:space="preserve"> en relación con los factores que influyen y determinan la competitividad del sector que se señalan en la respuesta a la pregunta anterior. </w:t>
      </w:r>
    </w:p>
    <w:p w14:paraId="501E1B97" w14:textId="77777777" w:rsidR="00A3083E" w:rsidRPr="00D2567E" w:rsidRDefault="00A3083E" w:rsidP="00A3083E">
      <w:pPr>
        <w:pStyle w:val="Prrafodelista"/>
        <w:numPr>
          <w:ilvl w:val="0"/>
          <w:numId w:val="79"/>
        </w:numPr>
        <w:ind w:left="993"/>
      </w:pPr>
      <w:r w:rsidRPr="00D2567E">
        <w:t>Señalar el plazo de cumplimiento o fecha compromiso de</w:t>
      </w:r>
      <w:r>
        <w:t>l</w:t>
      </w:r>
      <w:r w:rsidRPr="00D2567E">
        <w:t xml:space="preserve"> programa de ajuste. </w:t>
      </w:r>
    </w:p>
    <w:p w14:paraId="2E1541D4" w14:textId="77777777" w:rsidR="00A3083E" w:rsidRPr="00D2567E" w:rsidRDefault="00A3083E" w:rsidP="00A3083E">
      <w:pPr>
        <w:pStyle w:val="Prrafodelista"/>
        <w:numPr>
          <w:ilvl w:val="0"/>
          <w:numId w:val="79"/>
        </w:numPr>
        <w:ind w:left="993"/>
      </w:pPr>
      <w:r w:rsidRPr="00D2567E">
        <w:t xml:space="preserve">Explicar detalladamente cuál es el resultado previsto por el sector al finalizar el período de aplicación de la medida de salvaguarda. </w:t>
      </w:r>
    </w:p>
    <w:p w14:paraId="008B30EB" w14:textId="77777777" w:rsidR="00A3083E" w:rsidRPr="00D2567E" w:rsidRDefault="00A3083E" w:rsidP="00A3083E">
      <w:pPr>
        <w:pStyle w:val="Prrafodelista"/>
        <w:numPr>
          <w:ilvl w:val="0"/>
          <w:numId w:val="79"/>
        </w:numPr>
        <w:ind w:left="993"/>
      </w:pPr>
      <w:r w:rsidRPr="00D2567E">
        <w:t xml:space="preserve">Cada una de las empresas solicitantes deberá presentar el programa de inversiones que llevará a cabo durante la ejecución del programa de ajuste, el cual incluirá una descripción detallada de los gastos que se realizarán, por tema, especificando sus objetivos y los resultados que se espera alcanzar en términos de eficiencia y competitividad. </w:t>
      </w:r>
    </w:p>
    <w:p w14:paraId="76E0651C" w14:textId="77777777" w:rsidR="00A3083E" w:rsidRPr="00D2567E" w:rsidRDefault="00A3083E" w:rsidP="00A3083E">
      <w:pPr>
        <w:pStyle w:val="Prrafodelista"/>
        <w:numPr>
          <w:ilvl w:val="0"/>
          <w:numId w:val="79"/>
        </w:numPr>
        <w:ind w:left="993"/>
      </w:pPr>
      <w:r w:rsidRPr="00D2567E">
        <w:t xml:space="preserve">Cada una de las empresas solicitantes deberá explicar y demostrar si será capaz de generar recursos para financiar las inversiones destinadas a mejorar las condiciones de competitividad frente a las importaciones. </w:t>
      </w:r>
    </w:p>
    <w:p w14:paraId="1993D6CA" w14:textId="77777777" w:rsidR="00A3083E" w:rsidRPr="00B61B46" w:rsidRDefault="00B61B46" w:rsidP="00B61B4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20" w:name="_Toc169191788"/>
      <w:r w:rsidRPr="00B61B46">
        <w:rPr>
          <w:rFonts w:eastAsiaTheme="minorHAnsi" w:cs="Tahoma"/>
          <w:bCs/>
          <w:szCs w:val="22"/>
          <w:lang w:val="es-MX" w:eastAsia="ko-KR"/>
        </w:rPr>
        <w:t>Circunstancias críticas</w:t>
      </w:r>
      <w:bookmarkEnd w:id="20"/>
      <w:r w:rsidRPr="00B61B46">
        <w:rPr>
          <w:rFonts w:eastAsiaTheme="minorHAnsi" w:cs="Tahoma"/>
          <w:bCs/>
          <w:szCs w:val="22"/>
          <w:lang w:val="es-MX" w:eastAsia="ko-KR"/>
        </w:rPr>
        <w:t xml:space="preserve"> </w:t>
      </w:r>
    </w:p>
    <w:p w14:paraId="57A3CCE3" w14:textId="77777777" w:rsidR="00A3083E" w:rsidRPr="00D2567E" w:rsidRDefault="00A3083E" w:rsidP="007B58F7">
      <w:pPr>
        <w:pStyle w:val="Prrafodelista"/>
        <w:numPr>
          <w:ilvl w:val="0"/>
          <w:numId w:val="47"/>
        </w:numPr>
      </w:pPr>
      <w:r w:rsidRPr="00D2567E">
        <w:t xml:space="preserve"> En caso de que, al amparo de los artículos 78 de la LCE y 6 del AS, solicite la aplicación de medidas provisionales de salvaguarda</w:t>
      </w:r>
      <w:r w:rsidRPr="003B22E3">
        <w:rPr>
          <w:vertAlign w:val="superscript"/>
        </w:rPr>
        <w:footnoteReference w:id="10"/>
      </w:r>
      <w:r w:rsidRPr="003B22E3">
        <w:rPr>
          <w:vertAlign w:val="superscript"/>
        </w:rPr>
        <w:t xml:space="preserve">, </w:t>
      </w:r>
      <w:r w:rsidRPr="003B22E3">
        <w:rPr>
          <w:vertAlign w:val="superscript"/>
        </w:rPr>
        <w:footnoteReference w:id="11"/>
      </w:r>
      <w:r w:rsidRPr="00D2567E">
        <w:t xml:space="preserve"> deberá demostrar: </w:t>
      </w:r>
    </w:p>
    <w:p w14:paraId="41F80192" w14:textId="77777777" w:rsidR="00A3083E" w:rsidRPr="00D2567E" w:rsidRDefault="00A3083E" w:rsidP="00A3083E">
      <w:pPr>
        <w:pStyle w:val="Prrafodelista"/>
        <w:numPr>
          <w:ilvl w:val="0"/>
          <w:numId w:val="80"/>
        </w:numPr>
        <w:ind w:left="993"/>
      </w:pPr>
      <w:r w:rsidRPr="00D2567E">
        <w:t xml:space="preserve">Que las importaciones de la mercancía investigada han tenido un incremento sustancial en un período relativamente corto. </w:t>
      </w:r>
    </w:p>
    <w:p w14:paraId="62612776" w14:textId="77777777" w:rsidR="00A3083E" w:rsidRPr="00D2567E" w:rsidRDefault="00A3083E" w:rsidP="00A3083E">
      <w:pPr>
        <w:pStyle w:val="Prrafodelista"/>
        <w:numPr>
          <w:ilvl w:val="0"/>
          <w:numId w:val="80"/>
        </w:numPr>
        <w:ind w:left="993"/>
      </w:pPr>
      <w:r w:rsidRPr="00D2567E">
        <w:t xml:space="preserve">Que el crecimiento de las importaciones ha generado condiciones tales para la rama de la producción nacional que cualquier demora en la aplicación de la medida provocará que el daño grave </w:t>
      </w:r>
      <w:r>
        <w:t xml:space="preserve">o amenaza de daño grave </w:t>
      </w:r>
      <w:r w:rsidRPr="00D2567E">
        <w:t xml:space="preserve">no se pueda reparar en el tiempo previsto en el procedimiento. </w:t>
      </w:r>
    </w:p>
    <w:p w14:paraId="4433C983" w14:textId="77777777" w:rsidR="00A3083E" w:rsidRPr="00B61B46" w:rsidRDefault="00B61B46" w:rsidP="00B61B46">
      <w:pPr>
        <w:pStyle w:val="Ttulo2"/>
        <w:keepLines/>
        <w:widowControl/>
        <w:numPr>
          <w:ilvl w:val="0"/>
          <w:numId w:val="27"/>
        </w:numPr>
        <w:tabs>
          <w:tab w:val="clear" w:pos="8222"/>
          <w:tab w:val="clear" w:pos="8364"/>
        </w:tabs>
        <w:ind w:left="1800" w:right="0" w:hanging="360"/>
        <w:jc w:val="both"/>
        <w:rPr>
          <w:rFonts w:eastAsiaTheme="minorHAnsi" w:cs="Tahoma"/>
          <w:bCs/>
          <w:szCs w:val="22"/>
          <w:lang w:val="es-MX" w:eastAsia="ko-KR"/>
        </w:rPr>
      </w:pPr>
      <w:bookmarkStart w:id="21" w:name="_Toc169191789"/>
      <w:r w:rsidRPr="00B61B46">
        <w:rPr>
          <w:rFonts w:eastAsiaTheme="minorHAnsi" w:cs="Tahoma"/>
          <w:bCs/>
          <w:szCs w:val="22"/>
          <w:lang w:val="es-MX" w:eastAsia="ko-KR"/>
        </w:rPr>
        <w:lastRenderedPageBreak/>
        <w:t>Otra información</w:t>
      </w:r>
      <w:bookmarkEnd w:id="21"/>
      <w:r w:rsidRPr="00B61B46">
        <w:rPr>
          <w:rFonts w:eastAsiaTheme="minorHAnsi" w:cs="Tahoma"/>
          <w:bCs/>
          <w:szCs w:val="22"/>
          <w:lang w:val="es-MX" w:eastAsia="ko-KR"/>
        </w:rPr>
        <w:t xml:space="preserve"> </w:t>
      </w:r>
    </w:p>
    <w:p w14:paraId="11C672CC" w14:textId="77777777" w:rsidR="00A3083E" w:rsidRDefault="00A3083E" w:rsidP="007B58F7">
      <w:pPr>
        <w:pStyle w:val="Prrafodelista"/>
        <w:numPr>
          <w:ilvl w:val="0"/>
          <w:numId w:val="47"/>
        </w:numPr>
      </w:pPr>
      <w:r w:rsidRPr="00D2567E">
        <w:t xml:space="preserve">Proporcionar cualquier otra información que considere necesaria que la Secretaría tome en cuenta para la correcta evaluación de su solicitud, así como sus fuentes; además, indique cuál es la relación de esta información con la investigación. </w:t>
      </w:r>
    </w:p>
    <w:p w14:paraId="052EA52D" w14:textId="77777777" w:rsidR="00A3083E" w:rsidRPr="000A0DC8" w:rsidRDefault="00A3083E" w:rsidP="00A3083E">
      <w:pPr>
        <w:rPr>
          <w:b/>
          <w:lang w:val="es-ES_tradnl"/>
        </w:rPr>
      </w:pPr>
      <w:r w:rsidRPr="000A0DC8">
        <w:rPr>
          <w:b/>
          <w:lang w:val="es-ES_tradnl"/>
        </w:rPr>
        <w:t>Declaro bajo protesta de decir verdad que la información contenida en este formulario es completa y correcta.</w:t>
      </w:r>
    </w:p>
    <w:p w14:paraId="69835123" w14:textId="77777777" w:rsidR="00A3083E" w:rsidRPr="000A0DC8" w:rsidRDefault="00A3083E" w:rsidP="00D66F08">
      <w:pPr>
        <w:spacing w:before="0" w:after="0"/>
        <w:ind w:left="2410"/>
        <w:rPr>
          <w:b/>
          <w:lang w:val="es-ES_tradnl"/>
        </w:rPr>
      </w:pPr>
      <w:r w:rsidRPr="000A0DC8">
        <w:rPr>
          <w:b/>
          <w:lang w:val="es-ES_tradnl"/>
        </w:rPr>
        <w:t>Nombre:</w:t>
      </w:r>
      <w:r w:rsidRPr="000A0DC8">
        <w:rPr>
          <w:b/>
          <w:lang w:val="es-ES_tradnl"/>
        </w:rPr>
        <w:tab/>
      </w:r>
    </w:p>
    <w:p w14:paraId="6DCCA8D8" w14:textId="77777777" w:rsidR="00A3083E" w:rsidRPr="000A0DC8" w:rsidRDefault="00A3083E" w:rsidP="00D66F08">
      <w:pPr>
        <w:spacing w:before="0" w:after="0"/>
        <w:ind w:left="2410"/>
        <w:rPr>
          <w:b/>
          <w:lang w:val="es-ES_tradnl"/>
        </w:rPr>
      </w:pPr>
      <w:r w:rsidRPr="000A0DC8">
        <w:rPr>
          <w:b/>
          <w:lang w:val="es-ES_tradnl"/>
        </w:rPr>
        <w:t>Firma:</w:t>
      </w:r>
      <w:r w:rsidRPr="000A0DC8">
        <w:rPr>
          <w:b/>
          <w:lang w:val="es-ES_tradnl"/>
        </w:rPr>
        <w:tab/>
      </w:r>
    </w:p>
    <w:p w14:paraId="5F764D58" w14:textId="77777777" w:rsidR="00A3083E" w:rsidRDefault="00A3083E" w:rsidP="00D66F08">
      <w:pPr>
        <w:spacing w:before="0" w:after="160" w:line="259" w:lineRule="auto"/>
        <w:ind w:left="2410"/>
      </w:pPr>
      <w:r w:rsidRPr="000A0DC8">
        <w:rPr>
          <w:b/>
          <w:lang w:val="es-ES_tradnl"/>
        </w:rPr>
        <w:t>Fecha:</w:t>
      </w:r>
    </w:p>
    <w:p w14:paraId="588211F1" w14:textId="77777777" w:rsidR="00A3083E" w:rsidRDefault="00A3083E" w:rsidP="00A3083E">
      <w:pPr>
        <w:spacing w:before="0" w:after="160" w:line="259" w:lineRule="auto"/>
      </w:pPr>
    </w:p>
    <w:p w14:paraId="10F736C0" w14:textId="77777777" w:rsidR="00A3083E" w:rsidRDefault="00A3083E" w:rsidP="00A3083E">
      <w:pPr>
        <w:spacing w:before="0" w:after="160" w:line="259" w:lineRule="auto"/>
      </w:pPr>
    </w:p>
    <w:p w14:paraId="76FC2250" w14:textId="77777777" w:rsidR="00F9278B" w:rsidRDefault="00F9278B" w:rsidP="00A3083E">
      <w:pPr>
        <w:spacing w:before="0" w:after="160" w:line="259" w:lineRule="auto"/>
      </w:pPr>
    </w:p>
    <w:p w14:paraId="41BD4A9A" w14:textId="77777777" w:rsidR="00F9278B" w:rsidRDefault="00F9278B" w:rsidP="00A3083E">
      <w:pPr>
        <w:spacing w:before="0" w:after="160" w:line="259" w:lineRule="auto"/>
      </w:pPr>
    </w:p>
    <w:p w14:paraId="15E3D362" w14:textId="77777777" w:rsidR="00F9278B" w:rsidRDefault="00F9278B" w:rsidP="00A3083E">
      <w:pPr>
        <w:spacing w:before="0" w:after="160" w:line="259" w:lineRule="auto"/>
      </w:pPr>
    </w:p>
    <w:p w14:paraId="60311D7B" w14:textId="77777777" w:rsidR="00F9278B" w:rsidRDefault="00F9278B" w:rsidP="00A3083E">
      <w:pPr>
        <w:spacing w:before="0" w:after="160" w:line="259" w:lineRule="auto"/>
      </w:pPr>
    </w:p>
    <w:p w14:paraId="5744F171" w14:textId="77777777" w:rsidR="00F9278B" w:rsidRDefault="00F9278B" w:rsidP="00A3083E">
      <w:pPr>
        <w:spacing w:before="0" w:after="160" w:line="259" w:lineRule="auto"/>
      </w:pPr>
    </w:p>
    <w:p w14:paraId="0AEF5C43" w14:textId="77777777" w:rsidR="00F9278B" w:rsidRDefault="00F9278B" w:rsidP="00A3083E">
      <w:pPr>
        <w:spacing w:before="0" w:after="160" w:line="259" w:lineRule="auto"/>
      </w:pPr>
    </w:p>
    <w:p w14:paraId="1BB33283" w14:textId="77777777" w:rsidR="00F9278B" w:rsidRDefault="00F9278B" w:rsidP="00A3083E">
      <w:pPr>
        <w:spacing w:before="0" w:after="160" w:line="259" w:lineRule="auto"/>
      </w:pPr>
    </w:p>
    <w:p w14:paraId="44A57999" w14:textId="77777777" w:rsidR="00F9278B" w:rsidRDefault="00F9278B" w:rsidP="00A3083E">
      <w:pPr>
        <w:spacing w:before="0" w:after="160" w:line="259" w:lineRule="auto"/>
      </w:pPr>
    </w:p>
    <w:p w14:paraId="1B36AA4A" w14:textId="77777777" w:rsidR="00F9278B" w:rsidRDefault="00F9278B" w:rsidP="00A3083E">
      <w:pPr>
        <w:spacing w:before="0" w:after="160" w:line="259" w:lineRule="auto"/>
      </w:pPr>
    </w:p>
    <w:p w14:paraId="1B2FAC35" w14:textId="77777777" w:rsidR="00F9278B" w:rsidRDefault="00F9278B" w:rsidP="00A3083E">
      <w:pPr>
        <w:spacing w:before="0" w:after="160" w:line="259" w:lineRule="auto"/>
      </w:pPr>
    </w:p>
    <w:p w14:paraId="0EEE2022" w14:textId="77777777" w:rsidR="00F9278B" w:rsidRDefault="00F9278B" w:rsidP="00A3083E">
      <w:pPr>
        <w:spacing w:before="0" w:after="160" w:line="259" w:lineRule="auto"/>
      </w:pPr>
    </w:p>
    <w:p w14:paraId="605378A3" w14:textId="77777777" w:rsidR="00F9278B" w:rsidRDefault="00F9278B" w:rsidP="00A3083E">
      <w:pPr>
        <w:spacing w:before="0" w:after="160" w:line="259" w:lineRule="auto"/>
      </w:pPr>
    </w:p>
    <w:p w14:paraId="7D47FF92" w14:textId="77777777" w:rsidR="00F9278B" w:rsidRDefault="00F9278B" w:rsidP="00A3083E">
      <w:pPr>
        <w:spacing w:before="0" w:after="160" w:line="259" w:lineRule="auto"/>
      </w:pPr>
    </w:p>
    <w:p w14:paraId="4E2475A1" w14:textId="77777777" w:rsidR="00F9278B" w:rsidRDefault="00F9278B" w:rsidP="00A3083E">
      <w:pPr>
        <w:spacing w:before="0" w:after="160" w:line="259" w:lineRule="auto"/>
      </w:pPr>
    </w:p>
    <w:p w14:paraId="67C18969" w14:textId="77777777" w:rsidR="00F9278B" w:rsidRDefault="00F9278B" w:rsidP="00A3083E">
      <w:pPr>
        <w:spacing w:before="0" w:after="160" w:line="259" w:lineRule="auto"/>
      </w:pPr>
    </w:p>
    <w:p w14:paraId="06C17EE1" w14:textId="77777777" w:rsidR="00F9278B" w:rsidRDefault="00F9278B" w:rsidP="00A3083E">
      <w:pPr>
        <w:spacing w:before="0" w:after="160" w:line="259" w:lineRule="auto"/>
      </w:pPr>
    </w:p>
    <w:p w14:paraId="482D2945" w14:textId="77777777" w:rsidR="00F9278B" w:rsidRDefault="00F9278B" w:rsidP="00A3083E">
      <w:pPr>
        <w:spacing w:before="0" w:after="160" w:line="259" w:lineRule="auto"/>
      </w:pPr>
    </w:p>
    <w:p w14:paraId="07952A5D" w14:textId="77777777" w:rsidR="00F9278B" w:rsidRDefault="00F9278B" w:rsidP="00A3083E">
      <w:pPr>
        <w:spacing w:before="0" w:after="160" w:line="259" w:lineRule="auto"/>
      </w:pPr>
    </w:p>
    <w:p w14:paraId="0086F3A7" w14:textId="77777777" w:rsidR="00F9278B" w:rsidRDefault="00F9278B" w:rsidP="00A3083E">
      <w:pPr>
        <w:spacing w:before="0" w:after="160" w:line="259" w:lineRule="auto"/>
      </w:pPr>
    </w:p>
    <w:p w14:paraId="543DF42E" w14:textId="77777777" w:rsidR="00F9278B" w:rsidRDefault="00F9278B" w:rsidP="00A3083E">
      <w:pPr>
        <w:spacing w:before="0" w:after="160" w:line="259" w:lineRule="auto"/>
      </w:pPr>
    </w:p>
    <w:p w14:paraId="67CD707C" w14:textId="77777777" w:rsidR="00F9278B" w:rsidRDefault="00F9278B" w:rsidP="00A3083E">
      <w:pPr>
        <w:spacing w:before="0" w:after="160" w:line="259" w:lineRule="auto"/>
      </w:pPr>
    </w:p>
    <w:p w14:paraId="4F61404E" w14:textId="77777777" w:rsidR="00F9278B" w:rsidRDefault="00F9278B" w:rsidP="00A3083E">
      <w:pPr>
        <w:spacing w:before="0" w:after="160" w:line="259" w:lineRule="auto"/>
      </w:pPr>
    </w:p>
    <w:p w14:paraId="1B40E878" w14:textId="77777777" w:rsidR="00802FA7" w:rsidRDefault="00802FA7" w:rsidP="00A3083E">
      <w:pPr>
        <w:spacing w:before="0" w:after="160" w:line="259" w:lineRule="auto"/>
      </w:pPr>
    </w:p>
    <w:p w14:paraId="242311BF" w14:textId="77777777" w:rsidR="00D36645" w:rsidRPr="00763891" w:rsidRDefault="00D36645" w:rsidP="00D36645">
      <w:pPr>
        <w:jc w:val="center"/>
        <w:rPr>
          <w:rFonts w:eastAsia="Calibri" w:cs="Arial"/>
          <w:b/>
          <w:szCs w:val="22"/>
          <w:lang w:val="es-MX" w:eastAsia="en-US"/>
        </w:rPr>
      </w:pPr>
      <w:r w:rsidRPr="00763891">
        <w:rPr>
          <w:rFonts w:eastAsia="Calibri" w:cs="Arial"/>
          <w:b/>
          <w:szCs w:val="22"/>
          <w:lang w:val="es-MX" w:eastAsia="en-US"/>
        </w:rPr>
        <w:t>CONSENTIMIENTO PARA LA CONSULTA DE INFORMACIÓN</w:t>
      </w:r>
    </w:p>
    <w:p w14:paraId="706C912B" w14:textId="77777777" w:rsidR="00D36645" w:rsidRPr="00763891" w:rsidRDefault="00D36645" w:rsidP="00D36645">
      <w:pPr>
        <w:jc w:val="center"/>
        <w:rPr>
          <w:rFonts w:eastAsia="Calibri" w:cs="Arial"/>
          <w:b/>
          <w:szCs w:val="22"/>
          <w:lang w:val="es-MX" w:eastAsia="en-US"/>
        </w:rPr>
      </w:pPr>
      <w:r w:rsidRPr="00763891">
        <w:rPr>
          <w:rFonts w:eastAsia="Calibri" w:cs="Arial"/>
          <w:b/>
          <w:szCs w:val="22"/>
          <w:lang w:val="es-MX" w:eastAsia="en-US"/>
        </w:rPr>
        <w:t>CLASIFICADA COMO CONFIDENCIAL</w:t>
      </w:r>
    </w:p>
    <w:p w14:paraId="100A1516" w14:textId="77777777" w:rsidR="00D36645" w:rsidRPr="00763891" w:rsidRDefault="00D36645" w:rsidP="00D36645">
      <w:pPr>
        <w:rPr>
          <w:rFonts w:eastAsia="Calibri" w:cs="Arial"/>
          <w:b/>
          <w:szCs w:val="22"/>
          <w:lang w:val="es-MX" w:eastAsia="en-US"/>
        </w:rPr>
      </w:pPr>
    </w:p>
    <w:p w14:paraId="6DD7A736" w14:textId="09506C3C" w:rsidR="00D36645" w:rsidRPr="00763891" w:rsidRDefault="00D36645" w:rsidP="00D36645">
      <w:pPr>
        <w:rPr>
          <w:rFonts w:eastAsia="Calibri" w:cs="Arial"/>
          <w:b/>
          <w:szCs w:val="22"/>
          <w:lang w:val="es-MX" w:eastAsia="en-US"/>
        </w:rPr>
      </w:pPr>
      <w:r w:rsidRPr="00763891">
        <w:rPr>
          <w:rFonts w:eastAsia="Calibri" w:cs="Arial"/>
          <w:b/>
          <w:szCs w:val="22"/>
          <w:lang w:val="es-MX" w:eastAsia="en-US"/>
        </w:rPr>
        <w:t xml:space="preserve">PROCEDIMIENTO: </w:t>
      </w:r>
      <w:r w:rsidR="00B07617">
        <w:rPr>
          <w:rFonts w:eastAsia="Calibri" w:cs="Arial"/>
          <w:szCs w:val="22"/>
          <w:lang w:val="es-MX" w:eastAsia="en-US"/>
        </w:rPr>
        <w:t>Salvaguarda</w:t>
      </w:r>
    </w:p>
    <w:p w14:paraId="0536A1A1" w14:textId="77777777" w:rsidR="00D36645" w:rsidRPr="00763891" w:rsidRDefault="00D36645" w:rsidP="00D36645">
      <w:pPr>
        <w:rPr>
          <w:rFonts w:eastAsia="Calibri" w:cs="Arial"/>
          <w:b/>
          <w:szCs w:val="22"/>
          <w:lang w:val="es-MX" w:eastAsia="en-US"/>
        </w:rPr>
      </w:pPr>
      <w:r w:rsidRPr="00763891">
        <w:rPr>
          <w:rFonts w:eastAsia="Calibri" w:cs="Arial"/>
          <w:b/>
          <w:szCs w:val="22"/>
          <w:lang w:val="es-MX" w:eastAsia="en-US"/>
        </w:rPr>
        <w:t>PRODUCTO:</w:t>
      </w:r>
    </w:p>
    <w:p w14:paraId="1BE35D41" w14:textId="77777777" w:rsidR="00D36645" w:rsidRPr="00763891" w:rsidRDefault="00D36645" w:rsidP="00D36645">
      <w:pPr>
        <w:rPr>
          <w:rFonts w:eastAsia="Calibri" w:cs="Arial"/>
          <w:b/>
          <w:szCs w:val="22"/>
          <w:lang w:val="es-MX" w:eastAsia="en-US"/>
        </w:rPr>
      </w:pPr>
      <w:r w:rsidRPr="00763891">
        <w:rPr>
          <w:rFonts w:eastAsia="Calibri" w:cs="Arial"/>
          <w:b/>
          <w:szCs w:val="22"/>
          <w:lang w:val="es-MX" w:eastAsia="en-US"/>
        </w:rPr>
        <w:t>ORIGEN:</w:t>
      </w:r>
    </w:p>
    <w:p w14:paraId="7C7D5031" w14:textId="77777777" w:rsidR="00D36645" w:rsidRPr="00763891" w:rsidRDefault="00D36645" w:rsidP="00D36645">
      <w:pPr>
        <w:rPr>
          <w:rFonts w:eastAsia="Calibri" w:cs="Arial"/>
          <w:b/>
          <w:szCs w:val="22"/>
          <w:lang w:val="es-MX" w:eastAsia="en-US"/>
        </w:rPr>
      </w:pPr>
      <w:r w:rsidRPr="00763891">
        <w:rPr>
          <w:rFonts w:eastAsia="Calibri" w:cs="Arial"/>
          <w:b/>
          <w:szCs w:val="22"/>
          <w:lang w:val="es-MX" w:eastAsia="en-US"/>
        </w:rPr>
        <w:t>EXPEDIENTE:</w:t>
      </w:r>
    </w:p>
    <w:p w14:paraId="6E7A4FE0" w14:textId="77777777" w:rsidR="00D36645" w:rsidRPr="00763891" w:rsidRDefault="00D36645" w:rsidP="00D36645">
      <w:pPr>
        <w:rPr>
          <w:rFonts w:eastAsia="Calibri" w:cs="Arial"/>
          <w:b/>
          <w:szCs w:val="22"/>
          <w:lang w:val="es-MX" w:eastAsia="en-US"/>
        </w:rPr>
      </w:pPr>
    </w:p>
    <w:p w14:paraId="655729C0" w14:textId="77777777" w:rsidR="00802FA7" w:rsidRDefault="00802FA7" w:rsidP="00802FA7">
      <w:pPr>
        <w:tabs>
          <w:tab w:val="left" w:pos="5387"/>
          <w:tab w:val="left" w:pos="6946"/>
        </w:tabs>
        <w:spacing w:line="276" w:lineRule="auto"/>
        <w:ind w:firstLine="1"/>
        <w:jc w:val="right"/>
        <w:rPr>
          <w:rFonts w:cs="Arial"/>
        </w:rPr>
      </w:pPr>
      <w:r w:rsidRPr="003B4FDE">
        <w:rPr>
          <w:rFonts w:cs="Arial"/>
        </w:rPr>
        <w:t>Ciudad de M</w:t>
      </w:r>
      <w:r>
        <w:rPr>
          <w:rFonts w:cs="Arial"/>
        </w:rPr>
        <w:t>éxico, a ___ de __________de 202_</w:t>
      </w:r>
      <w:r w:rsidRPr="003B4FDE">
        <w:rPr>
          <w:rFonts w:cs="Arial"/>
        </w:rPr>
        <w:t>_</w:t>
      </w:r>
    </w:p>
    <w:p w14:paraId="5BE9A1CF" w14:textId="77777777" w:rsidR="00802FA7" w:rsidRDefault="00802FA7" w:rsidP="00802FA7">
      <w:pPr>
        <w:tabs>
          <w:tab w:val="left" w:pos="5387"/>
          <w:tab w:val="left" w:pos="6946"/>
        </w:tabs>
        <w:spacing w:line="276" w:lineRule="auto"/>
        <w:ind w:firstLine="1"/>
        <w:jc w:val="center"/>
        <w:rPr>
          <w:rFonts w:cs="Arial"/>
        </w:rPr>
      </w:pPr>
    </w:p>
    <w:p w14:paraId="2CF17417" w14:textId="77777777" w:rsidR="00D36645" w:rsidRPr="00763891" w:rsidRDefault="00802FA7" w:rsidP="00802FA7">
      <w:pPr>
        <w:rPr>
          <w:rFonts w:eastAsia="Calibri" w:cs="Arial"/>
          <w:lang w:val="es-MX" w:eastAsia="ko-KR"/>
        </w:rPr>
      </w:pPr>
      <w:r w:rsidRPr="003B4FDE">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r w:rsidR="00D36645" w:rsidRPr="00763891">
        <w:rPr>
          <w:rFonts w:eastAsia="Calibri" w:cs="Arial"/>
          <w:lang w:val="es-MX" w:eastAsia="ko-KR"/>
        </w:rPr>
        <w:t>.</w:t>
      </w:r>
    </w:p>
    <w:p w14:paraId="45FF73CA" w14:textId="77777777" w:rsidR="00D36645" w:rsidRPr="00763891" w:rsidRDefault="00D36645" w:rsidP="00D36645">
      <w:pPr>
        <w:rPr>
          <w:rFonts w:eastAsia="Calibri" w:cs="Arial"/>
          <w:lang w:val="es-MX" w:eastAsia="ko-KR"/>
        </w:rPr>
      </w:pPr>
    </w:p>
    <w:p w14:paraId="7409F9A0" w14:textId="77777777" w:rsidR="00D36645" w:rsidRPr="00763891" w:rsidRDefault="00D36645" w:rsidP="00D36645">
      <w:pPr>
        <w:rPr>
          <w:rFonts w:eastAsia="Calibri" w:cs="Arial"/>
          <w:lang w:val="es-MX" w:eastAsia="ko-KR"/>
        </w:rPr>
      </w:pPr>
    </w:p>
    <w:p w14:paraId="3DBA68E2" w14:textId="77777777" w:rsidR="00D36645" w:rsidRPr="00763891" w:rsidRDefault="00D36645" w:rsidP="00D36645">
      <w:pPr>
        <w:rPr>
          <w:rFonts w:eastAsia="Calibri" w:cs="Arial"/>
          <w:lang w:val="es-MX" w:eastAsia="ko-KR"/>
        </w:rPr>
      </w:pPr>
    </w:p>
    <w:p w14:paraId="33568663" w14:textId="77777777" w:rsidR="00D36645" w:rsidRPr="00763891" w:rsidRDefault="00D36645" w:rsidP="00D36645">
      <w:pPr>
        <w:jc w:val="center"/>
        <w:rPr>
          <w:rFonts w:eastAsia="Calibri" w:cs="Arial"/>
          <w:lang w:val="es-MX" w:eastAsia="ko-KR"/>
        </w:rPr>
      </w:pPr>
      <w:r w:rsidRPr="00763891">
        <w:rPr>
          <w:rFonts w:eastAsia="Calibri" w:cs="Arial"/>
          <w:lang w:val="es-MX" w:eastAsia="ko-KR"/>
        </w:rPr>
        <w:t>____________________________</w:t>
      </w:r>
    </w:p>
    <w:p w14:paraId="196E471A" w14:textId="77777777" w:rsidR="00D36645" w:rsidRPr="00763891" w:rsidRDefault="00D36645" w:rsidP="00D36645">
      <w:pPr>
        <w:jc w:val="center"/>
        <w:rPr>
          <w:rFonts w:eastAsia="Calibri" w:cs="Arial"/>
          <w:lang w:val="es-MX" w:eastAsia="ko-KR"/>
        </w:rPr>
      </w:pPr>
      <w:r w:rsidRPr="00763891">
        <w:rPr>
          <w:rFonts w:eastAsia="Calibri" w:cs="Arial"/>
          <w:lang w:val="es-MX" w:eastAsia="ko-KR"/>
        </w:rPr>
        <w:t>Firma</w:t>
      </w:r>
    </w:p>
    <w:p w14:paraId="36AA80B2" w14:textId="77777777" w:rsidR="00D36645" w:rsidRPr="00763891" w:rsidRDefault="00D36645" w:rsidP="00D36645">
      <w:pPr>
        <w:jc w:val="center"/>
        <w:rPr>
          <w:b/>
        </w:rPr>
      </w:pPr>
    </w:p>
    <w:p w14:paraId="4617F4BF" w14:textId="77777777" w:rsidR="00D36645" w:rsidRPr="00763891" w:rsidRDefault="00D36645" w:rsidP="00D36645">
      <w:pPr>
        <w:jc w:val="center"/>
        <w:rPr>
          <w:b/>
        </w:rPr>
      </w:pPr>
    </w:p>
    <w:p w14:paraId="20151330" w14:textId="77777777" w:rsidR="00D36645" w:rsidRPr="00763891" w:rsidRDefault="00D36645" w:rsidP="00D36645">
      <w:pPr>
        <w:jc w:val="center"/>
        <w:rPr>
          <w:b/>
        </w:rPr>
        <w:sectPr w:rsidR="00D36645" w:rsidRPr="00763891" w:rsidSect="00625B25">
          <w:headerReference w:type="even" r:id="rId10"/>
          <w:headerReference w:type="default" r:id="rId11"/>
          <w:footerReference w:type="even" r:id="rId12"/>
          <w:footerReference w:type="default" r:id="rId13"/>
          <w:headerReference w:type="first" r:id="rId14"/>
          <w:footerReference w:type="first" r:id="rId15"/>
          <w:pgSz w:w="12242" w:h="15842" w:code="1"/>
          <w:pgMar w:top="1191" w:right="1418" w:bottom="1361" w:left="1418" w:header="720" w:footer="720" w:gutter="0"/>
          <w:paperSrc w:first="1" w:other="1"/>
          <w:cols w:space="720"/>
          <w:titlePg/>
        </w:sectPr>
      </w:pPr>
    </w:p>
    <w:p w14:paraId="638DDD12" w14:textId="77777777" w:rsidR="00D36645" w:rsidRDefault="00D36645" w:rsidP="00D36645">
      <w:pPr>
        <w:jc w:val="center"/>
        <w:rPr>
          <w:b/>
        </w:rPr>
      </w:pPr>
    </w:p>
    <w:p w14:paraId="5466E410" w14:textId="77777777" w:rsidR="00D36645" w:rsidRDefault="00D36645" w:rsidP="00D36645">
      <w:pPr>
        <w:jc w:val="center"/>
        <w:rPr>
          <w:b/>
        </w:rPr>
      </w:pPr>
    </w:p>
    <w:p w14:paraId="0A482291" w14:textId="77777777" w:rsidR="00D36645" w:rsidRDefault="00D36645" w:rsidP="00D36645">
      <w:pPr>
        <w:jc w:val="center"/>
        <w:rPr>
          <w:b/>
        </w:rPr>
      </w:pPr>
    </w:p>
    <w:p w14:paraId="0C62C59C" w14:textId="77777777" w:rsidR="00D36645" w:rsidRDefault="00D36645" w:rsidP="00D36645">
      <w:pPr>
        <w:jc w:val="center"/>
        <w:rPr>
          <w:b/>
        </w:rPr>
      </w:pPr>
    </w:p>
    <w:p w14:paraId="4443963D" w14:textId="77777777" w:rsidR="00D36645" w:rsidRDefault="00D36645" w:rsidP="00D36645">
      <w:pPr>
        <w:jc w:val="center"/>
        <w:rPr>
          <w:b/>
        </w:rPr>
      </w:pPr>
    </w:p>
    <w:p w14:paraId="6FE76E36" w14:textId="77777777" w:rsidR="00D36645" w:rsidRDefault="00D36645" w:rsidP="00D36645">
      <w:pPr>
        <w:jc w:val="center"/>
        <w:rPr>
          <w:b/>
        </w:rPr>
      </w:pPr>
    </w:p>
    <w:p w14:paraId="1C7BF578" w14:textId="77777777" w:rsidR="00D36645" w:rsidRDefault="00D36645" w:rsidP="00D36645">
      <w:pPr>
        <w:jc w:val="center"/>
        <w:rPr>
          <w:b/>
        </w:rPr>
      </w:pPr>
    </w:p>
    <w:p w14:paraId="5A84CD24" w14:textId="77777777" w:rsidR="00D36645" w:rsidRPr="00763891" w:rsidRDefault="00D36645" w:rsidP="00D36645">
      <w:pPr>
        <w:jc w:val="center"/>
        <w:rPr>
          <w:b/>
        </w:rPr>
      </w:pPr>
    </w:p>
    <w:p w14:paraId="33BEC209" w14:textId="77777777" w:rsidR="00D36645" w:rsidRPr="00763891" w:rsidRDefault="00D36645" w:rsidP="00D36645">
      <w:pPr>
        <w:spacing w:after="0"/>
        <w:rPr>
          <w:rFonts w:eastAsia="Calibri" w:cs="Arial"/>
          <w:b/>
          <w:sz w:val="40"/>
          <w:szCs w:val="40"/>
          <w:lang w:val="es-MX" w:eastAsia="en-US"/>
        </w:rPr>
      </w:pPr>
      <w:r w:rsidRPr="00763891">
        <w:rPr>
          <w:rFonts w:eastAsia="Calibri" w:cs="Arial"/>
          <w:b/>
          <w:sz w:val="40"/>
          <w:szCs w:val="40"/>
          <w:lang w:val="es-MX" w:eastAsia="en-US"/>
        </w:rPr>
        <w:t>FORMATO OFICIAL</w:t>
      </w:r>
    </w:p>
    <w:p w14:paraId="38269296" w14:textId="77777777" w:rsidR="00D36645" w:rsidRPr="00763891" w:rsidRDefault="00D36645" w:rsidP="00D36645">
      <w:pPr>
        <w:spacing w:after="0"/>
        <w:rPr>
          <w:rFonts w:eastAsia="Calibri" w:cs="Arial"/>
          <w:b/>
          <w:sz w:val="40"/>
          <w:szCs w:val="40"/>
          <w:lang w:val="es-MX" w:eastAsia="en-US"/>
        </w:rPr>
      </w:pPr>
    </w:p>
    <w:p w14:paraId="3AD24AA0" w14:textId="77777777" w:rsidR="00802FA7" w:rsidRPr="002D1613" w:rsidRDefault="00802FA7" w:rsidP="00802FA7">
      <w:pPr>
        <w:pStyle w:val="ListaPartesNombre"/>
        <w:spacing w:after="120" w:line="240" w:lineRule="auto"/>
        <w:rPr>
          <w:rFonts w:ascii="Montserrat" w:hAnsi="Montserrat"/>
          <w:sz w:val="28"/>
          <w:szCs w:val="28"/>
        </w:rPr>
      </w:pPr>
      <w:r w:rsidRPr="002D1613">
        <w:rPr>
          <w:rFonts w:ascii="Montserrat" w:hAnsi="Montserrat"/>
          <w:sz w:val="28"/>
          <w:szCs w:val="28"/>
        </w:rPr>
        <w:t>CONSENTIMIENTO PARA RECIBIR INFORMACIÓN Y NOTIFICACIONES VÍA ELECTRÓNICA</w:t>
      </w:r>
    </w:p>
    <w:p w14:paraId="3085B691" w14:textId="77777777" w:rsidR="00D36645" w:rsidRPr="00763891" w:rsidRDefault="00D36645" w:rsidP="00D36645">
      <w:pPr>
        <w:spacing w:after="0"/>
        <w:jc w:val="center"/>
        <w:rPr>
          <w:rFonts w:eastAsia="Calibri" w:cs="Arial"/>
          <w:b/>
          <w:sz w:val="30"/>
          <w:szCs w:val="30"/>
          <w:lang w:val="es-MX" w:eastAsia="en-US"/>
        </w:rPr>
      </w:pPr>
    </w:p>
    <w:p w14:paraId="14B9955F" w14:textId="77777777" w:rsidR="00D36645" w:rsidRPr="00763891" w:rsidRDefault="00D36645" w:rsidP="00D36645">
      <w:pPr>
        <w:spacing w:after="0"/>
        <w:jc w:val="center"/>
        <w:rPr>
          <w:rFonts w:eastAsia="Calibri" w:cs="Arial"/>
          <w:b/>
          <w:sz w:val="30"/>
          <w:szCs w:val="30"/>
          <w:lang w:val="es-MX" w:eastAsia="en-US"/>
        </w:rPr>
      </w:pPr>
    </w:p>
    <w:p w14:paraId="2EA415EF" w14:textId="77777777" w:rsidR="00D36645" w:rsidRPr="00763891" w:rsidRDefault="00D36645" w:rsidP="00D36645">
      <w:pPr>
        <w:spacing w:after="0"/>
        <w:jc w:val="center"/>
        <w:rPr>
          <w:rFonts w:eastAsia="Calibri" w:cs="Arial"/>
          <w:b/>
          <w:sz w:val="30"/>
          <w:szCs w:val="30"/>
          <w:lang w:val="es-MX" w:eastAsia="en-US"/>
        </w:rPr>
      </w:pPr>
    </w:p>
    <w:p w14:paraId="67EA430B" w14:textId="77777777" w:rsidR="00D36645" w:rsidRPr="00763891" w:rsidRDefault="00D36645" w:rsidP="00D36645">
      <w:pPr>
        <w:rPr>
          <w:rFonts w:eastAsia="Calibri" w:cs="Arial"/>
          <w:sz w:val="25"/>
          <w:szCs w:val="25"/>
          <w:lang w:val="es-MX" w:eastAsia="en-US"/>
        </w:rPr>
      </w:pPr>
    </w:p>
    <w:p w14:paraId="211AF94E" w14:textId="77777777" w:rsidR="00D36645" w:rsidRPr="00763891" w:rsidRDefault="00D36645" w:rsidP="00D36645">
      <w:pPr>
        <w:rPr>
          <w:rFonts w:eastAsia="Calibri" w:cs="Arial"/>
          <w:sz w:val="25"/>
          <w:szCs w:val="25"/>
          <w:lang w:val="es-MX" w:eastAsia="en-US"/>
        </w:rPr>
      </w:pPr>
    </w:p>
    <w:p w14:paraId="22DAE5ED" w14:textId="77777777" w:rsidR="00D36645" w:rsidRPr="00763891" w:rsidRDefault="00D36645" w:rsidP="00D36645">
      <w:pPr>
        <w:rPr>
          <w:rFonts w:eastAsia="Calibri" w:cs="Arial"/>
          <w:sz w:val="25"/>
          <w:szCs w:val="25"/>
          <w:lang w:val="es-MX" w:eastAsia="en-US"/>
        </w:rPr>
      </w:pPr>
      <w:r w:rsidRPr="00763891">
        <w:rPr>
          <w:rFonts w:eastAsia="Calibri" w:cs="Arial"/>
          <w:sz w:val="25"/>
          <w:szCs w:val="25"/>
          <w:lang w:val="es-MX" w:eastAsia="en-US"/>
        </w:rPr>
        <w:br w:type="page"/>
      </w:r>
    </w:p>
    <w:p w14:paraId="42B37E9A" w14:textId="77777777" w:rsidR="00802FA7" w:rsidRDefault="00802FA7" w:rsidP="00802FA7">
      <w:pPr>
        <w:rPr>
          <w:lang w:val="es-ES_tradnl"/>
        </w:rPr>
      </w:pPr>
    </w:p>
    <w:p w14:paraId="7B0CBB0D" w14:textId="77777777" w:rsidR="00802FA7" w:rsidRDefault="00802FA7" w:rsidP="00802FA7">
      <w:pPr>
        <w:jc w:val="center"/>
        <w:rPr>
          <w:rFonts w:cs="Arial"/>
        </w:rPr>
      </w:pPr>
      <w:r w:rsidRPr="005B1D6B">
        <w:rPr>
          <w:rFonts w:cs="Arial"/>
          <w:b/>
        </w:rPr>
        <w:t>CONSENTIMIENTO PARA RECIBIR INFORMACIÓN Y NOTIFICACIONES VÍA ELECTRÓNICA</w:t>
      </w:r>
    </w:p>
    <w:p w14:paraId="3270CB26" w14:textId="77777777" w:rsidR="00802FA7" w:rsidRDefault="00802FA7" w:rsidP="00802FA7">
      <w:pPr>
        <w:rPr>
          <w:rFonts w:cs="Arial"/>
          <w:b/>
        </w:rPr>
      </w:pPr>
    </w:p>
    <w:p w14:paraId="2C2E3A29" w14:textId="77777777" w:rsidR="00802FA7" w:rsidRPr="005B1D6B" w:rsidRDefault="00802FA7" w:rsidP="00802FA7">
      <w:pPr>
        <w:rPr>
          <w:rFonts w:cs="Arial"/>
        </w:rPr>
      </w:pPr>
      <w:r w:rsidRPr="005B1D6B">
        <w:rPr>
          <w:rFonts w:cs="Arial"/>
          <w:b/>
        </w:rPr>
        <w:t xml:space="preserve">PROCEDIMIENTO: </w:t>
      </w:r>
    </w:p>
    <w:p w14:paraId="047A0A12" w14:textId="77777777" w:rsidR="00802FA7" w:rsidRPr="005B1D6B" w:rsidRDefault="00802FA7" w:rsidP="00802FA7">
      <w:pPr>
        <w:rPr>
          <w:rFonts w:cs="Arial"/>
          <w:b/>
        </w:rPr>
      </w:pPr>
      <w:r w:rsidRPr="005B1D6B">
        <w:rPr>
          <w:rFonts w:cs="Arial"/>
          <w:b/>
        </w:rPr>
        <w:t xml:space="preserve">PRODUCTO: </w:t>
      </w:r>
    </w:p>
    <w:p w14:paraId="58E0F97A" w14:textId="77777777" w:rsidR="00802FA7" w:rsidRPr="005B1D6B" w:rsidRDefault="00802FA7" w:rsidP="00802FA7">
      <w:pPr>
        <w:rPr>
          <w:rFonts w:cs="Arial"/>
        </w:rPr>
      </w:pPr>
      <w:r w:rsidRPr="005B1D6B">
        <w:rPr>
          <w:rFonts w:cs="Arial"/>
          <w:b/>
        </w:rPr>
        <w:t xml:space="preserve">ORIGEN: </w:t>
      </w:r>
    </w:p>
    <w:p w14:paraId="49CFAC37" w14:textId="77777777" w:rsidR="00802FA7" w:rsidRPr="005B1D6B" w:rsidRDefault="00802FA7" w:rsidP="00802FA7">
      <w:pPr>
        <w:rPr>
          <w:rFonts w:cs="Arial"/>
          <w:b/>
        </w:rPr>
      </w:pPr>
      <w:r w:rsidRPr="005B1D6B">
        <w:rPr>
          <w:rFonts w:cs="Arial"/>
          <w:b/>
        </w:rPr>
        <w:t>EXPEDIENTE:</w:t>
      </w:r>
    </w:p>
    <w:p w14:paraId="3F0E8D3A" w14:textId="77777777" w:rsidR="00802FA7" w:rsidRDefault="00802FA7" w:rsidP="00802FA7">
      <w:pPr>
        <w:pStyle w:val="Textoindependiente2"/>
        <w:rPr>
          <w:rFonts w:cs="Arial"/>
        </w:rPr>
      </w:pPr>
    </w:p>
    <w:p w14:paraId="2C4CBC58" w14:textId="77777777" w:rsidR="00802FA7" w:rsidRPr="00802FA7" w:rsidRDefault="00802FA7" w:rsidP="00802FA7">
      <w:pPr>
        <w:pStyle w:val="Textoindependiente2"/>
        <w:jc w:val="right"/>
        <w:rPr>
          <w:rFonts w:ascii="Montserrat" w:hAnsi="Montserrat" w:cs="Arial"/>
        </w:rPr>
      </w:pPr>
      <w:r w:rsidRPr="00802FA7">
        <w:rPr>
          <w:rFonts w:ascii="Montserrat" w:eastAsiaTheme="minorHAnsi" w:hAnsi="Montserrat" w:cs="Arial"/>
          <w:lang w:val="es-MX"/>
        </w:rPr>
        <w:t>Ciudad de México, a ___ de ____________de 202__</w:t>
      </w:r>
      <w:r w:rsidRPr="00802FA7">
        <w:rPr>
          <w:rFonts w:ascii="Montserrat" w:hAnsi="Montserrat" w:cs="Arial"/>
        </w:rPr>
        <w:t xml:space="preserve">. </w:t>
      </w:r>
    </w:p>
    <w:p w14:paraId="16E24062" w14:textId="77777777" w:rsidR="00802FA7" w:rsidRPr="00802FA7" w:rsidRDefault="00802FA7" w:rsidP="00802FA7">
      <w:pPr>
        <w:ind w:left="360"/>
        <w:rPr>
          <w:szCs w:val="22"/>
          <w:lang w:eastAsia="ko-KR"/>
        </w:rPr>
      </w:pPr>
      <w:r w:rsidRPr="00802FA7">
        <w:rPr>
          <w:szCs w:val="22"/>
          <w:lang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00CC9CDD" w14:textId="77777777" w:rsidR="00802FA7" w:rsidRPr="00802FA7" w:rsidRDefault="00802FA7" w:rsidP="00802FA7">
      <w:pPr>
        <w:pStyle w:val="Textoindependiente2"/>
        <w:rPr>
          <w:rFonts w:ascii="Montserrat" w:hAnsi="Montserrat" w:cs="Arial"/>
        </w:rPr>
      </w:pPr>
    </w:p>
    <w:p w14:paraId="44AA72AC" w14:textId="77777777" w:rsidR="00802FA7" w:rsidRPr="00802FA7" w:rsidRDefault="00802FA7" w:rsidP="00802FA7">
      <w:pPr>
        <w:jc w:val="center"/>
        <w:rPr>
          <w:rFonts w:cs="Arial"/>
        </w:rPr>
      </w:pPr>
      <w:r w:rsidRPr="00802FA7">
        <w:rPr>
          <w:rFonts w:cs="Arial"/>
        </w:rPr>
        <w:t>_________________________________</w:t>
      </w:r>
    </w:p>
    <w:p w14:paraId="59FE06A7" w14:textId="77777777" w:rsidR="00802FA7" w:rsidRPr="00802FA7" w:rsidRDefault="00802FA7" w:rsidP="00802FA7">
      <w:pPr>
        <w:jc w:val="center"/>
        <w:rPr>
          <w:lang w:val="es-ES_tradnl"/>
        </w:rPr>
        <w:sectPr w:rsidR="00802FA7" w:rsidRPr="00802FA7" w:rsidSect="00625B25">
          <w:pgSz w:w="12242" w:h="15842" w:code="1"/>
          <w:pgMar w:top="1191" w:right="1418" w:bottom="1361" w:left="1418" w:header="720" w:footer="720" w:gutter="0"/>
          <w:paperSrc w:first="1" w:other="1"/>
          <w:cols w:space="720"/>
          <w:titlePg/>
        </w:sectPr>
      </w:pPr>
      <w:r w:rsidRPr="00802FA7">
        <w:rPr>
          <w:rFonts w:cs="Arial"/>
        </w:rPr>
        <w:t>Firma</w:t>
      </w:r>
    </w:p>
    <w:p w14:paraId="015215A1" w14:textId="77777777" w:rsidR="00D36645" w:rsidRPr="00981E94" w:rsidRDefault="00D36645" w:rsidP="000E528E">
      <w:pPr>
        <w:spacing w:before="0"/>
        <w:jc w:val="center"/>
        <w:rPr>
          <w:rFonts w:eastAsia="Calibri" w:cs="Arial"/>
          <w:sz w:val="17"/>
          <w:szCs w:val="17"/>
          <w:lang w:val="es-MX" w:eastAsia="en-US"/>
        </w:rPr>
      </w:pPr>
      <w:r w:rsidRPr="00981E94">
        <w:rPr>
          <w:rFonts w:eastAsia="Calibri" w:cs="Arial"/>
          <w:b/>
          <w:bCs/>
          <w:sz w:val="17"/>
          <w:szCs w:val="17"/>
          <w:lang w:val="es-MX" w:eastAsia="en-US"/>
        </w:rPr>
        <w:lastRenderedPageBreak/>
        <w:t>Aviso de Privacidad</w:t>
      </w:r>
    </w:p>
    <w:p w14:paraId="4514769D"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3D17368F"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¿Qué datos personales se recaban y con qué finalidad?</w:t>
      </w:r>
    </w:p>
    <w:p w14:paraId="3E94E2DE"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Los datos personales que se recaben serán utilizados para las siguientes finalidades:</w:t>
      </w:r>
    </w:p>
    <w:p w14:paraId="70D02D19"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Verificar y confirmar su identidad, así como la autenticidad de la información que nos proporciona, para contar con un registro que permita identificar con precisión a quien solicita el trámite o servicio. </w:t>
      </w:r>
    </w:p>
    <w:p w14:paraId="7D5EF8BC"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Acreditar los requisitos necesarios para proveer los trámites o servicios que ofrece la SE. </w:t>
      </w:r>
    </w:p>
    <w:p w14:paraId="3F7950CA"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Realizar todos los movimientos con motivo del trámite o servicio que solicita desde su ingreso hasta su baja. </w:t>
      </w:r>
    </w:p>
    <w:p w14:paraId="2C1D1F0A"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Integrar expedientes y bases de datos necesarias para el otorgamiento y operación de los servicios que se contraten, así como las obligaciones que se deriven de los mismos. </w:t>
      </w:r>
    </w:p>
    <w:p w14:paraId="743C8B4F"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Mantener una base histórica con fines estadísticos. </w:t>
      </w:r>
    </w:p>
    <w:p w14:paraId="51B95D3E"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De conformidad con el trámite o servicio que se solicita, se utilizarán de manera enunciativa más no limitativa los siguientes datos personales: </w:t>
      </w:r>
    </w:p>
    <w:p w14:paraId="4F3B03FD"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2614F367"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Información profesional y laboral. </w:t>
      </w:r>
    </w:p>
    <w:p w14:paraId="0CCA7EE1" w14:textId="77777777" w:rsidR="00D36645" w:rsidRPr="00981E94" w:rsidRDefault="00D36645" w:rsidP="00D36645">
      <w:pPr>
        <w:widowControl w:val="0"/>
        <w:numPr>
          <w:ilvl w:val="0"/>
          <w:numId w:val="34"/>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Información financiera y patrimonial. </w:t>
      </w:r>
    </w:p>
    <w:p w14:paraId="4F7223A7"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68CE940F"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5812EDD9" w14:textId="77777777" w:rsidR="00D36645" w:rsidRPr="00981E94" w:rsidRDefault="00D36645" w:rsidP="00D36645">
      <w:pPr>
        <w:autoSpaceDE w:val="0"/>
        <w:autoSpaceDN w:val="0"/>
        <w:adjustRightInd w:val="0"/>
        <w:spacing w:before="60" w:after="60"/>
        <w:rPr>
          <w:rFonts w:cs="Arial"/>
          <w:color w:val="000000"/>
          <w:sz w:val="17"/>
          <w:szCs w:val="17"/>
          <w:u w:val="single"/>
          <w:lang w:val="es-MX"/>
        </w:rPr>
      </w:pPr>
      <w:r w:rsidRPr="00981E94">
        <w:rPr>
          <w:rFonts w:cs="Arial"/>
          <w:color w:val="000000"/>
          <w:sz w:val="17"/>
          <w:szCs w:val="17"/>
          <w:u w:val="single"/>
          <w:lang w:val="es-MX"/>
        </w:rPr>
        <w:t>Se informa que no se solicitarán datos personales sensibles.</w:t>
      </w:r>
    </w:p>
    <w:p w14:paraId="693B74F9"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 xml:space="preserve">Fundamento para el tratamiento de los datos personales. </w:t>
      </w:r>
    </w:p>
    <w:p w14:paraId="290357D0"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004C9ADC"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 xml:space="preserve">Transferencia de datos personales. </w:t>
      </w:r>
    </w:p>
    <w:p w14:paraId="15DDAAAA" w14:textId="77777777" w:rsidR="00D36645" w:rsidRPr="00981E94" w:rsidRDefault="00D36645" w:rsidP="00D36645">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73E8ECD6" w14:textId="77777777" w:rsidR="00D36645" w:rsidRPr="00981E94" w:rsidRDefault="00D36645" w:rsidP="00D36645">
      <w:pPr>
        <w:autoSpaceDE w:val="0"/>
        <w:autoSpaceDN w:val="0"/>
        <w:adjustRightInd w:val="0"/>
        <w:spacing w:before="60" w:after="60"/>
        <w:rPr>
          <w:rFonts w:cs="Arial"/>
          <w:b/>
          <w:bCs/>
          <w:color w:val="000000"/>
          <w:sz w:val="17"/>
          <w:szCs w:val="17"/>
          <w:lang w:val="es-MX"/>
        </w:rPr>
      </w:pPr>
      <w:r w:rsidRPr="00981E94">
        <w:rPr>
          <w:rFonts w:cs="Arial"/>
          <w:b/>
          <w:bCs/>
          <w:color w:val="000000"/>
          <w:sz w:val="17"/>
          <w:szCs w:val="17"/>
          <w:lang w:val="es-MX"/>
        </w:rPr>
        <w:t xml:space="preserve">¿Dónde puedo ejercer mis derechos ARCO? </w:t>
      </w:r>
    </w:p>
    <w:p w14:paraId="49D2B4F9" w14:textId="2E3D0A65" w:rsidR="00D36645" w:rsidRPr="00DD1A44" w:rsidRDefault="00D36645" w:rsidP="00D36645">
      <w:pPr>
        <w:autoSpaceDE w:val="0"/>
        <w:autoSpaceDN w:val="0"/>
        <w:adjustRightInd w:val="0"/>
        <w:spacing w:before="60" w:after="60"/>
        <w:rPr>
          <w:rFonts w:cs="Arial"/>
          <w:color w:val="000000"/>
          <w:sz w:val="17"/>
          <w:szCs w:val="17"/>
          <w:lang w:val="es-MX"/>
        </w:rPr>
      </w:pPr>
      <w:r w:rsidRPr="00976540">
        <w:rPr>
          <w:rFonts w:cs="Arial"/>
          <w:color w:val="000000"/>
          <w:sz w:val="17"/>
          <w:szCs w:val="17"/>
          <w:lang w:val="es-MX"/>
        </w:rPr>
        <w:t xml:space="preserve">Usted podrá ejercer los derechos de acceso, rectificación, cancelación u oposición (Derechos ARCO), al </w:t>
      </w:r>
      <w:r w:rsidRPr="00DD1A44">
        <w:rPr>
          <w:rFonts w:cs="Arial"/>
          <w:color w:val="000000"/>
          <w:sz w:val="17"/>
          <w:szCs w:val="17"/>
          <w:lang w:val="es-MX"/>
        </w:rPr>
        <w:t xml:space="preserve">tratamiento de sus datos personales, mediante un escrito libre dirigido a la Unidad de Transparencia de la Secretaría de Economía con domicilio en </w:t>
      </w:r>
      <w:r w:rsidRPr="00DD1A44">
        <w:rPr>
          <w:rFonts w:eastAsia="Calibri" w:cs="Arial"/>
          <w:iCs/>
          <w:sz w:val="17"/>
          <w:szCs w:val="17"/>
          <w:lang w:val="es-ES_tradnl" w:eastAsia="en-US"/>
        </w:rPr>
        <w:t>Pachuca 189, planta baja (</w:t>
      </w:r>
      <w:r w:rsidR="00386225">
        <w:rPr>
          <w:rFonts w:eastAsia="Calibri" w:cs="Arial"/>
          <w:iCs/>
          <w:sz w:val="17"/>
          <w:szCs w:val="17"/>
          <w:lang w:val="es-ES_tradnl" w:eastAsia="en-US"/>
        </w:rPr>
        <w:t>Oficialía de partes</w:t>
      </w:r>
      <w:r w:rsidRPr="00DD1A44">
        <w:rPr>
          <w:rFonts w:eastAsia="Calibri" w:cs="Arial"/>
          <w:iCs/>
          <w:sz w:val="17"/>
          <w:szCs w:val="17"/>
          <w:lang w:val="es-ES_tradnl" w:eastAsia="en-US"/>
        </w:rPr>
        <w:t>)</w:t>
      </w:r>
      <w:r w:rsidRPr="00DD1A44">
        <w:rPr>
          <w:rFonts w:eastAsia="Calibri" w:cs="Arial"/>
          <w:iCs/>
          <w:sz w:val="17"/>
          <w:szCs w:val="17"/>
          <w:lang w:eastAsia="en-US"/>
        </w:rPr>
        <w:t xml:space="preserve"> </w:t>
      </w:r>
      <w:r w:rsidRPr="00DD1A44">
        <w:rPr>
          <w:rFonts w:eastAsia="Calibri" w:cs="Arial"/>
          <w:iCs/>
          <w:sz w:val="17"/>
          <w:szCs w:val="17"/>
          <w:lang w:val="es-ES_tradnl" w:eastAsia="en-US"/>
        </w:rPr>
        <w:t>Col. Condesa C.P. 06140 Ciudad de México</w:t>
      </w:r>
      <w:r w:rsidRPr="00DD1A44">
        <w:rPr>
          <w:rFonts w:cs="Arial"/>
          <w:color w:val="000000"/>
          <w:sz w:val="17"/>
          <w:szCs w:val="17"/>
          <w:lang w:val="es-MX"/>
        </w:rPr>
        <w:t>, Teléfono 57299100, extensiones 11</w:t>
      </w:r>
      <w:r w:rsidR="00B07466">
        <w:rPr>
          <w:rFonts w:cs="Arial"/>
          <w:color w:val="000000"/>
          <w:sz w:val="17"/>
          <w:szCs w:val="17"/>
          <w:lang w:val="es-MX"/>
        </w:rPr>
        <w:t>003</w:t>
      </w:r>
      <w:r w:rsidRPr="00DD1A44">
        <w:rPr>
          <w:rFonts w:cs="Arial"/>
          <w:color w:val="000000"/>
          <w:sz w:val="17"/>
          <w:szCs w:val="17"/>
          <w:lang w:val="es-MX"/>
        </w:rPr>
        <w:t xml:space="preserve"> y 113</w:t>
      </w:r>
      <w:r w:rsidR="00B07466">
        <w:rPr>
          <w:rFonts w:cs="Arial"/>
          <w:color w:val="000000"/>
          <w:sz w:val="17"/>
          <w:szCs w:val="17"/>
          <w:lang w:val="es-MX"/>
        </w:rPr>
        <w:t>51</w:t>
      </w:r>
      <w:r w:rsidRPr="00DD1A44">
        <w:rPr>
          <w:rFonts w:cs="Arial"/>
          <w:color w:val="000000"/>
          <w:sz w:val="17"/>
          <w:szCs w:val="17"/>
          <w:lang w:val="es-MX"/>
        </w:rPr>
        <w:t xml:space="preserve">, correo electrónico: </w:t>
      </w:r>
      <w:r w:rsidR="00B07466">
        <w:rPr>
          <w:rFonts w:cs="Arial"/>
          <w:color w:val="000000"/>
          <w:sz w:val="17"/>
          <w:szCs w:val="17"/>
          <w:lang w:val="es-MX"/>
        </w:rPr>
        <w:t>unidadtransparencia</w:t>
      </w:r>
      <w:r w:rsidRPr="00DD1A44">
        <w:rPr>
          <w:rFonts w:cs="Arial"/>
          <w:color w:val="000000"/>
          <w:sz w:val="17"/>
          <w:szCs w:val="17"/>
          <w:lang w:val="es-MX"/>
        </w:rPr>
        <w:t xml:space="preserve">@economia.gob.mx </w:t>
      </w:r>
    </w:p>
    <w:p w14:paraId="3375A1C7" w14:textId="77777777" w:rsidR="00D36645" w:rsidRPr="00981E94" w:rsidRDefault="00D36645" w:rsidP="00D36645">
      <w:pPr>
        <w:autoSpaceDE w:val="0"/>
        <w:autoSpaceDN w:val="0"/>
        <w:adjustRightInd w:val="0"/>
        <w:spacing w:before="60" w:after="60"/>
        <w:rPr>
          <w:rFonts w:cs="Arial"/>
          <w:b/>
          <w:bCs/>
          <w:color w:val="000000"/>
          <w:sz w:val="17"/>
          <w:szCs w:val="17"/>
          <w:lang w:val="es-MX"/>
        </w:rPr>
      </w:pPr>
      <w:r w:rsidRPr="00981E94">
        <w:rPr>
          <w:rFonts w:cs="Arial"/>
          <w:b/>
          <w:bCs/>
          <w:color w:val="000000"/>
          <w:sz w:val="17"/>
          <w:szCs w:val="17"/>
          <w:lang w:val="es-MX"/>
        </w:rPr>
        <w:t xml:space="preserve">¿Dónde puedo consultar el Aviso de privacidad integral de datos personales de la Secretaría de Economía? </w:t>
      </w:r>
    </w:p>
    <w:p w14:paraId="42CC29A8" w14:textId="77777777" w:rsidR="00D36645" w:rsidRDefault="00D36645" w:rsidP="00D36645">
      <w:pPr>
        <w:rPr>
          <w:bCs/>
          <w:color w:val="000000"/>
          <w:sz w:val="17"/>
          <w:szCs w:val="17"/>
          <w:lang w:val="es-MX"/>
        </w:rPr>
      </w:pPr>
      <w:r w:rsidRPr="00802FA7">
        <w:rPr>
          <w:rFonts w:cs="Arial"/>
          <w:bCs/>
          <w:color w:val="000000"/>
          <w:sz w:val="17"/>
          <w:szCs w:val="17"/>
          <w:lang w:val="es-MX"/>
        </w:rPr>
        <w:t xml:space="preserve">Para conocer </w:t>
      </w:r>
      <w:r w:rsidR="00802FA7" w:rsidRPr="00802FA7">
        <w:rPr>
          <w:rFonts w:cs="Arial"/>
          <w:bCs/>
          <w:color w:val="000000"/>
          <w:sz w:val="17"/>
          <w:szCs w:val="17"/>
          <w:lang w:val="es-MX"/>
        </w:rPr>
        <w:t>más información</w:t>
      </w:r>
      <w:r w:rsidRPr="00802FA7">
        <w:rPr>
          <w:rFonts w:cs="Arial"/>
          <w:bCs/>
          <w:color w:val="000000"/>
          <w:sz w:val="17"/>
          <w:szCs w:val="17"/>
          <w:lang w:val="es-MX"/>
        </w:rPr>
        <w:t xml:space="preserve"> sobre los términos y condiciones en que serán tratados sus datos personales, y la forma en que deberá ejercer sus Derechos ARCO, puede consultar el Aviso de Privacidad Integral en la página: </w:t>
      </w:r>
      <w:hyperlink r:id="rId16" w:history="1">
        <w:r w:rsidRPr="00802FA7">
          <w:rPr>
            <w:bCs/>
            <w:color w:val="000000"/>
            <w:sz w:val="17"/>
            <w:szCs w:val="17"/>
            <w:lang w:val="es-MX"/>
          </w:rPr>
          <w:t>http://www.gob.mx/se/acciones-y-programas/del-aviso-de-privacidad-integral-de-la-secretaria-de-economia?state=pu blished</w:t>
        </w:r>
      </w:hyperlink>
    </w:p>
    <w:p w14:paraId="2D66EE1F" w14:textId="77777777" w:rsidR="00802FA7" w:rsidRDefault="00802FA7" w:rsidP="00D36645">
      <w:pPr>
        <w:rPr>
          <w:bCs/>
          <w:color w:val="000000"/>
          <w:sz w:val="17"/>
          <w:szCs w:val="17"/>
          <w:lang w:val="es-MX"/>
        </w:rPr>
      </w:pPr>
    </w:p>
    <w:p w14:paraId="60C9D7CD" w14:textId="77777777" w:rsidR="00802FA7" w:rsidRPr="00617126" w:rsidRDefault="00802FA7" w:rsidP="00802FA7">
      <w:pPr>
        <w:spacing w:beforeLines="120" w:before="288" w:afterLines="120" w:after="288"/>
        <w:jc w:val="center"/>
        <w:rPr>
          <w:rFonts w:cs="Arial"/>
          <w:b/>
          <w:sz w:val="22"/>
          <w:szCs w:val="22"/>
        </w:rPr>
      </w:pPr>
      <w:r w:rsidRPr="00617126">
        <w:rPr>
          <w:rFonts w:cs="Arial"/>
          <w:b/>
          <w:sz w:val="22"/>
          <w:szCs w:val="22"/>
        </w:rPr>
        <w:lastRenderedPageBreak/>
        <w:t xml:space="preserve">Formulario </w:t>
      </w:r>
      <w:r>
        <w:rPr>
          <w:rFonts w:cs="Arial"/>
          <w:b/>
          <w:sz w:val="22"/>
          <w:szCs w:val="22"/>
        </w:rPr>
        <w:t>para solicitantes de investigación por Salvaguardas</w:t>
      </w:r>
    </w:p>
    <w:p w14:paraId="3A68CAAF" w14:textId="77777777" w:rsidR="00802FA7" w:rsidRPr="00617126" w:rsidRDefault="00802FA7" w:rsidP="00802FA7">
      <w:pPr>
        <w:spacing w:beforeLines="120" w:before="288" w:afterLines="120" w:after="288"/>
        <w:jc w:val="center"/>
        <w:rPr>
          <w:rFonts w:cs="Arial"/>
          <w:b/>
          <w:sz w:val="22"/>
          <w:szCs w:val="22"/>
        </w:rPr>
      </w:pPr>
      <w:r w:rsidRPr="00617126">
        <w:rPr>
          <w:rFonts w:cs="Arial"/>
          <w:b/>
          <w:sz w:val="22"/>
          <w:szCs w:val="22"/>
        </w:rPr>
        <w:t>Tabla de contenido</w:t>
      </w:r>
    </w:p>
    <w:sdt>
      <w:sdtPr>
        <w:rPr>
          <w:rFonts w:ascii="Montserrat" w:eastAsia="Times New Roman" w:hAnsi="Montserrat" w:cs="Times New Roman"/>
          <w:color w:val="auto"/>
          <w:sz w:val="20"/>
          <w:szCs w:val="20"/>
          <w:lang w:val="es-ES"/>
        </w:rPr>
        <w:id w:val="892162367"/>
        <w:docPartObj>
          <w:docPartGallery w:val="Table of Contents"/>
          <w:docPartUnique/>
        </w:docPartObj>
      </w:sdtPr>
      <w:sdtEndPr>
        <w:rPr>
          <w:b/>
          <w:bCs/>
        </w:rPr>
      </w:sdtEndPr>
      <w:sdtContent>
        <w:p w14:paraId="61347509" w14:textId="77777777" w:rsidR="00802FA7" w:rsidRDefault="00802FA7">
          <w:pPr>
            <w:pStyle w:val="TtuloTDC"/>
          </w:pPr>
        </w:p>
        <w:p w14:paraId="597A1024" w14:textId="02F890FE" w:rsidR="001E1C11" w:rsidRPr="001E1C11" w:rsidRDefault="00802FA7">
          <w:pPr>
            <w:pStyle w:val="TDC2"/>
            <w:tabs>
              <w:tab w:val="right" w:leader="dot" w:pos="9396"/>
            </w:tabs>
            <w:rPr>
              <w:rFonts w:asciiTheme="minorHAnsi" w:eastAsiaTheme="minorEastAsia" w:hAnsiTheme="minorHAnsi" w:cstheme="minorBidi"/>
              <w:noProof/>
              <w:kern w:val="2"/>
              <w:lang w:val="es-MX"/>
              <w14:ligatures w14:val="standardContextual"/>
            </w:rPr>
          </w:pPr>
          <w:r w:rsidRPr="00802FA7">
            <w:fldChar w:fldCharType="begin"/>
          </w:r>
          <w:r w:rsidRPr="00802FA7">
            <w:instrText xml:space="preserve"> TOC \o "1-3" \h \z \u </w:instrText>
          </w:r>
          <w:r w:rsidRPr="00802FA7">
            <w:fldChar w:fldCharType="separate"/>
          </w:r>
          <w:hyperlink w:anchor="_Toc169191774" w:history="1">
            <w:r w:rsidR="001E1C11" w:rsidRPr="001E1C11">
              <w:rPr>
                <w:rStyle w:val="Hipervnculo"/>
                <w:rFonts w:cs="Arial"/>
                <w:noProof/>
              </w:rPr>
              <w:t>Instructivo</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_Toc169191774 \h </w:instrText>
            </w:r>
            <w:r w:rsidR="001E1C11" w:rsidRPr="001E1C11">
              <w:rPr>
                <w:noProof/>
                <w:webHidden/>
              </w:rPr>
            </w:r>
            <w:r w:rsidR="001E1C11" w:rsidRPr="001E1C11">
              <w:rPr>
                <w:noProof/>
                <w:webHidden/>
              </w:rPr>
              <w:fldChar w:fldCharType="separate"/>
            </w:r>
            <w:r w:rsidR="001E1C11" w:rsidRPr="001E1C11">
              <w:rPr>
                <w:noProof/>
                <w:webHidden/>
              </w:rPr>
              <w:t>4</w:t>
            </w:r>
            <w:r w:rsidR="001E1C11" w:rsidRPr="001E1C11">
              <w:rPr>
                <w:noProof/>
                <w:webHidden/>
              </w:rPr>
              <w:fldChar w:fldCharType="end"/>
            </w:r>
          </w:hyperlink>
        </w:p>
        <w:p w14:paraId="3ACA119D" w14:textId="569FDC42" w:rsidR="001E1C11" w:rsidRPr="001E1C11" w:rsidRDefault="00000000">
          <w:pPr>
            <w:pStyle w:val="TDC1"/>
            <w:tabs>
              <w:tab w:val="left" w:pos="480"/>
              <w:tab w:val="right" w:leader="dot" w:pos="9396"/>
            </w:tabs>
            <w:rPr>
              <w:rFonts w:asciiTheme="minorHAnsi" w:eastAsiaTheme="minorEastAsia" w:hAnsiTheme="minorHAnsi" w:cstheme="minorBidi"/>
              <w:noProof/>
              <w:kern w:val="2"/>
              <w:lang w:val="es-MX"/>
              <w14:ligatures w14:val="standardContextual"/>
            </w:rPr>
          </w:pPr>
          <w:hyperlink w:anchor="_Toc169191775" w:history="1">
            <w:r w:rsidR="001E1C11" w:rsidRPr="001E1C11">
              <w:rPr>
                <w:rStyle w:val="Hipervnculo"/>
                <w:rFonts w:eastAsiaTheme="minorHAnsi" w:cs="Arial"/>
                <w:iCs/>
                <w:noProof/>
                <w:lang w:val="es-MX" w:eastAsia="en-US"/>
              </w:rPr>
              <w:t>I.</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Arial"/>
                <w:iCs/>
                <w:noProof/>
                <w:lang w:val="es-MX" w:eastAsia="en-US"/>
              </w:rPr>
              <w:t>Aspectos generales</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_Toc169191775 \h </w:instrText>
            </w:r>
            <w:r w:rsidR="001E1C11" w:rsidRPr="001E1C11">
              <w:rPr>
                <w:noProof/>
                <w:webHidden/>
              </w:rPr>
            </w:r>
            <w:r w:rsidR="001E1C11" w:rsidRPr="001E1C11">
              <w:rPr>
                <w:noProof/>
                <w:webHidden/>
              </w:rPr>
              <w:fldChar w:fldCharType="separate"/>
            </w:r>
            <w:r w:rsidR="001E1C11" w:rsidRPr="001E1C11">
              <w:rPr>
                <w:noProof/>
                <w:webHidden/>
              </w:rPr>
              <w:t>7</w:t>
            </w:r>
            <w:r w:rsidR="001E1C11" w:rsidRPr="001E1C11">
              <w:rPr>
                <w:noProof/>
                <w:webHidden/>
              </w:rPr>
              <w:fldChar w:fldCharType="end"/>
            </w:r>
          </w:hyperlink>
        </w:p>
        <w:p w14:paraId="75129A62" w14:textId="40130E4C"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76" w:history="1">
            <w:r w:rsidR="001E1C11" w:rsidRPr="001E1C11">
              <w:rPr>
                <w:rStyle w:val="Hipervnculo"/>
                <w:rFonts w:eastAsiaTheme="minorHAnsi" w:cs="Tahoma"/>
                <w:noProof/>
                <w:lang w:val="es-MX" w:eastAsia="ko-KR"/>
              </w:rPr>
              <w:t>1.</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Solicitante y otros productores</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_Toc169191776 \h </w:instrText>
            </w:r>
            <w:r w:rsidR="001E1C11" w:rsidRPr="001E1C11">
              <w:rPr>
                <w:noProof/>
                <w:webHidden/>
              </w:rPr>
            </w:r>
            <w:r w:rsidR="001E1C11" w:rsidRPr="001E1C11">
              <w:rPr>
                <w:noProof/>
                <w:webHidden/>
              </w:rPr>
              <w:fldChar w:fldCharType="separate"/>
            </w:r>
            <w:r w:rsidR="001E1C11" w:rsidRPr="001E1C11">
              <w:rPr>
                <w:noProof/>
                <w:webHidden/>
              </w:rPr>
              <w:t>8</w:t>
            </w:r>
            <w:r w:rsidR="001E1C11" w:rsidRPr="001E1C11">
              <w:rPr>
                <w:noProof/>
                <w:webHidden/>
              </w:rPr>
              <w:fldChar w:fldCharType="end"/>
            </w:r>
          </w:hyperlink>
        </w:p>
        <w:p w14:paraId="65B9A673" w14:textId="12D2E0B1"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77" w:history="1">
            <w:r w:rsidR="001E1C11" w:rsidRPr="001E1C11">
              <w:rPr>
                <w:rStyle w:val="Hipervnculo"/>
                <w:rFonts w:eastAsiaTheme="minorHAnsi" w:cs="Tahoma"/>
                <w:noProof/>
                <w:lang w:val="es-MX" w:eastAsia="ko-KR"/>
              </w:rPr>
              <w:t>2.</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Información del  representante legal  del solicitante</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_Toc169191777 \h </w:instrText>
            </w:r>
            <w:r w:rsidR="001E1C11" w:rsidRPr="001E1C11">
              <w:rPr>
                <w:noProof/>
                <w:webHidden/>
              </w:rPr>
            </w:r>
            <w:r w:rsidR="001E1C11" w:rsidRPr="001E1C11">
              <w:rPr>
                <w:noProof/>
                <w:webHidden/>
              </w:rPr>
              <w:fldChar w:fldCharType="separate"/>
            </w:r>
            <w:r w:rsidR="001E1C11" w:rsidRPr="001E1C11">
              <w:rPr>
                <w:noProof/>
                <w:webHidden/>
              </w:rPr>
              <w:t>9</w:t>
            </w:r>
            <w:r w:rsidR="001E1C11" w:rsidRPr="001E1C11">
              <w:rPr>
                <w:noProof/>
                <w:webHidden/>
              </w:rPr>
              <w:fldChar w:fldCharType="end"/>
            </w:r>
          </w:hyperlink>
        </w:p>
        <w:p w14:paraId="1E336591" w14:textId="05D5D5A9" w:rsidR="001E1C11" w:rsidRPr="001E1C11" w:rsidRDefault="00000000">
          <w:pPr>
            <w:pStyle w:val="TDC1"/>
            <w:tabs>
              <w:tab w:val="left" w:pos="480"/>
              <w:tab w:val="right" w:leader="dot" w:pos="9396"/>
            </w:tabs>
            <w:rPr>
              <w:rFonts w:asciiTheme="minorHAnsi" w:eastAsiaTheme="minorEastAsia" w:hAnsiTheme="minorHAnsi" w:cstheme="minorBidi"/>
              <w:noProof/>
              <w:kern w:val="2"/>
              <w:lang w:val="es-MX"/>
              <w14:ligatures w14:val="standardContextual"/>
            </w:rPr>
          </w:pPr>
          <w:hyperlink w:anchor="_Toc169191778" w:history="1">
            <w:r w:rsidR="001E1C11" w:rsidRPr="001E1C11">
              <w:rPr>
                <w:rStyle w:val="Hipervnculo"/>
                <w:noProof/>
              </w:rPr>
              <w:t>II.</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noProof/>
              </w:rPr>
              <w:t>Aspectos generales sobre la salvaguarda</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_Toc169191778 \h </w:instrText>
            </w:r>
            <w:r w:rsidR="001E1C11" w:rsidRPr="001E1C11">
              <w:rPr>
                <w:noProof/>
                <w:webHidden/>
              </w:rPr>
            </w:r>
            <w:r w:rsidR="001E1C11" w:rsidRPr="001E1C11">
              <w:rPr>
                <w:noProof/>
                <w:webHidden/>
              </w:rPr>
              <w:fldChar w:fldCharType="separate"/>
            </w:r>
            <w:r w:rsidR="001E1C11" w:rsidRPr="001E1C11">
              <w:rPr>
                <w:noProof/>
                <w:webHidden/>
              </w:rPr>
              <w:t>9</w:t>
            </w:r>
            <w:r w:rsidR="001E1C11" w:rsidRPr="001E1C11">
              <w:rPr>
                <w:noProof/>
                <w:webHidden/>
              </w:rPr>
              <w:fldChar w:fldCharType="end"/>
            </w:r>
          </w:hyperlink>
        </w:p>
        <w:p w14:paraId="34CC32B5" w14:textId="7F0EFBA7"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79" w:history="1">
            <w:r w:rsidR="001E1C11" w:rsidRPr="001E1C11">
              <w:rPr>
                <w:rStyle w:val="Hipervnculo"/>
                <w:rFonts w:eastAsiaTheme="minorHAnsi" w:cs="Tahoma"/>
                <w:noProof/>
                <w:lang w:eastAsia="ko-KR"/>
              </w:rPr>
              <w:t>1.</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eastAsia="ko-KR"/>
              </w:rPr>
              <w:t>Producto objeto de análisis o investigado</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_Toc169191779 \h </w:instrText>
            </w:r>
            <w:r w:rsidR="001E1C11" w:rsidRPr="001E1C11">
              <w:rPr>
                <w:noProof/>
                <w:webHidden/>
              </w:rPr>
            </w:r>
            <w:r w:rsidR="001E1C11" w:rsidRPr="001E1C11">
              <w:rPr>
                <w:noProof/>
                <w:webHidden/>
              </w:rPr>
              <w:fldChar w:fldCharType="separate"/>
            </w:r>
            <w:r w:rsidR="001E1C11" w:rsidRPr="001E1C11">
              <w:rPr>
                <w:noProof/>
                <w:webHidden/>
              </w:rPr>
              <w:t>9</w:t>
            </w:r>
            <w:r w:rsidR="001E1C11" w:rsidRPr="001E1C11">
              <w:rPr>
                <w:noProof/>
                <w:webHidden/>
              </w:rPr>
              <w:fldChar w:fldCharType="end"/>
            </w:r>
          </w:hyperlink>
        </w:p>
        <w:p w14:paraId="18C22B17" w14:textId="31C9C4A1"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0" w:history="1">
            <w:r w:rsidR="001E1C11" w:rsidRPr="001E1C11">
              <w:rPr>
                <w:rStyle w:val="Hipervnculo"/>
                <w:rFonts w:eastAsiaTheme="minorHAnsi" w:cs="Tahoma"/>
                <w:noProof/>
                <w:lang w:val="es-MX" w:eastAsia="ko-KR"/>
              </w:rPr>
              <w:t>2.</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Periodo investigado</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_Toc169191780 \h </w:instrText>
            </w:r>
            <w:r w:rsidR="001E1C11" w:rsidRPr="001E1C11">
              <w:rPr>
                <w:noProof/>
                <w:webHidden/>
              </w:rPr>
            </w:r>
            <w:r w:rsidR="001E1C11" w:rsidRPr="001E1C11">
              <w:rPr>
                <w:noProof/>
                <w:webHidden/>
              </w:rPr>
              <w:fldChar w:fldCharType="separate"/>
            </w:r>
            <w:r w:rsidR="001E1C11" w:rsidRPr="001E1C11">
              <w:rPr>
                <w:noProof/>
                <w:webHidden/>
              </w:rPr>
              <w:t>11</w:t>
            </w:r>
            <w:r w:rsidR="001E1C11" w:rsidRPr="001E1C11">
              <w:rPr>
                <w:noProof/>
                <w:webHidden/>
              </w:rPr>
              <w:fldChar w:fldCharType="end"/>
            </w:r>
          </w:hyperlink>
        </w:p>
        <w:p w14:paraId="6BFBC2F5" w14:textId="387D9738"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1" w:history="1">
            <w:r w:rsidR="001E1C11" w:rsidRPr="001E1C11">
              <w:rPr>
                <w:rStyle w:val="Hipervnculo"/>
                <w:rFonts w:eastAsiaTheme="minorHAnsi" w:cs="Tahoma"/>
                <w:noProof/>
                <w:lang w:val="es-MX" w:eastAsia="ko-KR"/>
              </w:rPr>
              <w:t>3.</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Información de usuarios, importadores y exportadores</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_Toc169191781 \h </w:instrText>
            </w:r>
            <w:r w:rsidR="001E1C11" w:rsidRPr="001E1C11">
              <w:rPr>
                <w:noProof/>
                <w:webHidden/>
              </w:rPr>
            </w:r>
            <w:r w:rsidR="001E1C11" w:rsidRPr="001E1C11">
              <w:rPr>
                <w:noProof/>
                <w:webHidden/>
              </w:rPr>
              <w:fldChar w:fldCharType="separate"/>
            </w:r>
            <w:r w:rsidR="001E1C11" w:rsidRPr="001E1C11">
              <w:rPr>
                <w:noProof/>
                <w:webHidden/>
              </w:rPr>
              <w:t>12</w:t>
            </w:r>
            <w:r w:rsidR="001E1C11" w:rsidRPr="001E1C11">
              <w:rPr>
                <w:noProof/>
                <w:webHidden/>
              </w:rPr>
              <w:fldChar w:fldCharType="end"/>
            </w:r>
          </w:hyperlink>
        </w:p>
        <w:p w14:paraId="34731449" w14:textId="14A828B0"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2" w:history="1">
            <w:r w:rsidR="001E1C11" w:rsidRPr="001E1C11">
              <w:rPr>
                <w:rStyle w:val="Hipervnculo"/>
                <w:rFonts w:eastAsiaTheme="minorHAnsi" w:cs="Tahoma"/>
                <w:noProof/>
                <w:lang w:val="es-MX" w:eastAsia="ko-KR"/>
              </w:rPr>
              <w:t>4.</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Representatividad y rama de producción nacional</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_Toc169191782 \h </w:instrText>
            </w:r>
            <w:r w:rsidR="001E1C11" w:rsidRPr="001E1C11">
              <w:rPr>
                <w:noProof/>
                <w:webHidden/>
              </w:rPr>
            </w:r>
            <w:r w:rsidR="001E1C11" w:rsidRPr="001E1C11">
              <w:rPr>
                <w:noProof/>
                <w:webHidden/>
              </w:rPr>
              <w:fldChar w:fldCharType="separate"/>
            </w:r>
            <w:r w:rsidR="001E1C11" w:rsidRPr="001E1C11">
              <w:rPr>
                <w:noProof/>
                <w:webHidden/>
              </w:rPr>
              <w:t>12</w:t>
            </w:r>
            <w:r w:rsidR="001E1C11" w:rsidRPr="001E1C11">
              <w:rPr>
                <w:noProof/>
                <w:webHidden/>
              </w:rPr>
              <w:fldChar w:fldCharType="end"/>
            </w:r>
          </w:hyperlink>
        </w:p>
        <w:p w14:paraId="3DDE01EC" w14:textId="12956695"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3" w:history="1">
            <w:r w:rsidR="001E1C11" w:rsidRPr="001E1C11">
              <w:rPr>
                <w:rStyle w:val="Hipervnculo"/>
                <w:rFonts w:eastAsiaTheme="minorHAnsi" w:cs="Tahoma"/>
                <w:noProof/>
                <w:lang w:val="es-MX" w:eastAsia="ko-KR"/>
              </w:rPr>
              <w:t>5.</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Descripción del daño grave o amenaza de daño grave.</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_Toc169191783 \h </w:instrText>
            </w:r>
            <w:r w:rsidR="001E1C11" w:rsidRPr="001E1C11">
              <w:rPr>
                <w:noProof/>
                <w:webHidden/>
              </w:rPr>
            </w:r>
            <w:r w:rsidR="001E1C11" w:rsidRPr="001E1C11">
              <w:rPr>
                <w:noProof/>
                <w:webHidden/>
              </w:rPr>
              <w:fldChar w:fldCharType="separate"/>
            </w:r>
            <w:r w:rsidR="001E1C11" w:rsidRPr="001E1C11">
              <w:rPr>
                <w:noProof/>
                <w:webHidden/>
              </w:rPr>
              <w:t>13</w:t>
            </w:r>
            <w:r w:rsidR="001E1C11" w:rsidRPr="001E1C11">
              <w:rPr>
                <w:noProof/>
                <w:webHidden/>
              </w:rPr>
              <w:fldChar w:fldCharType="end"/>
            </w:r>
          </w:hyperlink>
        </w:p>
        <w:p w14:paraId="08FC8691" w14:textId="09D13CF7"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4" w:history="1">
            <w:r w:rsidR="001E1C11" w:rsidRPr="001E1C11">
              <w:rPr>
                <w:rStyle w:val="Hipervnculo"/>
                <w:rFonts w:eastAsiaTheme="minorHAnsi" w:cs="Tahoma"/>
                <w:noProof/>
                <w:lang w:val="es-MX" w:eastAsia="ko-KR"/>
              </w:rPr>
              <w:t>6.</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Indicadores de la rama de la producción nacional</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_Toc169191784 \h </w:instrText>
            </w:r>
            <w:r w:rsidR="001E1C11" w:rsidRPr="001E1C11">
              <w:rPr>
                <w:noProof/>
                <w:webHidden/>
              </w:rPr>
            </w:r>
            <w:r w:rsidR="001E1C11" w:rsidRPr="001E1C11">
              <w:rPr>
                <w:noProof/>
                <w:webHidden/>
              </w:rPr>
              <w:fldChar w:fldCharType="separate"/>
            </w:r>
            <w:r w:rsidR="001E1C11" w:rsidRPr="001E1C11">
              <w:rPr>
                <w:noProof/>
                <w:webHidden/>
              </w:rPr>
              <w:t>13</w:t>
            </w:r>
            <w:r w:rsidR="001E1C11" w:rsidRPr="001E1C11">
              <w:rPr>
                <w:noProof/>
                <w:webHidden/>
              </w:rPr>
              <w:fldChar w:fldCharType="end"/>
            </w:r>
          </w:hyperlink>
        </w:p>
        <w:p w14:paraId="5AC31542" w14:textId="379AB151"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5" w:history="1">
            <w:r w:rsidR="001E1C11" w:rsidRPr="001E1C11">
              <w:rPr>
                <w:rStyle w:val="Hipervnculo"/>
                <w:rFonts w:eastAsiaTheme="minorHAnsi" w:cs="Tahoma"/>
                <w:noProof/>
                <w:lang w:val="es-MX" w:eastAsia="ko-KR"/>
              </w:rPr>
              <w:t>7.</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Indicadores por empresa</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_Toc169191785 \h </w:instrText>
            </w:r>
            <w:r w:rsidR="001E1C11" w:rsidRPr="001E1C11">
              <w:rPr>
                <w:noProof/>
                <w:webHidden/>
              </w:rPr>
            </w:r>
            <w:r w:rsidR="001E1C11" w:rsidRPr="001E1C11">
              <w:rPr>
                <w:noProof/>
                <w:webHidden/>
              </w:rPr>
              <w:fldChar w:fldCharType="separate"/>
            </w:r>
            <w:r w:rsidR="001E1C11" w:rsidRPr="001E1C11">
              <w:rPr>
                <w:noProof/>
                <w:webHidden/>
              </w:rPr>
              <w:t>14</w:t>
            </w:r>
            <w:r w:rsidR="001E1C11" w:rsidRPr="001E1C11">
              <w:rPr>
                <w:noProof/>
                <w:webHidden/>
              </w:rPr>
              <w:fldChar w:fldCharType="end"/>
            </w:r>
          </w:hyperlink>
        </w:p>
        <w:p w14:paraId="091361BE" w14:textId="5DB7ED5B"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6" w:history="1">
            <w:r w:rsidR="001E1C11" w:rsidRPr="001E1C11">
              <w:rPr>
                <w:rStyle w:val="Hipervnculo"/>
                <w:rFonts w:eastAsiaTheme="minorHAnsi" w:cs="Tahoma"/>
                <w:noProof/>
                <w:lang w:val="es-MX" w:eastAsia="ko-KR"/>
              </w:rPr>
              <w:t>8.</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De la medida de salvaguarda</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_Toc169191786 \h </w:instrText>
            </w:r>
            <w:r w:rsidR="001E1C11" w:rsidRPr="001E1C11">
              <w:rPr>
                <w:noProof/>
                <w:webHidden/>
              </w:rPr>
            </w:r>
            <w:r w:rsidR="001E1C11" w:rsidRPr="001E1C11">
              <w:rPr>
                <w:noProof/>
                <w:webHidden/>
              </w:rPr>
              <w:fldChar w:fldCharType="separate"/>
            </w:r>
            <w:r w:rsidR="001E1C11" w:rsidRPr="001E1C11">
              <w:rPr>
                <w:noProof/>
                <w:webHidden/>
              </w:rPr>
              <w:t>17</w:t>
            </w:r>
            <w:r w:rsidR="001E1C11" w:rsidRPr="001E1C11">
              <w:rPr>
                <w:noProof/>
                <w:webHidden/>
              </w:rPr>
              <w:fldChar w:fldCharType="end"/>
            </w:r>
          </w:hyperlink>
        </w:p>
        <w:p w14:paraId="4799648E" w14:textId="74A108F7"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7" w:history="1">
            <w:r w:rsidR="001E1C11" w:rsidRPr="001E1C11">
              <w:rPr>
                <w:rStyle w:val="Hipervnculo"/>
                <w:rFonts w:eastAsiaTheme="minorHAnsi" w:cs="Tahoma"/>
                <w:noProof/>
                <w:lang w:val="es-MX" w:eastAsia="ko-KR"/>
              </w:rPr>
              <w:t>9.</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Programa de ajuste</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_Toc169191787 \h </w:instrText>
            </w:r>
            <w:r w:rsidR="001E1C11" w:rsidRPr="001E1C11">
              <w:rPr>
                <w:noProof/>
                <w:webHidden/>
              </w:rPr>
            </w:r>
            <w:r w:rsidR="001E1C11" w:rsidRPr="001E1C11">
              <w:rPr>
                <w:noProof/>
                <w:webHidden/>
              </w:rPr>
              <w:fldChar w:fldCharType="separate"/>
            </w:r>
            <w:r w:rsidR="001E1C11" w:rsidRPr="001E1C11">
              <w:rPr>
                <w:noProof/>
                <w:webHidden/>
              </w:rPr>
              <w:t>17</w:t>
            </w:r>
            <w:r w:rsidR="001E1C11" w:rsidRPr="001E1C11">
              <w:rPr>
                <w:noProof/>
                <w:webHidden/>
              </w:rPr>
              <w:fldChar w:fldCharType="end"/>
            </w:r>
          </w:hyperlink>
        </w:p>
        <w:p w14:paraId="62B36DB5" w14:textId="41632F6A"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8" w:history="1">
            <w:r w:rsidR="001E1C11" w:rsidRPr="001E1C11">
              <w:rPr>
                <w:rStyle w:val="Hipervnculo"/>
                <w:rFonts w:eastAsiaTheme="minorHAnsi" w:cs="Tahoma"/>
                <w:noProof/>
                <w:lang w:val="es-MX" w:eastAsia="ko-KR"/>
              </w:rPr>
              <w:t>10.</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Circunstancias críticas</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_Toc169191788 \h </w:instrText>
            </w:r>
            <w:r w:rsidR="001E1C11" w:rsidRPr="001E1C11">
              <w:rPr>
                <w:noProof/>
                <w:webHidden/>
              </w:rPr>
            </w:r>
            <w:r w:rsidR="001E1C11" w:rsidRPr="001E1C11">
              <w:rPr>
                <w:noProof/>
                <w:webHidden/>
              </w:rPr>
              <w:fldChar w:fldCharType="separate"/>
            </w:r>
            <w:r w:rsidR="001E1C11" w:rsidRPr="001E1C11">
              <w:rPr>
                <w:noProof/>
                <w:webHidden/>
              </w:rPr>
              <w:t>18</w:t>
            </w:r>
            <w:r w:rsidR="001E1C11" w:rsidRPr="001E1C11">
              <w:rPr>
                <w:noProof/>
                <w:webHidden/>
              </w:rPr>
              <w:fldChar w:fldCharType="end"/>
            </w:r>
          </w:hyperlink>
        </w:p>
        <w:p w14:paraId="18849598" w14:textId="320E6E29" w:rsidR="001E1C11" w:rsidRPr="001E1C11" w:rsidRDefault="00000000">
          <w:pPr>
            <w:pStyle w:val="TDC2"/>
            <w:tabs>
              <w:tab w:val="left" w:pos="720"/>
              <w:tab w:val="right" w:leader="dot" w:pos="9396"/>
            </w:tabs>
            <w:rPr>
              <w:rFonts w:asciiTheme="minorHAnsi" w:eastAsiaTheme="minorEastAsia" w:hAnsiTheme="minorHAnsi" w:cstheme="minorBidi"/>
              <w:noProof/>
              <w:kern w:val="2"/>
              <w:lang w:val="es-MX"/>
              <w14:ligatures w14:val="standardContextual"/>
            </w:rPr>
          </w:pPr>
          <w:hyperlink w:anchor="_Toc169191789" w:history="1">
            <w:r w:rsidR="001E1C11" w:rsidRPr="001E1C11">
              <w:rPr>
                <w:rStyle w:val="Hipervnculo"/>
                <w:rFonts w:eastAsiaTheme="minorHAnsi" w:cs="Tahoma"/>
                <w:noProof/>
                <w:lang w:val="es-MX" w:eastAsia="ko-KR"/>
              </w:rPr>
              <w:t>11.</w:t>
            </w:r>
            <w:r w:rsidR="001E1C11" w:rsidRPr="001E1C11">
              <w:rPr>
                <w:rFonts w:asciiTheme="minorHAnsi" w:eastAsiaTheme="minorEastAsia" w:hAnsiTheme="minorHAnsi" w:cstheme="minorBidi"/>
                <w:noProof/>
                <w:kern w:val="2"/>
                <w:lang w:val="es-MX"/>
                <w14:ligatures w14:val="standardContextual"/>
              </w:rPr>
              <w:tab/>
            </w:r>
            <w:r w:rsidR="001E1C11" w:rsidRPr="001E1C11">
              <w:rPr>
                <w:rStyle w:val="Hipervnculo"/>
                <w:rFonts w:eastAsiaTheme="minorHAnsi" w:cs="Tahoma"/>
                <w:noProof/>
                <w:lang w:val="es-MX" w:eastAsia="ko-KR"/>
              </w:rPr>
              <w:t>Otra información</w:t>
            </w:r>
            <w:r w:rsidR="001E1C11" w:rsidRPr="001E1C11">
              <w:rPr>
                <w:noProof/>
                <w:webHidden/>
              </w:rPr>
              <w:tab/>
            </w:r>
            <w:r w:rsidR="001E1C11" w:rsidRPr="001E1C11">
              <w:rPr>
                <w:noProof/>
                <w:webHidden/>
              </w:rPr>
              <w:fldChar w:fldCharType="begin"/>
            </w:r>
            <w:r w:rsidR="001E1C11" w:rsidRPr="001E1C11">
              <w:rPr>
                <w:noProof/>
                <w:webHidden/>
              </w:rPr>
              <w:instrText xml:space="preserve"> PAGEREF _Toc169191789 \h </w:instrText>
            </w:r>
            <w:r w:rsidR="001E1C11" w:rsidRPr="001E1C11">
              <w:rPr>
                <w:noProof/>
                <w:webHidden/>
              </w:rPr>
            </w:r>
            <w:r w:rsidR="001E1C11" w:rsidRPr="001E1C11">
              <w:rPr>
                <w:noProof/>
                <w:webHidden/>
              </w:rPr>
              <w:fldChar w:fldCharType="separate"/>
            </w:r>
            <w:r w:rsidR="001E1C11" w:rsidRPr="001E1C11">
              <w:rPr>
                <w:noProof/>
                <w:webHidden/>
              </w:rPr>
              <w:t>19</w:t>
            </w:r>
            <w:r w:rsidR="001E1C11" w:rsidRPr="001E1C11">
              <w:rPr>
                <w:noProof/>
                <w:webHidden/>
              </w:rPr>
              <w:fldChar w:fldCharType="end"/>
            </w:r>
          </w:hyperlink>
        </w:p>
        <w:p w14:paraId="574C580C" w14:textId="316B9DB8" w:rsidR="00802FA7" w:rsidRDefault="00802FA7">
          <w:r w:rsidRPr="00802FA7">
            <w:fldChar w:fldCharType="end"/>
          </w:r>
        </w:p>
      </w:sdtContent>
    </w:sdt>
    <w:p w14:paraId="26DAAED6" w14:textId="77777777" w:rsidR="00802FA7" w:rsidRDefault="00802FA7" w:rsidP="00D36645">
      <w:pPr>
        <w:rPr>
          <w:bCs/>
        </w:rPr>
      </w:pPr>
    </w:p>
    <w:p w14:paraId="2E71FF7E" w14:textId="77777777" w:rsidR="00802FA7" w:rsidRDefault="00802FA7" w:rsidP="00D36645">
      <w:pPr>
        <w:rPr>
          <w:bCs/>
        </w:rPr>
      </w:pPr>
    </w:p>
    <w:p w14:paraId="66633DA4" w14:textId="77777777" w:rsidR="00802FA7" w:rsidRPr="00802FA7" w:rsidRDefault="00802FA7" w:rsidP="00D36645">
      <w:pPr>
        <w:rPr>
          <w:bCs/>
        </w:rPr>
      </w:pPr>
    </w:p>
    <w:sectPr w:rsidR="00802FA7" w:rsidRPr="00802FA7" w:rsidSect="00DD1A44">
      <w:headerReference w:type="even" r:id="rId17"/>
      <w:headerReference w:type="default" r:id="rId18"/>
      <w:footerReference w:type="even" r:id="rId19"/>
      <w:footerReference w:type="default" r:id="rId20"/>
      <w:headerReference w:type="first" r:id="rId21"/>
      <w:footerReference w:type="first" r:id="rId22"/>
      <w:pgSz w:w="12242" w:h="15842"/>
      <w:pgMar w:top="1191" w:right="1418" w:bottom="1361" w:left="1418" w:header="720" w:footer="70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EF110" w14:textId="77777777" w:rsidR="00A74595" w:rsidRDefault="00A74595">
      <w:pPr>
        <w:spacing w:before="0" w:after="0"/>
      </w:pPr>
      <w:r>
        <w:separator/>
      </w:r>
    </w:p>
  </w:endnote>
  <w:endnote w:type="continuationSeparator" w:id="0">
    <w:p w14:paraId="015A2821" w14:textId="77777777" w:rsidR="00A74595" w:rsidRDefault="00A745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ExtraBold">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B77BA" w14:textId="77777777" w:rsidR="003C1140" w:rsidRPr="005A2E1A" w:rsidRDefault="003C1140" w:rsidP="00625B25">
    <w:pPr>
      <w:pStyle w:val="Encabezado"/>
      <w:framePr w:wrap="around" w:vAnchor="text" w:hAnchor="margin" w:xAlign="right" w:y="1"/>
      <w:rPr>
        <w:rStyle w:val="Nmerodepgina"/>
        <w:rFonts w:cs="Arial"/>
        <w:sz w:val="16"/>
        <w:szCs w:val="16"/>
      </w:rPr>
    </w:pPr>
    <w:r w:rsidRPr="005A2E1A">
      <w:rPr>
        <w:rStyle w:val="Nmerodepgina"/>
        <w:rFonts w:cs="Arial"/>
        <w:sz w:val="16"/>
        <w:szCs w:val="16"/>
      </w:rPr>
      <w:fldChar w:fldCharType="begin"/>
    </w:r>
    <w:r w:rsidRPr="005A2E1A">
      <w:rPr>
        <w:rStyle w:val="Nmerodepgina"/>
        <w:rFonts w:cs="Arial"/>
        <w:sz w:val="16"/>
        <w:szCs w:val="16"/>
      </w:rPr>
      <w:instrText xml:space="preserve">PAGE  </w:instrText>
    </w:r>
    <w:r w:rsidRPr="005A2E1A">
      <w:rPr>
        <w:rStyle w:val="Nmerodepgina"/>
        <w:rFonts w:cs="Arial"/>
        <w:sz w:val="16"/>
        <w:szCs w:val="16"/>
      </w:rPr>
      <w:fldChar w:fldCharType="separate"/>
    </w:r>
    <w:r>
      <w:rPr>
        <w:rStyle w:val="Nmerodepgina"/>
        <w:rFonts w:cs="Arial"/>
        <w:noProof/>
        <w:sz w:val="16"/>
        <w:szCs w:val="16"/>
      </w:rPr>
      <w:t>32</w:t>
    </w:r>
    <w:r w:rsidRPr="005A2E1A">
      <w:rPr>
        <w:rStyle w:val="Nmerodepgina"/>
        <w:rFonts w:cs="Arial"/>
        <w:sz w:val="16"/>
        <w:szCs w:val="16"/>
      </w:rPr>
      <w:fldChar w:fldCharType="end"/>
    </w:r>
  </w:p>
  <w:p w14:paraId="185CEF04" w14:textId="77777777" w:rsidR="003C1140" w:rsidRDefault="003C11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03908"/>
      <w:docPartObj>
        <w:docPartGallery w:val="Page Numbers (Bottom of Page)"/>
        <w:docPartUnique/>
      </w:docPartObj>
    </w:sdtPr>
    <w:sdtEndPr>
      <w:rPr>
        <w:rFonts w:ascii="Montserrat" w:hAnsi="Montserrat"/>
        <w:sz w:val="18"/>
        <w:szCs w:val="18"/>
      </w:rPr>
    </w:sdtEndPr>
    <w:sdtContent>
      <w:p w14:paraId="7ACB302F" w14:textId="764C41C4" w:rsidR="003C1140" w:rsidRPr="00D66F08" w:rsidRDefault="003C1140">
        <w:pPr>
          <w:pStyle w:val="Piedepgina"/>
          <w:jc w:val="center"/>
          <w:rPr>
            <w:rFonts w:ascii="Montserrat" w:hAnsi="Montserrat"/>
            <w:sz w:val="18"/>
            <w:szCs w:val="18"/>
          </w:rPr>
        </w:pPr>
        <w:r w:rsidRPr="00D66F08">
          <w:rPr>
            <w:rFonts w:ascii="Montserrat" w:hAnsi="Montserrat"/>
            <w:sz w:val="18"/>
            <w:szCs w:val="18"/>
          </w:rPr>
          <w:fldChar w:fldCharType="begin"/>
        </w:r>
        <w:r w:rsidRPr="00D66F08">
          <w:rPr>
            <w:rFonts w:ascii="Montserrat" w:hAnsi="Montserrat"/>
            <w:sz w:val="18"/>
            <w:szCs w:val="18"/>
          </w:rPr>
          <w:instrText>PAGE   \* MERGEFORMAT</w:instrText>
        </w:r>
        <w:r w:rsidRPr="00D66F08">
          <w:rPr>
            <w:rFonts w:ascii="Montserrat" w:hAnsi="Montserrat"/>
            <w:sz w:val="18"/>
            <w:szCs w:val="18"/>
          </w:rPr>
          <w:fldChar w:fldCharType="separate"/>
        </w:r>
        <w:r w:rsidR="0087339C" w:rsidRPr="0087339C">
          <w:rPr>
            <w:rFonts w:ascii="Montserrat" w:hAnsi="Montserrat"/>
            <w:noProof/>
            <w:sz w:val="18"/>
            <w:szCs w:val="18"/>
            <w:lang w:val="es-ES"/>
          </w:rPr>
          <w:t>16</w:t>
        </w:r>
        <w:r w:rsidRPr="00D66F08">
          <w:rPr>
            <w:rFonts w:ascii="Montserrat" w:hAnsi="Montserrat"/>
            <w:sz w:val="18"/>
            <w:szCs w:val="18"/>
          </w:rPr>
          <w:fldChar w:fldCharType="end"/>
        </w:r>
      </w:p>
    </w:sdtContent>
  </w:sdt>
  <w:p w14:paraId="60047B0D" w14:textId="77777777" w:rsidR="003C1140" w:rsidRDefault="003C1140">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EEC93" w14:textId="77777777" w:rsidR="003C1140" w:rsidRDefault="003C1140" w:rsidP="00625B25">
    <w:pPr>
      <w:pStyle w:val="Piedepgina"/>
    </w:pPr>
    <w:r>
      <w:rPr>
        <w:noProof/>
        <w:lang w:val="es-MX" w:eastAsia="es-MX"/>
      </w:rPr>
      <w:drawing>
        <wp:anchor distT="0" distB="0" distL="114300" distR="114300" simplePos="0" relativeHeight="251665408" behindDoc="1" locked="0" layoutInCell="1" allowOverlap="1" wp14:anchorId="58B18A67" wp14:editId="2E176C75">
          <wp:simplePos x="0" y="0"/>
          <wp:positionH relativeFrom="column">
            <wp:posOffset>-923925</wp:posOffset>
          </wp:positionH>
          <wp:positionV relativeFrom="paragraph">
            <wp:posOffset>-3941445</wp:posOffset>
          </wp:positionV>
          <wp:extent cx="5586730" cy="468630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1592" w:tblpY="14167"/>
      <w:tblOverlap w:val="never"/>
      <w:tblW w:w="9062" w:type="dxa"/>
      <w:tblInd w:w="0" w:type="dxa"/>
      <w:tblCellMar>
        <w:top w:w="29" w:type="dxa"/>
        <w:left w:w="115" w:type="dxa"/>
        <w:right w:w="115" w:type="dxa"/>
      </w:tblCellMar>
      <w:tblLook w:val="04A0" w:firstRow="1" w:lastRow="0" w:firstColumn="1" w:lastColumn="0" w:noHBand="0" w:noVBand="1"/>
    </w:tblPr>
    <w:tblGrid>
      <w:gridCol w:w="9062"/>
    </w:tblGrid>
    <w:tr w:rsidR="003C1140" w14:paraId="2ACC001D" w14:textId="77777777">
      <w:trPr>
        <w:trHeight w:val="965"/>
      </w:trPr>
      <w:tc>
        <w:tcPr>
          <w:tcW w:w="9062" w:type="dxa"/>
          <w:tcBorders>
            <w:top w:val="single" w:sz="2" w:space="0" w:color="000000"/>
            <w:left w:val="single" w:sz="2" w:space="0" w:color="000000"/>
            <w:bottom w:val="single" w:sz="2" w:space="0" w:color="000000"/>
            <w:right w:val="single" w:sz="2" w:space="0" w:color="000000"/>
          </w:tcBorders>
        </w:tcPr>
        <w:p w14:paraId="48F89989" w14:textId="77777777" w:rsidR="003C1140" w:rsidRDefault="003C1140">
          <w:pPr>
            <w:spacing w:after="0" w:line="259" w:lineRule="auto"/>
            <w:ind w:left="52"/>
            <w:jc w:val="center"/>
          </w:pPr>
          <w:r>
            <w:t xml:space="preserve"> </w:t>
          </w:r>
        </w:p>
        <w:p w14:paraId="0426FDCE" w14:textId="77777777" w:rsidR="003C1140" w:rsidRDefault="003C1140">
          <w:pPr>
            <w:spacing w:after="0" w:line="259" w:lineRule="auto"/>
            <w:ind w:right="1"/>
            <w:jc w:val="center"/>
          </w:pPr>
          <w:r>
            <w:t xml:space="preserve">FORMULARIO PARA SOLICITANTES  </w:t>
          </w:r>
        </w:p>
        <w:p w14:paraId="66E383ED" w14:textId="77777777" w:rsidR="003C1140" w:rsidRDefault="003C1140">
          <w:pPr>
            <w:spacing w:after="0" w:line="259" w:lineRule="auto"/>
            <w:ind w:right="6"/>
            <w:jc w:val="center"/>
          </w:pPr>
          <w:r>
            <w:t xml:space="preserve">INICIO DE INVESTIGACIÓN POR SALVAGUARDAS </w:t>
          </w:r>
        </w:p>
        <w:p w14:paraId="41490EDD" w14:textId="77777777" w:rsidR="003C1140" w:rsidRDefault="003C1140">
          <w:pPr>
            <w:spacing w:after="0" w:line="259" w:lineRule="auto"/>
            <w:ind w:left="52"/>
            <w:jc w:val="center"/>
          </w:pPr>
          <w:r>
            <w:rPr>
              <w:rFonts w:ascii="Arial" w:hAnsi="Arial"/>
              <w:b/>
            </w:rPr>
            <w:t xml:space="preserve"> </w:t>
          </w:r>
        </w:p>
      </w:tc>
    </w:tr>
  </w:tbl>
  <w:p w14:paraId="6F2D2B7A" w14:textId="77777777" w:rsidR="003C1140" w:rsidRDefault="003C1140">
    <w:pPr>
      <w:spacing w:after="0" w:line="259" w:lineRule="auto"/>
      <w:ind w:left="-1649" w:right="10604"/>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3EC75" w14:textId="77777777" w:rsidR="003C1140" w:rsidRDefault="003C1140">
    <w:pPr>
      <w:spacing w:after="0" w:line="259" w:lineRule="auto"/>
      <w:ind w:left="-1649" w:right="10604"/>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F5DB5" w14:textId="77777777" w:rsidR="003C1140" w:rsidRDefault="003C1140" w:rsidP="00D2567E">
    <w:pPr>
      <w:spacing w:after="0" w:line="259" w:lineRule="auto"/>
      <w:ind w:left="-1649" w:right="10604"/>
      <w:jc w:val="left"/>
    </w:pPr>
    <w:r>
      <w:rPr>
        <w:noProof/>
        <w:lang w:val="es-MX"/>
      </w:rPr>
      <w:drawing>
        <wp:anchor distT="0" distB="0" distL="114300" distR="114300" simplePos="0" relativeHeight="251661312" behindDoc="1" locked="0" layoutInCell="1" allowOverlap="1" wp14:anchorId="6B0EE79B" wp14:editId="35D8242A">
          <wp:simplePos x="0" y="0"/>
          <wp:positionH relativeFrom="column">
            <wp:posOffset>-1028700</wp:posOffset>
          </wp:positionH>
          <wp:positionV relativeFrom="paragraph">
            <wp:posOffset>-4057650</wp:posOffset>
          </wp:positionV>
          <wp:extent cx="5586730" cy="4686300"/>
          <wp:effectExtent l="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FB5E0" w14:textId="77777777" w:rsidR="00A74595" w:rsidRDefault="00A74595" w:rsidP="00D66F08">
      <w:pPr>
        <w:spacing w:after="178" w:line="259" w:lineRule="auto"/>
        <w:jc w:val="left"/>
      </w:pPr>
      <w:r>
        <w:separator/>
      </w:r>
    </w:p>
  </w:footnote>
  <w:footnote w:type="continuationSeparator" w:id="0">
    <w:p w14:paraId="46FCB59C" w14:textId="77777777" w:rsidR="00A74595" w:rsidRDefault="00A74595">
      <w:pPr>
        <w:spacing w:after="178" w:line="259" w:lineRule="auto"/>
        <w:ind w:left="53"/>
        <w:jc w:val="left"/>
      </w:pPr>
      <w:r>
        <w:continuationSeparator/>
      </w:r>
    </w:p>
  </w:footnote>
  <w:footnote w:id="1">
    <w:p w14:paraId="3FF026AA" w14:textId="77777777" w:rsidR="003C1140" w:rsidRPr="00D66F08" w:rsidRDefault="003C1140" w:rsidP="00D66F08">
      <w:pPr>
        <w:pStyle w:val="footnotedescription"/>
        <w:tabs>
          <w:tab w:val="center" w:pos="2692"/>
        </w:tabs>
        <w:spacing w:before="120" w:after="120" w:line="240" w:lineRule="auto"/>
        <w:ind w:left="0" w:right="0" w:firstLine="0"/>
        <w:jc w:val="left"/>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Para más información vea: Art. 118, fracc. VII del RLCE. </w:t>
      </w:r>
    </w:p>
  </w:footnote>
  <w:footnote w:id="2">
    <w:p w14:paraId="7B082591" w14:textId="77777777" w:rsidR="003C1140" w:rsidRPr="00D66F08" w:rsidRDefault="003C1140" w:rsidP="00D66F08">
      <w:pPr>
        <w:pStyle w:val="Textonotapie"/>
        <w:rPr>
          <w:rFonts w:ascii="Montserrat" w:hAnsi="Montserrat" w:cs="Arial"/>
          <w:sz w:val="16"/>
          <w:szCs w:val="16"/>
          <w:lang w:val="es-MX" w:eastAsia="ko-KR"/>
        </w:rPr>
      </w:pPr>
      <w:r w:rsidRPr="00D66F08">
        <w:rPr>
          <w:rStyle w:val="Ttulo6Car"/>
          <w:rFonts w:ascii="Montserrat" w:hAnsi="Montserrat" w:cs="Arial"/>
          <w:b w:val="0"/>
          <w:sz w:val="16"/>
          <w:szCs w:val="16"/>
          <w:vertAlign w:val="superscript"/>
          <w:lang w:val="es-MX"/>
        </w:rPr>
        <w:footnoteRef/>
      </w:r>
      <w:r w:rsidRPr="00D66F08">
        <w:rPr>
          <w:rFonts w:ascii="Montserrat" w:hAnsi="Montserrat" w:cs="Arial"/>
          <w:sz w:val="16"/>
          <w:szCs w:val="16"/>
          <w:lang w:val="es-MX" w:eastAsia="ko-KR"/>
        </w:rPr>
        <w:t xml:space="preserve"> Art. 61 del RLCE.</w:t>
      </w:r>
    </w:p>
  </w:footnote>
  <w:footnote w:id="3">
    <w:p w14:paraId="02961567" w14:textId="77777777" w:rsidR="003C1140" w:rsidRPr="00D66F08" w:rsidRDefault="003C1140" w:rsidP="006604B5">
      <w:pPr>
        <w:pStyle w:val="footnotedescription"/>
        <w:spacing w:before="120" w:after="120" w:line="240" w:lineRule="auto"/>
        <w:ind w:left="0" w:firstLine="0"/>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Recuerde que CNA = producción nacional del producto idéntico, similar o directamente competidor + importaciones del producto investigado — exportaciones del producto idéntico, similar o directamente competidor. </w:t>
      </w:r>
    </w:p>
  </w:footnote>
  <w:footnote w:id="4">
    <w:p w14:paraId="52BFCF48" w14:textId="77777777" w:rsidR="003C1140" w:rsidRPr="00D66F08" w:rsidRDefault="003C1140" w:rsidP="006604B5">
      <w:pPr>
        <w:pStyle w:val="footnotedescription"/>
        <w:spacing w:before="120" w:after="120" w:line="240" w:lineRule="auto"/>
        <w:ind w:left="0" w:right="0" w:firstLine="0"/>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En el caso de productos agrícolas, también deberá informar el área sembrada, el área cosechada y la productividad por área sembrada o cosechada. </w:t>
      </w:r>
    </w:p>
  </w:footnote>
  <w:footnote w:id="5">
    <w:p w14:paraId="237FE636" w14:textId="3EB7259A" w:rsidR="003C1140" w:rsidRPr="00675727" w:rsidRDefault="003C1140" w:rsidP="00F9278B">
      <w:pPr>
        <w:pStyle w:val="footnotedescription"/>
        <w:spacing w:line="258" w:lineRule="auto"/>
        <w:ind w:left="0" w:firstLine="0"/>
        <w:rPr>
          <w:rFonts w:ascii="Montserrat" w:hAnsi="Montserrat"/>
          <w:sz w:val="16"/>
          <w:szCs w:val="16"/>
        </w:rPr>
      </w:pPr>
      <w:r w:rsidRPr="00F9278B">
        <w:rPr>
          <w:rFonts w:eastAsia="Times New Roman"/>
          <w:bCs/>
          <w:color w:val="auto"/>
          <w:vertAlign w:val="superscript"/>
          <w:lang w:eastAsia="ko-KR"/>
        </w:rPr>
        <w:footnoteRef/>
      </w:r>
      <w:r w:rsidRPr="00F9278B">
        <w:rPr>
          <w:rFonts w:ascii="Montserrat" w:eastAsia="Times New Roman" w:hAnsi="Montserrat"/>
          <w:bCs/>
          <w:color w:val="auto"/>
          <w:sz w:val="16"/>
          <w:szCs w:val="16"/>
          <w:vertAlign w:val="superscript"/>
          <w:lang w:eastAsia="ko-KR"/>
        </w:rPr>
        <w:t xml:space="preserve"> </w:t>
      </w:r>
      <w:r w:rsidRPr="00F9278B">
        <w:rPr>
          <w:rFonts w:ascii="Montserrat" w:eastAsia="Times New Roman" w:hAnsi="Montserrat"/>
          <w:bCs/>
          <w:color w:val="auto"/>
          <w:sz w:val="16"/>
          <w:szCs w:val="16"/>
          <w:lang w:eastAsia="ko-KR"/>
        </w:rPr>
        <w:t>En caso de que su empresa no esté obligada por ley a llevar Estados Financieros Auditados, deberá explicar detalladamente la razón de ello, presentar pruebas de su dicho y proporcionar copias de sus Estados Financieros aún sin dictaminar.</w:t>
      </w:r>
      <w:r w:rsidRPr="00675727">
        <w:rPr>
          <w:rFonts w:ascii="Montserrat" w:hAnsi="Montserrat"/>
          <w:sz w:val="16"/>
          <w:szCs w:val="16"/>
        </w:rPr>
        <w:t xml:space="preserve"> </w:t>
      </w:r>
      <w:r w:rsidRPr="00A430CC">
        <w:rPr>
          <w:rFonts w:ascii="Montserrat" w:hAnsi="Montserrat"/>
          <w:sz w:val="16"/>
          <w:szCs w:val="16"/>
        </w:rPr>
        <w:t>Al respecto, es necesario señalar que los estados financieros dictaminados y/o para efectos fiscales, se reportan de forma anual para los periodos de enero a diciembre, excepto en el año de inicio de actividades y en el año de liquidación. En tanto los indicadores económicos se analizan por periodos anuales, mas no de enero a diciembre, por lo que en la mayoría de los casos no será posible empatar ambos análisis financiero y económico.</w:t>
      </w:r>
    </w:p>
  </w:footnote>
  <w:footnote w:id="6">
    <w:p w14:paraId="7CAF630E" w14:textId="288EAD68" w:rsidR="003C1140" w:rsidRPr="00560FEB" w:rsidRDefault="003C1140" w:rsidP="00560FEB">
      <w:pPr>
        <w:pStyle w:val="Textonotapie"/>
        <w:rPr>
          <w:rFonts w:ascii="Montserrat" w:hAnsi="Montserrat" w:cs="Arial"/>
          <w:bCs/>
          <w:sz w:val="16"/>
          <w:szCs w:val="16"/>
        </w:rPr>
      </w:pPr>
      <w:r w:rsidRPr="00560FEB">
        <w:rPr>
          <w:rStyle w:val="Ttulo6Car"/>
          <w:rFonts w:ascii="Montserrat" w:hAnsi="Montserrat" w:cs="Arial"/>
          <w:b w:val="0"/>
          <w:sz w:val="16"/>
          <w:szCs w:val="16"/>
          <w:vertAlign w:val="superscript"/>
          <w:lang w:val="es-MX"/>
        </w:rPr>
        <w:footnoteRef/>
      </w:r>
      <w:r w:rsidRPr="00560FEB">
        <w:rPr>
          <w:rFonts w:ascii="Montserrat" w:hAnsi="Montserrat" w:cs="Arial"/>
          <w:b/>
          <w:sz w:val="16"/>
          <w:szCs w:val="16"/>
        </w:rPr>
        <w:t xml:space="preserve"> </w:t>
      </w:r>
      <w:r w:rsidRPr="00560FEB">
        <w:rPr>
          <w:rFonts w:ascii="Montserrat" w:hAnsi="Montserrat" w:cs="Arial"/>
          <w:bCs/>
          <w:sz w:val="16"/>
          <w:szCs w:val="16"/>
          <w:lang w:val="es-MX" w:eastAsia="ko-KR"/>
        </w:rPr>
        <w:t xml:space="preserve">Al llenar la información del </w:t>
      </w:r>
      <w:r w:rsidRPr="00836965">
        <w:rPr>
          <w:rFonts w:ascii="Montserrat" w:hAnsi="Montserrat" w:cs="Arial"/>
          <w:bCs/>
          <w:sz w:val="16"/>
          <w:szCs w:val="16"/>
          <w:lang w:val="es-MX" w:eastAsia="ko-KR"/>
        </w:rPr>
        <w:t xml:space="preserve">Anexo </w:t>
      </w:r>
      <w:r w:rsidR="0087339C">
        <w:rPr>
          <w:rFonts w:ascii="Montserrat" w:hAnsi="Montserrat" w:cs="Arial"/>
          <w:bCs/>
          <w:sz w:val="16"/>
          <w:szCs w:val="16"/>
          <w:lang w:val="es-MX" w:eastAsia="ko-KR"/>
        </w:rPr>
        <w:t>5</w:t>
      </w:r>
      <w:r w:rsidRPr="00836965">
        <w:rPr>
          <w:rFonts w:ascii="Montserrat" w:hAnsi="Montserrat" w:cs="Arial"/>
          <w:bCs/>
          <w:sz w:val="16"/>
          <w:szCs w:val="16"/>
          <w:lang w:val="es-MX" w:eastAsia="ko-KR"/>
        </w:rPr>
        <w:t>, recuerde</w:t>
      </w:r>
      <w:r w:rsidRPr="00560FEB">
        <w:rPr>
          <w:rFonts w:ascii="Montserrat" w:hAnsi="Montserrat" w:cs="Arial"/>
          <w:bCs/>
          <w:sz w:val="16"/>
          <w:szCs w:val="16"/>
          <w:lang w:val="es-MX" w:eastAsia="ko-KR"/>
        </w:rPr>
        <w:t xml:space="preserve"> que, de acuerdo con el artículo 4, párrafo 2, inciso a, del Acuerdo sobre Salvaguardas, "En la investigación para determinar si el aumento de las importaciones ha causado o amenaza causar un daño grave a una rama de producción nacional a tenor del presente Acuerdo, las autoridades competentes evaluarán todos los factores pertinentes de carácter objetivo y cuantificable que tengan relación con la situación de esa rama de producción, en particular el ritmo y la cuantía del aumento de las importaciones del producto de que se trate en términos absolutos y relativos, la parte del mercado interno absorbida por las importaciones en aumento, los cambios en el nivel de ventas, la producción, la productividad, la utilización de la capacidad, las ganancias y pérdidas y el empleo.".</w:t>
      </w:r>
    </w:p>
  </w:footnote>
  <w:footnote w:id="7">
    <w:p w14:paraId="6F780E30" w14:textId="77777777" w:rsidR="003C1140" w:rsidRPr="00560FEB" w:rsidRDefault="003C1140" w:rsidP="00560FEB">
      <w:pPr>
        <w:pStyle w:val="Textonotapie"/>
        <w:contextualSpacing/>
        <w:rPr>
          <w:rFonts w:ascii="Montserrat" w:hAnsi="Montserrat" w:cs="Arial"/>
          <w:bCs/>
          <w:sz w:val="16"/>
          <w:szCs w:val="16"/>
          <w:lang w:val="es-MX" w:eastAsia="ko-KR"/>
        </w:rPr>
      </w:pPr>
      <w:r w:rsidRPr="00560FEB">
        <w:rPr>
          <w:rStyle w:val="Ttulo6Car"/>
          <w:rFonts w:ascii="Montserrat" w:hAnsi="Montserrat" w:cs="Arial"/>
          <w:b w:val="0"/>
          <w:sz w:val="16"/>
          <w:szCs w:val="16"/>
          <w:vertAlign w:val="superscript"/>
          <w:lang w:val="es-MX"/>
        </w:rPr>
        <w:footnoteRef/>
      </w:r>
      <w:r w:rsidRPr="00560FEB">
        <w:rPr>
          <w:rFonts w:ascii="Montserrat" w:hAnsi="Montserrat" w:cs="Arial"/>
          <w:b/>
          <w:sz w:val="16"/>
          <w:szCs w:val="16"/>
        </w:rPr>
        <w:t xml:space="preserve"> </w:t>
      </w:r>
      <w:r w:rsidRPr="00560FEB">
        <w:rPr>
          <w:rFonts w:ascii="Montserrat" w:hAnsi="Montserrat" w:cs="Arial"/>
          <w:bCs/>
          <w:sz w:val="16"/>
          <w:szCs w:val="16"/>
          <w:lang w:val="es-MX" w:eastAsia="ko-KR"/>
        </w:rPr>
        <w:t>Artículo 71 del RLCE.</w:t>
      </w:r>
    </w:p>
  </w:footnote>
  <w:footnote w:id="8">
    <w:p w14:paraId="6BC53C40" w14:textId="77777777" w:rsidR="003C1140" w:rsidRPr="00560FEB" w:rsidRDefault="003C1140" w:rsidP="00560FEB">
      <w:pPr>
        <w:pStyle w:val="Textonotapie"/>
        <w:contextualSpacing/>
        <w:rPr>
          <w:rFonts w:ascii="Montserrat" w:hAnsi="Montserrat" w:cs="Arial"/>
          <w:bCs/>
          <w:sz w:val="16"/>
          <w:szCs w:val="16"/>
        </w:rPr>
      </w:pPr>
      <w:r w:rsidRPr="00560FEB">
        <w:rPr>
          <w:rStyle w:val="Ttulo6Car"/>
          <w:rFonts w:ascii="Montserrat" w:hAnsi="Montserrat" w:cs="Arial"/>
          <w:b w:val="0"/>
          <w:sz w:val="16"/>
          <w:szCs w:val="16"/>
          <w:vertAlign w:val="superscript"/>
          <w:lang w:val="es-MX"/>
        </w:rPr>
        <w:footnoteRef/>
      </w:r>
      <w:r w:rsidRPr="00560FEB">
        <w:rPr>
          <w:rFonts w:ascii="Montserrat" w:hAnsi="Montserrat" w:cs="Arial"/>
          <w:bCs/>
          <w:sz w:val="16"/>
          <w:szCs w:val="16"/>
        </w:rPr>
        <w:t xml:space="preserve"> </w:t>
      </w:r>
      <w:r w:rsidRPr="00560FEB">
        <w:rPr>
          <w:rFonts w:ascii="Montserrat" w:hAnsi="Montserrat" w:cs="Arial"/>
          <w:bCs/>
          <w:i/>
          <w:sz w:val="16"/>
          <w:szCs w:val="16"/>
          <w:lang w:val="es-MX" w:eastAsia="ko-KR"/>
        </w:rPr>
        <w:t>Ídem.</w:t>
      </w:r>
      <w:r>
        <w:rPr>
          <w:rFonts w:ascii="Montserrat" w:hAnsi="Montserrat" w:cs="Arial"/>
          <w:sz w:val="16"/>
          <w:szCs w:val="16"/>
          <w:lang w:val="es-MX" w:eastAsia="ko-KR"/>
        </w:rPr>
        <w:t xml:space="preserve"> </w:t>
      </w:r>
    </w:p>
  </w:footnote>
  <w:footnote w:id="9">
    <w:p w14:paraId="08A543FC" w14:textId="77777777" w:rsidR="003C1140" w:rsidRPr="00D66F08" w:rsidRDefault="003C1140" w:rsidP="00D66F08">
      <w:pPr>
        <w:pStyle w:val="footnotedescription"/>
        <w:spacing w:before="120" w:after="120" w:line="240" w:lineRule="auto"/>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El cual será hasta de</w:t>
      </w:r>
      <w:r w:rsidRPr="00D66F08">
        <w:rPr>
          <w:rFonts w:ascii="Montserrat" w:hAnsi="Montserrat"/>
          <w:b/>
          <w:sz w:val="16"/>
          <w:szCs w:val="16"/>
        </w:rPr>
        <w:t xml:space="preserve"> </w:t>
      </w:r>
      <w:r w:rsidRPr="00D66F08">
        <w:rPr>
          <w:rFonts w:ascii="Montserrat" w:hAnsi="Montserrat"/>
          <w:sz w:val="16"/>
          <w:szCs w:val="16"/>
        </w:rPr>
        <w:t>cuatro años y prorrogable hasta por seis años. Además, de conformidad con el artículo 77 de la LCE, la vigencia de estas medidas estará sujeta a que se justifique la necesidad de está tomando en consideración el cumplimiento del programa de ajuste de la producción nacional.</w:t>
      </w:r>
    </w:p>
  </w:footnote>
  <w:footnote w:id="10">
    <w:p w14:paraId="472DE134" w14:textId="77777777" w:rsidR="003C1140" w:rsidRPr="00D66F08" w:rsidRDefault="003C1140" w:rsidP="006604B5">
      <w:pPr>
        <w:pStyle w:val="footnotedescription"/>
        <w:spacing w:line="240" w:lineRule="auto"/>
        <w:ind w:left="0" w:right="62" w:firstLine="0"/>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Deberá tomarse en cuenta que conforme al artículo 128 fracción II del RLCE, en caso de que se determine provisionalmente amenaza de daño grave, sólo podrán aplicarse medidas provisionales si los productos investigados son productos agrícolas perecederos y se determina que por la propia naturaleza del producto el daño grave no puede prevenirse en el tiempo previsto en el procedimiento. </w:t>
      </w:r>
    </w:p>
  </w:footnote>
  <w:footnote w:id="11">
    <w:p w14:paraId="46256CBE" w14:textId="77777777" w:rsidR="003C1140" w:rsidRPr="00D66F08" w:rsidRDefault="003C1140" w:rsidP="006604B5">
      <w:pPr>
        <w:pStyle w:val="footnotedescription"/>
        <w:spacing w:line="240" w:lineRule="auto"/>
        <w:ind w:left="0" w:firstLine="0"/>
        <w:rPr>
          <w:rFonts w:ascii="Montserrat" w:hAnsi="Montserrat"/>
          <w:sz w:val="16"/>
          <w:szCs w:val="16"/>
        </w:rPr>
      </w:pPr>
      <w:r w:rsidRPr="00D66F08">
        <w:rPr>
          <w:rStyle w:val="footnotemark"/>
          <w:rFonts w:ascii="Montserrat" w:hAnsi="Montserrat"/>
          <w:sz w:val="16"/>
          <w:szCs w:val="16"/>
        </w:rPr>
        <w:footnoteRef/>
      </w:r>
      <w:r w:rsidRPr="00D66F08">
        <w:rPr>
          <w:rFonts w:ascii="Montserrat" w:hAnsi="Montserrat"/>
          <w:sz w:val="16"/>
          <w:szCs w:val="16"/>
        </w:rPr>
        <w:t xml:space="preserve"> En este caso, no será necesario presentar de inmediato el programa de ajuste de la rama de la producción nacional, pero éste </w:t>
      </w:r>
      <w:r w:rsidRPr="00D66F08">
        <w:rPr>
          <w:rFonts w:ascii="Montserrat" w:hAnsi="Montserrat"/>
          <w:sz w:val="16"/>
          <w:szCs w:val="16"/>
          <w:u w:val="single" w:color="000000"/>
        </w:rPr>
        <w:t>deberá presentarse</w:t>
      </w:r>
      <w:r w:rsidRPr="00D66F08">
        <w:rPr>
          <w:rFonts w:ascii="Montserrat" w:hAnsi="Montserrat"/>
          <w:sz w:val="16"/>
          <w:szCs w:val="16"/>
        </w:rPr>
        <w:t xml:space="preserve"> dentro de un plazo que no exceda los 30 días posteriores a la publicación de la resolución en que se establezcan medidas de salvaguarda provisionales.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2EEBF" w14:textId="79626BAB" w:rsidR="003C1140" w:rsidRPr="009350C1" w:rsidRDefault="003C1140" w:rsidP="00625B25">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r>
      <w:rPr>
        <w:noProof/>
        <w:lang w:val="es-MX"/>
      </w:rPr>
      <mc:AlternateContent>
        <mc:Choice Requires="wpg">
          <w:drawing>
            <wp:anchor distT="0" distB="0" distL="114300" distR="114300" simplePos="0" relativeHeight="251667456" behindDoc="0" locked="0" layoutInCell="1" allowOverlap="1" wp14:anchorId="2B6ED3E9" wp14:editId="44407F5A">
              <wp:simplePos x="0" y="0"/>
              <wp:positionH relativeFrom="margin">
                <wp:posOffset>0</wp:posOffset>
              </wp:positionH>
              <wp:positionV relativeFrom="margin">
                <wp:posOffset>-553085</wp:posOffset>
              </wp:positionV>
              <wp:extent cx="1138555" cy="489585"/>
              <wp:effectExtent l="0" t="0" r="0" b="0"/>
              <wp:wrapNone/>
              <wp:docPr id="1109338684"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3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1" name="Group 21"/>
                      <wpg:cNvGrpSpPr>
                        <a:grpSpLocks/>
                      </wpg:cNvGrpSpPr>
                      <wpg:grpSpPr bwMode="auto">
                        <a:xfrm>
                          <a:off x="614947" y="53474"/>
                          <a:ext cx="339090" cy="207010"/>
                          <a:chOff x="2192" y="200"/>
                          <a:chExt cx="534" cy="326"/>
                        </a:xfrm>
                      </wpg:grpSpPr>
                      <pic:pic xmlns:pic="http://schemas.openxmlformats.org/drawingml/2006/picture">
                        <pic:nvPicPr>
                          <pic:cNvPr id="192" name="Picture 23"/>
                          <pic:cNvPicPr>
                            <a:picLocks noChangeAspect="1" noChangeArrowheads="1"/>
                          </pic:cNvPicPr>
                        </pic:nvPicPr>
                        <pic:blipFill>
                          <a:blip r:embed="rId2"/>
                          <a:srcRect/>
                          <a:stretch>
                            <a:fillRect/>
                          </a:stretch>
                        </pic:blipFill>
                        <pic:spPr bwMode="auto">
                          <a:xfrm>
                            <a:off x="2192" y="200"/>
                            <a:ext cx="229" cy="326"/>
                          </a:xfrm>
                          <a:prstGeom prst="rect">
                            <a:avLst/>
                          </a:prstGeom>
                          <a:noFill/>
                          <a:ln>
                            <a:noFill/>
                          </a:ln>
                        </pic:spPr>
                      </pic:pic>
                      <pic:pic xmlns:pic="http://schemas.openxmlformats.org/drawingml/2006/picture">
                        <pic:nvPicPr>
                          <pic:cNvPr id="193" name="Picture 22"/>
                          <pic:cNvPicPr>
                            <a:picLocks noChangeAspect="1" noChangeArrowheads="1"/>
                          </pic:cNvPicPr>
                        </pic:nvPicPr>
                        <pic:blipFill>
                          <a:blip r:embed="rId3"/>
                          <a:srcRect/>
                          <a:stretch>
                            <a:fillRect/>
                          </a:stretch>
                        </pic:blipFill>
                        <pic:spPr bwMode="auto">
                          <a:xfrm>
                            <a:off x="2459" y="204"/>
                            <a:ext cx="267" cy="314"/>
                          </a:xfrm>
                          <a:prstGeom prst="rect">
                            <a:avLst/>
                          </a:prstGeom>
                          <a:noFill/>
                          <a:ln>
                            <a:noFill/>
                          </a:ln>
                        </pic:spPr>
                      </pic:pic>
                    </wpg:grpSp>
                    <pic:pic xmlns:pic="http://schemas.openxmlformats.org/drawingml/2006/picture">
                      <pic:nvPicPr>
                        <pic:cNvPr id="194" name="image4.png"/>
                        <pic:cNvPicPr>
                          <a:picLocks noChangeAspect="1"/>
                        </pic:cNvPicPr>
                      </pic:nvPicPr>
                      <pic:blipFill>
                        <a:blip r:embed="rId4" cstate="print"/>
                        <a:stretch>
                          <a:fillRect/>
                        </a:stretch>
                      </pic:blipFill>
                      <pic:spPr>
                        <a:xfrm>
                          <a:off x="604252" y="315495"/>
                          <a:ext cx="534670" cy="12128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0117E86" id="Grupo 5" o:spid="_x0000_s1026" style="position:absolute;margin-left:0;margin-top:-43.55pt;width:89.65pt;height:38.55pt;z-index:251667456;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">
                <v:imagedata r:id="rId8" o:title=""/>
              </v:shape>
              <w10:wrap anchorx="margin" anchory="margin"/>
            </v:group>
          </w:pict>
        </mc:Fallback>
      </mc:AlternateContent>
    </w:r>
    <w:r w:rsidRPr="009350C1">
      <w:rPr>
        <w:rFonts w:ascii="Montserrat-ExtraBold" w:eastAsia="Montserrat" w:hAnsi="Montserrat-ExtraBold" w:cs="Montserrat"/>
        <w:b/>
        <w:snapToGrid w:val="0"/>
        <w:color w:val="231F20"/>
        <w:sz w:val="18"/>
        <w:lang w:val="es-ES_tradnl" w:eastAsia="es-ES"/>
      </w:rPr>
      <w:t>SUBSECRETARÍA DE INDUSTRIA Y COMERCIO</w:t>
    </w:r>
  </w:p>
  <w:p w14:paraId="5D1E07E0" w14:textId="77777777" w:rsidR="003C1140" w:rsidRPr="009350C1" w:rsidRDefault="003C1140" w:rsidP="00625B25">
    <w:pPr>
      <w:widowControl w:val="0"/>
      <w:tabs>
        <w:tab w:val="center" w:pos="4819"/>
        <w:tab w:val="right" w:pos="9071"/>
      </w:tabs>
      <w:spacing w:before="0" w:after="0"/>
      <w:jc w:val="right"/>
      <w:rPr>
        <w:rFonts w:eastAsia="Montserrat" w:cs="Montserrat"/>
        <w:b/>
        <w:snapToGrid w:val="0"/>
        <w:color w:val="231F20"/>
        <w:sz w:val="16"/>
        <w:lang w:val="es-ES_tradnl" w:eastAsia="es-ES"/>
      </w:rPr>
    </w:pPr>
    <w:r w:rsidRPr="009350C1">
      <w:rPr>
        <w:rFonts w:eastAsia="Montserrat" w:cs="Montserrat"/>
        <w:b/>
        <w:snapToGrid w:val="0"/>
        <w:color w:val="231F20"/>
        <w:sz w:val="16"/>
        <w:lang w:val="es-ES_tradnl" w:eastAsia="es-ES"/>
      </w:rPr>
      <w:t>UNIDAD DE PRÁCTICAS COMERCIALES INTERNACIONALES</w:t>
    </w:r>
  </w:p>
  <w:p w14:paraId="64210B31" w14:textId="77777777" w:rsidR="003C1140" w:rsidRDefault="003C114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94A72" w14:textId="548F26F7" w:rsidR="003C1140" w:rsidRPr="00FE0330" w:rsidRDefault="003C1140" w:rsidP="00625B25">
    <w:pPr>
      <w:pStyle w:val="Encabezado"/>
      <w:tabs>
        <w:tab w:val="right" w:pos="2539"/>
      </w:tabs>
      <w:spacing w:before="0" w:after="0"/>
      <w:jc w:val="right"/>
      <w:rPr>
        <w:rFonts w:ascii="Montserrat" w:eastAsia="Montserrat" w:hAnsi="Montserrat" w:cs="Montserrat"/>
        <w:b/>
        <w:color w:val="231F20"/>
        <w:sz w:val="18"/>
        <w:szCs w:val="18"/>
      </w:rPr>
    </w:pPr>
    <w:r>
      <w:rPr>
        <w:rStyle w:val="Nmerodepgina"/>
        <w:rFonts w:ascii="Arial" w:hAnsi="Arial"/>
      </w:rPr>
      <w:tab/>
    </w:r>
    <w:r>
      <w:rPr>
        <w:noProof/>
        <w:lang w:val="es-MX" w:eastAsia="es-MX"/>
      </w:rPr>
      <mc:AlternateContent>
        <mc:Choice Requires="wpg">
          <w:drawing>
            <wp:anchor distT="0" distB="0" distL="114300" distR="114300" simplePos="0" relativeHeight="251666432" behindDoc="0" locked="0" layoutInCell="1" allowOverlap="1" wp14:anchorId="018CFEC6" wp14:editId="2F686FA0">
              <wp:simplePos x="0" y="0"/>
              <wp:positionH relativeFrom="margin">
                <wp:posOffset>0</wp:posOffset>
              </wp:positionH>
              <wp:positionV relativeFrom="margin">
                <wp:posOffset>-553085</wp:posOffset>
              </wp:positionV>
              <wp:extent cx="1138555" cy="489585"/>
              <wp:effectExtent l="0" t="0" r="0" b="0"/>
              <wp:wrapNone/>
              <wp:docPr id="79303434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5"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6" name="Group 21"/>
                      <wpg:cNvGrpSpPr>
                        <a:grpSpLocks/>
                      </wpg:cNvGrpSpPr>
                      <wpg:grpSpPr bwMode="auto">
                        <a:xfrm>
                          <a:off x="614947" y="53474"/>
                          <a:ext cx="339090" cy="207010"/>
                          <a:chOff x="2192" y="200"/>
                          <a:chExt cx="534" cy="326"/>
                        </a:xfrm>
                      </wpg:grpSpPr>
                      <pic:pic xmlns:pic="http://schemas.openxmlformats.org/drawingml/2006/picture">
                        <pic:nvPicPr>
                          <pic:cNvPr id="17" name="Picture 23"/>
                          <pic:cNvPicPr>
                            <a:picLocks noChangeAspect="1" noChangeArrowheads="1"/>
                          </pic:cNvPicPr>
                        </pic:nvPicPr>
                        <pic:blipFill>
                          <a:blip r:embed="rId2"/>
                          <a:srcRect/>
                          <a:stretch>
                            <a:fillRect/>
                          </a:stretch>
                        </pic:blipFill>
                        <pic:spPr bwMode="auto">
                          <a:xfrm>
                            <a:off x="2192" y="200"/>
                            <a:ext cx="229" cy="326"/>
                          </a:xfrm>
                          <a:prstGeom prst="rect">
                            <a:avLst/>
                          </a:prstGeom>
                          <a:noFill/>
                          <a:ln>
                            <a:noFill/>
                          </a:ln>
                        </pic:spPr>
                      </pic:pic>
                      <pic:pic xmlns:pic="http://schemas.openxmlformats.org/drawingml/2006/picture">
                        <pic:nvPicPr>
                          <pic:cNvPr id="18" name="Picture 22"/>
                          <pic:cNvPicPr>
                            <a:picLocks noChangeAspect="1" noChangeArrowheads="1"/>
                          </pic:cNvPicPr>
                        </pic:nvPicPr>
                        <pic:blipFill>
                          <a:blip r:embed="rId3"/>
                          <a:srcRect/>
                          <a:stretch>
                            <a:fillRect/>
                          </a:stretch>
                        </pic:blipFill>
                        <pic:spPr bwMode="auto">
                          <a:xfrm>
                            <a:off x="2459" y="204"/>
                            <a:ext cx="267" cy="314"/>
                          </a:xfrm>
                          <a:prstGeom prst="rect">
                            <a:avLst/>
                          </a:prstGeom>
                          <a:noFill/>
                          <a:ln>
                            <a:noFill/>
                          </a:ln>
                        </pic:spPr>
                      </pic:pic>
                    </wpg:grpSp>
                    <pic:pic xmlns:pic="http://schemas.openxmlformats.org/drawingml/2006/picture">
                      <pic:nvPicPr>
                        <pic:cNvPr id="19" name="image4.png"/>
                        <pic:cNvPicPr>
                          <a:picLocks noChangeAspect="1"/>
                        </pic:cNvPicPr>
                      </pic:nvPicPr>
                      <pic:blipFill>
                        <a:blip r:embed="rId4" cstate="print"/>
                        <a:stretch>
                          <a:fillRect/>
                        </a:stretch>
                      </pic:blipFill>
                      <pic:spPr>
                        <a:xfrm>
                          <a:off x="604252" y="315495"/>
                          <a:ext cx="534670" cy="12128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8E98B86" id="Grupo 4" o:spid="_x0000_s1026" style="position:absolute;margin-left:0;margin-top:-43.55pt;width:89.65pt;height:38.55pt;z-index:251666432;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">
                <v:imagedata r:id="rId8" o:title=""/>
              </v:shape>
              <w10:wrap anchorx="margin" anchory="margin"/>
            </v:group>
          </w:pict>
        </mc:Fallback>
      </mc:AlternateContent>
    </w:r>
    <w:r w:rsidRPr="00FE0330">
      <w:rPr>
        <w:rFonts w:ascii="Montserrat" w:eastAsia="Montserrat" w:hAnsi="Montserrat" w:cs="Montserrat"/>
        <w:b/>
        <w:color w:val="231F20"/>
        <w:sz w:val="18"/>
        <w:szCs w:val="18"/>
      </w:rPr>
      <w:t>SUBSECRETARÍA DE INDUSTRIA Y COMERCIO</w:t>
    </w:r>
  </w:p>
  <w:p w14:paraId="29F9BB73" w14:textId="77777777" w:rsidR="003C1140" w:rsidRPr="001E1C11" w:rsidRDefault="003C1140" w:rsidP="00625B25">
    <w:pPr>
      <w:pStyle w:val="Encabezado"/>
      <w:spacing w:before="0"/>
      <w:jc w:val="right"/>
      <w:rPr>
        <w:rFonts w:eastAsia="Montserrat" w:cs="Montserrat"/>
        <w:b/>
        <w:color w:val="231F20"/>
        <w:sz w:val="14"/>
        <w:szCs w:val="18"/>
      </w:rPr>
    </w:pPr>
    <w:r w:rsidRPr="001E1C11">
      <w:rPr>
        <w:rFonts w:ascii="Montserrat" w:eastAsia="Montserrat" w:hAnsi="Montserrat" w:cs="Montserrat"/>
        <w:b/>
        <w:color w:val="231F20"/>
        <w:sz w:val="16"/>
        <w:szCs w:val="16"/>
      </w:rPr>
      <w:t>UNIDAD DE PRÁCTICAS COMERCIALES INTERNACIONALES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284F3" w14:textId="77777777" w:rsidR="003C1140" w:rsidRDefault="003C1140" w:rsidP="00625B25">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p>
  <w:p w14:paraId="1C332B62" w14:textId="61866FBC" w:rsidR="003C1140" w:rsidRPr="00FE0330" w:rsidRDefault="003C1140" w:rsidP="00625B25">
    <w:pPr>
      <w:widowControl w:val="0"/>
      <w:tabs>
        <w:tab w:val="right" w:pos="2539"/>
        <w:tab w:val="center" w:pos="4819"/>
        <w:tab w:val="right" w:pos="9071"/>
      </w:tabs>
      <w:spacing w:before="0" w:after="0"/>
      <w:jc w:val="right"/>
      <w:rPr>
        <w:rFonts w:eastAsia="Montserrat" w:cs="Montserrat"/>
        <w:b/>
        <w:snapToGrid w:val="0"/>
        <w:color w:val="231F20"/>
        <w:sz w:val="18"/>
        <w:szCs w:val="18"/>
        <w:lang w:val="es-ES_tradnl" w:eastAsia="es-ES"/>
      </w:rPr>
    </w:pPr>
    <w:r>
      <w:rPr>
        <w:noProof/>
        <w:lang w:val="es-MX"/>
      </w:rPr>
      <mc:AlternateContent>
        <mc:Choice Requires="wpg">
          <w:drawing>
            <wp:anchor distT="0" distB="0" distL="114300" distR="114300" simplePos="0" relativeHeight="251668480" behindDoc="0" locked="0" layoutInCell="1" allowOverlap="1" wp14:anchorId="5C3831DC" wp14:editId="074AF42F">
              <wp:simplePos x="0" y="0"/>
              <wp:positionH relativeFrom="margin">
                <wp:posOffset>80645</wp:posOffset>
              </wp:positionH>
              <wp:positionV relativeFrom="margin">
                <wp:posOffset>-940435</wp:posOffset>
              </wp:positionV>
              <wp:extent cx="1138555" cy="489585"/>
              <wp:effectExtent l="0" t="0" r="0" b="0"/>
              <wp:wrapNone/>
              <wp:docPr id="1079783575"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1"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2" name="Group 21"/>
                      <wpg:cNvGrpSpPr>
                        <a:grpSpLocks/>
                      </wpg:cNvGrpSpPr>
                      <wpg:grpSpPr bwMode="auto">
                        <a:xfrm>
                          <a:off x="614947" y="53474"/>
                          <a:ext cx="339090" cy="207010"/>
                          <a:chOff x="2192" y="200"/>
                          <a:chExt cx="534" cy="326"/>
                        </a:xfrm>
                      </wpg:grpSpPr>
                      <pic:pic xmlns:pic="http://schemas.openxmlformats.org/drawingml/2006/picture">
                        <pic:nvPicPr>
                          <pic:cNvPr id="13" name="Picture 23"/>
                          <pic:cNvPicPr>
                            <a:picLocks noChangeAspect="1" noChangeArrowheads="1"/>
                          </pic:cNvPicPr>
                        </pic:nvPicPr>
                        <pic:blipFill>
                          <a:blip r:embed="rId2"/>
                          <a:srcRect/>
                          <a:stretch>
                            <a:fillRect/>
                          </a:stretch>
                        </pic:blipFill>
                        <pic:spPr bwMode="auto">
                          <a:xfrm>
                            <a:off x="2192" y="200"/>
                            <a:ext cx="229" cy="326"/>
                          </a:xfrm>
                          <a:prstGeom prst="rect">
                            <a:avLst/>
                          </a:prstGeom>
                          <a:noFill/>
                          <a:ln>
                            <a:noFill/>
                          </a:ln>
                        </pic:spPr>
                      </pic:pic>
                      <pic:pic xmlns:pic="http://schemas.openxmlformats.org/drawingml/2006/picture">
                        <pic:nvPicPr>
                          <pic:cNvPr id="20" name="Picture 22"/>
                          <pic:cNvPicPr>
                            <a:picLocks noChangeAspect="1" noChangeArrowheads="1"/>
                          </pic:cNvPicPr>
                        </pic:nvPicPr>
                        <pic:blipFill>
                          <a:blip r:embed="rId3"/>
                          <a:srcRect/>
                          <a:stretch>
                            <a:fillRect/>
                          </a:stretch>
                        </pic:blipFill>
                        <pic:spPr bwMode="auto">
                          <a:xfrm>
                            <a:off x="2459" y="204"/>
                            <a:ext cx="267" cy="314"/>
                          </a:xfrm>
                          <a:prstGeom prst="rect">
                            <a:avLst/>
                          </a:prstGeom>
                          <a:noFill/>
                          <a:ln>
                            <a:noFill/>
                          </a:ln>
                        </pic:spPr>
                      </pic:pic>
                    </wpg:grpSp>
                    <pic:pic xmlns:pic="http://schemas.openxmlformats.org/drawingml/2006/picture">
                      <pic:nvPicPr>
                        <pic:cNvPr id="21" name="image4.png"/>
                        <pic:cNvPicPr>
                          <a:picLocks noChangeAspect="1"/>
                        </pic:cNvPicPr>
                      </pic:nvPicPr>
                      <pic:blipFill>
                        <a:blip r:embed="rId4" cstate="print"/>
                        <a:stretch>
                          <a:fillRect/>
                        </a:stretch>
                      </pic:blipFill>
                      <pic:spPr>
                        <a:xfrm>
                          <a:off x="604252" y="315495"/>
                          <a:ext cx="534670" cy="12128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F5CA8DC" id="Grupo 3" o:spid="_x0000_s1026" style="position:absolute;margin-left:6.35pt;margin-top:-74.05pt;width:89.65pt;height:38.55pt;z-index:251668480;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">
                <v:imagedata r:id="rId8" o:title=""/>
              </v:shape>
              <w10:wrap anchorx="margin" anchory="margin"/>
            </v:group>
          </w:pict>
        </mc:Fallback>
      </mc:AlternateContent>
    </w:r>
    <w:r w:rsidRPr="00FE0330">
      <w:rPr>
        <w:rFonts w:eastAsia="Montserrat" w:cs="Montserrat"/>
        <w:b/>
        <w:snapToGrid w:val="0"/>
        <w:color w:val="231F20"/>
        <w:sz w:val="18"/>
        <w:szCs w:val="18"/>
        <w:lang w:val="es-ES_tradnl" w:eastAsia="es-ES"/>
      </w:rPr>
      <w:t>SUBSECRETARÍA DE INDUSTRIA Y COMERCIO</w:t>
    </w:r>
  </w:p>
  <w:p w14:paraId="7213FE8E" w14:textId="77777777" w:rsidR="003C1140" w:rsidRPr="001E1C11" w:rsidRDefault="003C1140" w:rsidP="00625B25">
    <w:pPr>
      <w:widowControl w:val="0"/>
      <w:tabs>
        <w:tab w:val="center" w:pos="4819"/>
        <w:tab w:val="right" w:pos="9071"/>
      </w:tabs>
      <w:spacing w:before="0" w:after="0"/>
      <w:jc w:val="right"/>
      <w:rPr>
        <w:rFonts w:eastAsia="Montserrat" w:cs="Montserrat"/>
        <w:b/>
        <w:snapToGrid w:val="0"/>
        <w:color w:val="231F20"/>
        <w:sz w:val="16"/>
        <w:szCs w:val="16"/>
        <w:lang w:val="es-ES_tradnl" w:eastAsia="es-ES"/>
      </w:rPr>
    </w:pPr>
    <w:r w:rsidRPr="001E1C11">
      <w:rPr>
        <w:rFonts w:eastAsia="Montserrat" w:cs="Montserrat"/>
        <w:b/>
        <w:snapToGrid w:val="0"/>
        <w:color w:val="231F20"/>
        <w:sz w:val="16"/>
        <w:szCs w:val="16"/>
        <w:lang w:val="es-ES_tradnl" w:eastAsia="es-ES"/>
      </w:rPr>
      <w:t>UNIDAD DE PRÁCTICAS COMERCIALES INTERNACIONALES</w:t>
    </w:r>
  </w:p>
  <w:p w14:paraId="04197105" w14:textId="77777777" w:rsidR="003C1140" w:rsidRPr="001E1C11" w:rsidRDefault="003C1140" w:rsidP="00625B25">
    <w:pPr>
      <w:pStyle w:val="Encabezado"/>
      <w:rPr>
        <w:rFonts w:ascii="Montserrat" w:hAnsi="Montserrat"/>
        <w:sz w:val="16"/>
        <w:szCs w:val="16"/>
      </w:rPr>
    </w:pPr>
  </w:p>
  <w:p w14:paraId="5F1181CA" w14:textId="77777777" w:rsidR="003C1140" w:rsidRDefault="003C114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D0C50" w14:textId="77777777" w:rsidR="003C1140" w:rsidRDefault="003C1140">
    <w:pPr>
      <w:spacing w:after="0" w:line="259" w:lineRule="auto"/>
      <w:ind w:right="61"/>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B82A9" w14:textId="2C396E4A" w:rsidR="003C1140" w:rsidRDefault="003C1140" w:rsidP="00802FA7">
    <w:pPr>
      <w:widowControl w:val="0"/>
      <w:tabs>
        <w:tab w:val="right" w:pos="2539"/>
        <w:tab w:val="center" w:pos="4819"/>
        <w:tab w:val="right" w:pos="9071"/>
      </w:tabs>
      <w:spacing w:before="0" w:after="0" w:line="240" w:lineRule="atLeast"/>
      <w:jc w:val="right"/>
      <w:rPr>
        <w:rFonts w:ascii="Montserrat-ExtraBold" w:eastAsia="Montserrat" w:hAnsi="Montserrat-ExtraBold" w:cs="Montserrat"/>
        <w:b/>
        <w:snapToGrid w:val="0"/>
        <w:color w:val="231F20"/>
        <w:sz w:val="18"/>
        <w:lang w:val="es-ES_tradnl" w:eastAsia="es-ES"/>
      </w:rPr>
    </w:pPr>
    <w:r>
      <w:rPr>
        <w:noProof/>
        <w:lang w:val="es-MX"/>
      </w:rPr>
      <mc:AlternateContent>
        <mc:Choice Requires="wpg">
          <w:drawing>
            <wp:anchor distT="0" distB="0" distL="114300" distR="114300" simplePos="0" relativeHeight="251672576" behindDoc="0" locked="0" layoutInCell="1" allowOverlap="1" wp14:anchorId="2277FBC7" wp14:editId="1CFCE066">
              <wp:simplePos x="0" y="0"/>
              <wp:positionH relativeFrom="margin">
                <wp:posOffset>0</wp:posOffset>
              </wp:positionH>
              <wp:positionV relativeFrom="margin">
                <wp:posOffset>-700405</wp:posOffset>
              </wp:positionV>
              <wp:extent cx="1138555" cy="489585"/>
              <wp:effectExtent l="0" t="0" r="0" b="0"/>
              <wp:wrapNone/>
              <wp:docPr id="1427075395"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11578658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54558890" name="Group 21"/>
                      <wpg:cNvGrpSpPr>
                        <a:grpSpLocks/>
                      </wpg:cNvGrpSpPr>
                      <wpg:grpSpPr bwMode="auto">
                        <a:xfrm>
                          <a:off x="614947" y="53474"/>
                          <a:ext cx="339090" cy="207010"/>
                          <a:chOff x="2192" y="200"/>
                          <a:chExt cx="534" cy="326"/>
                        </a:xfrm>
                      </wpg:grpSpPr>
                      <pic:pic xmlns:pic="http://schemas.openxmlformats.org/drawingml/2006/picture">
                        <pic:nvPicPr>
                          <pic:cNvPr id="1456702465" name="Picture 23"/>
                          <pic:cNvPicPr>
                            <a:picLocks noChangeAspect="1" noChangeArrowheads="1"/>
                          </pic:cNvPicPr>
                        </pic:nvPicPr>
                        <pic:blipFill>
                          <a:blip r:embed="rId2"/>
                          <a:srcRect/>
                          <a:stretch>
                            <a:fillRect/>
                          </a:stretch>
                        </pic:blipFill>
                        <pic:spPr bwMode="auto">
                          <a:xfrm>
                            <a:off x="2192" y="200"/>
                            <a:ext cx="229" cy="326"/>
                          </a:xfrm>
                          <a:prstGeom prst="rect">
                            <a:avLst/>
                          </a:prstGeom>
                          <a:noFill/>
                          <a:ln>
                            <a:noFill/>
                          </a:ln>
                        </pic:spPr>
                      </pic:pic>
                      <pic:pic xmlns:pic="http://schemas.openxmlformats.org/drawingml/2006/picture">
                        <pic:nvPicPr>
                          <pic:cNvPr id="889335530" name="Picture 22"/>
                          <pic:cNvPicPr>
                            <a:picLocks noChangeAspect="1" noChangeArrowheads="1"/>
                          </pic:cNvPicPr>
                        </pic:nvPicPr>
                        <pic:blipFill>
                          <a:blip r:embed="rId3"/>
                          <a:srcRect/>
                          <a:stretch>
                            <a:fillRect/>
                          </a:stretch>
                        </pic:blipFill>
                        <pic:spPr bwMode="auto">
                          <a:xfrm>
                            <a:off x="2459" y="204"/>
                            <a:ext cx="267" cy="314"/>
                          </a:xfrm>
                          <a:prstGeom prst="rect">
                            <a:avLst/>
                          </a:prstGeom>
                          <a:noFill/>
                          <a:ln>
                            <a:noFill/>
                          </a:ln>
                        </pic:spPr>
                      </pic:pic>
                    </wpg:grpSp>
                    <pic:pic xmlns:pic="http://schemas.openxmlformats.org/drawingml/2006/picture">
                      <pic:nvPicPr>
                        <pic:cNvPr id="1881006956" name="image4.png"/>
                        <pic:cNvPicPr>
                          <a:picLocks noChangeAspect="1"/>
                        </pic:cNvPicPr>
                      </pic:nvPicPr>
                      <pic:blipFill>
                        <a:blip r:embed="rId4" cstate="print"/>
                        <a:stretch>
                          <a:fillRect/>
                        </a:stretch>
                      </pic:blipFill>
                      <pic:spPr>
                        <a:xfrm>
                          <a:off x="604252" y="315495"/>
                          <a:ext cx="534670" cy="12128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53F910CC" id="Grupo 2" o:spid="_x0000_s1026" style="position:absolute;margin-left:0;margin-top:-55.15pt;width:89.65pt;height:38.55pt;z-index:251672576;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">
                <v:imagedata r:id="rId8" o:title=""/>
              </v:shape>
              <w10:wrap anchorx="margin" anchory="margin"/>
            </v:group>
          </w:pict>
        </mc:Fallback>
      </mc:AlternateContent>
    </w:r>
  </w:p>
  <w:p w14:paraId="12B05B06" w14:textId="77777777" w:rsidR="003C1140" w:rsidRPr="00FE0330" w:rsidRDefault="003C1140" w:rsidP="00802FA7">
    <w:pPr>
      <w:pStyle w:val="Encabezado"/>
      <w:tabs>
        <w:tab w:val="right" w:pos="2539"/>
      </w:tabs>
      <w:spacing w:before="0" w:after="0" w:line="240" w:lineRule="atLeast"/>
      <w:jc w:val="right"/>
      <w:rPr>
        <w:rFonts w:ascii="Montserrat" w:eastAsia="Montserrat" w:hAnsi="Montserrat" w:cs="Montserrat"/>
        <w:b/>
        <w:color w:val="231F20"/>
        <w:sz w:val="18"/>
        <w:szCs w:val="18"/>
      </w:rPr>
    </w:pPr>
    <w:r w:rsidRPr="00FE0330">
      <w:rPr>
        <w:rFonts w:ascii="Montserrat" w:eastAsia="Montserrat" w:hAnsi="Montserrat" w:cs="Montserrat"/>
        <w:b/>
        <w:color w:val="231F20"/>
        <w:sz w:val="18"/>
        <w:szCs w:val="18"/>
      </w:rPr>
      <w:t>SUBSECRETARÍA DE INDUSTRIA Y COMERCIO</w:t>
    </w:r>
  </w:p>
  <w:p w14:paraId="12A0AF8D" w14:textId="77777777" w:rsidR="003C1140" w:rsidRPr="001E1C11" w:rsidRDefault="003C1140" w:rsidP="00802FA7">
    <w:pPr>
      <w:widowControl w:val="0"/>
      <w:tabs>
        <w:tab w:val="center" w:pos="4819"/>
        <w:tab w:val="right" w:pos="9071"/>
      </w:tabs>
      <w:spacing w:before="0" w:after="0" w:line="240" w:lineRule="atLeast"/>
      <w:jc w:val="right"/>
      <w:rPr>
        <w:rFonts w:eastAsia="Montserrat" w:cs="Montserrat"/>
        <w:b/>
        <w:snapToGrid w:val="0"/>
        <w:color w:val="231F20"/>
        <w:sz w:val="14"/>
        <w:szCs w:val="18"/>
        <w:lang w:val="es-ES_tradnl" w:eastAsia="es-ES"/>
      </w:rPr>
    </w:pPr>
    <w:r w:rsidRPr="001E1C11">
      <w:rPr>
        <w:rFonts w:eastAsia="Montserrat" w:cs="Montserrat"/>
        <w:b/>
        <w:color w:val="231F20"/>
        <w:sz w:val="16"/>
        <w:szCs w:val="16"/>
      </w:rPr>
      <w:t>UNIDAD DE PRÁCTICAS COMERCIALES INTERNACIONALES</w:t>
    </w:r>
  </w:p>
  <w:p w14:paraId="397B7ACE" w14:textId="77777777" w:rsidR="003C1140" w:rsidRDefault="003C1140">
    <w:pPr>
      <w:spacing w:after="0" w:line="259" w:lineRule="auto"/>
      <w:ind w:right="61"/>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E7CE9" w14:textId="7548F0FC" w:rsidR="003C1140" w:rsidRPr="00FE0330" w:rsidRDefault="003C1140" w:rsidP="00802FA7">
    <w:pPr>
      <w:pStyle w:val="Encabezado"/>
      <w:tabs>
        <w:tab w:val="right" w:pos="2539"/>
      </w:tabs>
      <w:spacing w:before="0" w:after="0"/>
      <w:jc w:val="right"/>
      <w:rPr>
        <w:rFonts w:ascii="Montserrat" w:eastAsia="Montserrat" w:hAnsi="Montserrat" w:cs="Montserrat"/>
        <w:b/>
        <w:color w:val="231F20"/>
        <w:sz w:val="18"/>
        <w:szCs w:val="18"/>
      </w:rPr>
    </w:pPr>
    <w:r>
      <w:rPr>
        <w:noProof/>
        <w:lang w:val="es-MX" w:eastAsia="es-MX"/>
      </w:rPr>
      <mc:AlternateContent>
        <mc:Choice Requires="wpg">
          <w:drawing>
            <wp:anchor distT="0" distB="0" distL="114300" distR="114300" simplePos="0" relativeHeight="251670528" behindDoc="0" locked="0" layoutInCell="1" allowOverlap="1" wp14:anchorId="3DA8FDE2" wp14:editId="18544E34">
              <wp:simplePos x="0" y="0"/>
              <wp:positionH relativeFrom="margin">
                <wp:posOffset>222885</wp:posOffset>
              </wp:positionH>
              <wp:positionV relativeFrom="margin">
                <wp:posOffset>-668020</wp:posOffset>
              </wp:positionV>
              <wp:extent cx="1138555" cy="489585"/>
              <wp:effectExtent l="0" t="0" r="0" b="0"/>
              <wp:wrapNone/>
              <wp:docPr id="1754718570"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905243793"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064849661" name="Group 21"/>
                      <wpg:cNvGrpSpPr>
                        <a:grpSpLocks/>
                      </wpg:cNvGrpSpPr>
                      <wpg:grpSpPr bwMode="auto">
                        <a:xfrm>
                          <a:off x="614947" y="53474"/>
                          <a:ext cx="339090" cy="207010"/>
                          <a:chOff x="2192" y="200"/>
                          <a:chExt cx="534" cy="326"/>
                        </a:xfrm>
                      </wpg:grpSpPr>
                      <pic:pic xmlns:pic="http://schemas.openxmlformats.org/drawingml/2006/picture">
                        <pic:nvPicPr>
                          <pic:cNvPr id="628091448" name="Picture 23"/>
                          <pic:cNvPicPr>
                            <a:picLocks noChangeAspect="1" noChangeArrowheads="1"/>
                          </pic:cNvPicPr>
                        </pic:nvPicPr>
                        <pic:blipFill>
                          <a:blip r:embed="rId2"/>
                          <a:srcRect/>
                          <a:stretch>
                            <a:fillRect/>
                          </a:stretch>
                        </pic:blipFill>
                        <pic:spPr bwMode="auto">
                          <a:xfrm>
                            <a:off x="2192" y="200"/>
                            <a:ext cx="229" cy="326"/>
                          </a:xfrm>
                          <a:prstGeom prst="rect">
                            <a:avLst/>
                          </a:prstGeom>
                          <a:noFill/>
                          <a:ln>
                            <a:noFill/>
                          </a:ln>
                        </pic:spPr>
                      </pic:pic>
                      <pic:pic xmlns:pic="http://schemas.openxmlformats.org/drawingml/2006/picture">
                        <pic:nvPicPr>
                          <pic:cNvPr id="2138446533" name="Picture 22"/>
                          <pic:cNvPicPr>
                            <a:picLocks noChangeAspect="1" noChangeArrowheads="1"/>
                          </pic:cNvPicPr>
                        </pic:nvPicPr>
                        <pic:blipFill>
                          <a:blip r:embed="rId3"/>
                          <a:srcRect/>
                          <a:stretch>
                            <a:fillRect/>
                          </a:stretch>
                        </pic:blipFill>
                        <pic:spPr bwMode="auto">
                          <a:xfrm>
                            <a:off x="2459" y="204"/>
                            <a:ext cx="267" cy="314"/>
                          </a:xfrm>
                          <a:prstGeom prst="rect">
                            <a:avLst/>
                          </a:prstGeom>
                          <a:noFill/>
                          <a:ln>
                            <a:noFill/>
                          </a:ln>
                        </pic:spPr>
                      </pic:pic>
                    </wpg:grpSp>
                    <pic:pic xmlns:pic="http://schemas.openxmlformats.org/drawingml/2006/picture">
                      <pic:nvPicPr>
                        <pic:cNvPr id="1829934100" name="image4.png"/>
                        <pic:cNvPicPr>
                          <a:picLocks noChangeAspect="1"/>
                        </pic:cNvPicPr>
                      </pic:nvPicPr>
                      <pic:blipFill>
                        <a:blip r:embed="rId4" cstate="print"/>
                        <a:stretch>
                          <a:fillRect/>
                        </a:stretch>
                      </pic:blipFill>
                      <pic:spPr>
                        <a:xfrm>
                          <a:off x="604252" y="315495"/>
                          <a:ext cx="534670" cy="12128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B575C0B" id="Grupo 1" o:spid="_x0000_s1026" style="position:absolute;margin-left:17.55pt;margin-top:-52.6pt;width:89.65pt;height:38.55pt;z-index:251670528;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">
                <v:imagedata r:id="rId8" o:title=""/>
              </v:shape>
              <w10:wrap anchorx="margin" anchory="margin"/>
            </v:group>
          </w:pict>
        </mc:Fallback>
      </mc:AlternateContent>
    </w:r>
    <w:r w:rsidRPr="00FE0330">
      <w:rPr>
        <w:rFonts w:ascii="Montserrat" w:eastAsia="Montserrat" w:hAnsi="Montserrat" w:cs="Montserrat"/>
        <w:b/>
        <w:color w:val="231F20"/>
        <w:sz w:val="18"/>
        <w:szCs w:val="18"/>
      </w:rPr>
      <w:t>SUBSECRETARÍA DE INDUSTRIA Y COMERCIO</w:t>
    </w:r>
  </w:p>
  <w:p w14:paraId="1A4AACE5" w14:textId="77777777" w:rsidR="003C1140" w:rsidRPr="001E1C11" w:rsidRDefault="003C1140" w:rsidP="00802FA7">
    <w:pPr>
      <w:pStyle w:val="Encabezado"/>
      <w:spacing w:before="0"/>
      <w:jc w:val="right"/>
      <w:rPr>
        <w:rFonts w:eastAsia="Montserrat" w:cs="Montserrat"/>
        <w:b/>
        <w:color w:val="231F20"/>
        <w:sz w:val="14"/>
        <w:szCs w:val="18"/>
      </w:rPr>
    </w:pPr>
    <w:r w:rsidRPr="001E1C11">
      <w:rPr>
        <w:rFonts w:ascii="Montserrat" w:eastAsia="Montserrat" w:hAnsi="Montserrat" w:cs="Montserrat"/>
        <w:b/>
        <w:color w:val="231F20"/>
        <w:sz w:val="16"/>
        <w:szCs w:val="16"/>
      </w:rPr>
      <w:t>UNIDAD DE PRÁCTICAS COMERCIALES INTERNACIONALES</w:t>
    </w:r>
  </w:p>
  <w:p w14:paraId="3DD79426" w14:textId="77777777" w:rsidR="003C1140" w:rsidRPr="00802FA7" w:rsidRDefault="003C1140" w:rsidP="00D2567E">
    <w:pPr>
      <w:widowControl w:val="0"/>
      <w:tabs>
        <w:tab w:val="center" w:pos="4819"/>
        <w:tab w:val="right" w:pos="9071"/>
      </w:tabs>
      <w:spacing w:after="0"/>
      <w:jc w:val="right"/>
      <w:rPr>
        <w:rFonts w:eastAsia="Montserrat" w:cs="Montserrat"/>
        <w:b/>
        <w:snapToGrid w:val="0"/>
        <w:color w:val="231F20"/>
        <w:sz w:val="18"/>
        <w:szCs w:val="18"/>
        <w:lang w:val="es-ES_tradnl" w:eastAsia="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8F1223"/>
    <w:multiLevelType w:val="hybridMultilevel"/>
    <w:tmpl w:val="0AEEB204"/>
    <w:lvl w:ilvl="0" w:tplc="D3F87FB4">
      <w:start w:val="1"/>
      <w:numFmt w:val="lowerLetter"/>
      <w:lvlText w:val="%1."/>
      <w:lvlJc w:val="left"/>
      <w:pPr>
        <w:ind w:left="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72CC68">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FCE566">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0EB046">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03E00">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E5C279C">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90133C">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D685BC">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7400C12">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8B212E"/>
    <w:multiLevelType w:val="hybridMultilevel"/>
    <w:tmpl w:val="2A0A0F8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6231DF"/>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5" w15:restartNumberingAfterBreak="0">
    <w:nsid w:val="0B865829"/>
    <w:multiLevelType w:val="hybridMultilevel"/>
    <w:tmpl w:val="E118F7FA"/>
    <w:lvl w:ilvl="0" w:tplc="D1FC5D66">
      <w:start w:val="1"/>
      <w:numFmt w:val="upperLetter"/>
      <w:lvlText w:val="%1."/>
      <w:lvlJc w:val="left"/>
      <w:pPr>
        <w:ind w:left="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22DFBC">
      <w:start w:val="1"/>
      <w:numFmt w:val="lowerLetter"/>
      <w:lvlText w:val="%2"/>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CFC3E78">
      <w:start w:val="1"/>
      <w:numFmt w:val="lowerRoman"/>
      <w:lvlText w:val="%3"/>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BC859C">
      <w:start w:val="1"/>
      <w:numFmt w:val="decimal"/>
      <w:lvlText w:val="%4"/>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565536">
      <w:start w:val="1"/>
      <w:numFmt w:val="lowerLetter"/>
      <w:lvlText w:val="%5"/>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6EB824">
      <w:start w:val="1"/>
      <w:numFmt w:val="lowerRoman"/>
      <w:lvlText w:val="%6"/>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326EF0">
      <w:start w:val="1"/>
      <w:numFmt w:val="decimal"/>
      <w:lvlText w:val="%7"/>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6EC2B0">
      <w:start w:val="1"/>
      <w:numFmt w:val="lowerLetter"/>
      <w:lvlText w:val="%8"/>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8E06F6">
      <w:start w:val="1"/>
      <w:numFmt w:val="lowerRoman"/>
      <w:lvlText w:val="%9"/>
      <w:lvlJc w:val="left"/>
      <w:pPr>
        <w:ind w:left="6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7D1C1B"/>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8" w15:restartNumberingAfterBreak="0">
    <w:nsid w:val="116D2F1D"/>
    <w:multiLevelType w:val="hybridMultilevel"/>
    <w:tmpl w:val="3F42281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1A17AD6"/>
    <w:multiLevelType w:val="hybridMultilevel"/>
    <w:tmpl w:val="6302C8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2B9035C"/>
    <w:multiLevelType w:val="hybridMultilevel"/>
    <w:tmpl w:val="287ED900"/>
    <w:lvl w:ilvl="0" w:tplc="799A9736">
      <w:start w:val="1"/>
      <w:numFmt w:val="lowerRoman"/>
      <w:lvlText w:val="%1)"/>
      <w:lvlJc w:val="left"/>
      <w:pPr>
        <w:ind w:left="61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AB6C882">
      <w:start w:val="1"/>
      <w:numFmt w:val="lowerLetter"/>
      <w:lvlText w:val="%2"/>
      <w:lvlJc w:val="left"/>
      <w:pPr>
        <w:ind w:left="108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FCCD656">
      <w:start w:val="1"/>
      <w:numFmt w:val="lowerRoman"/>
      <w:lvlText w:val="%3"/>
      <w:lvlJc w:val="left"/>
      <w:pPr>
        <w:ind w:left="18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C880644">
      <w:start w:val="1"/>
      <w:numFmt w:val="decimal"/>
      <w:lvlText w:val="%4"/>
      <w:lvlJc w:val="left"/>
      <w:pPr>
        <w:ind w:left="252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3DE99BE">
      <w:start w:val="1"/>
      <w:numFmt w:val="lowerLetter"/>
      <w:lvlText w:val="%5"/>
      <w:lvlJc w:val="left"/>
      <w:pPr>
        <w:ind w:left="324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82EA09C">
      <w:start w:val="1"/>
      <w:numFmt w:val="lowerRoman"/>
      <w:lvlText w:val="%6"/>
      <w:lvlJc w:val="left"/>
      <w:pPr>
        <w:ind w:left="39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07E4620">
      <w:start w:val="1"/>
      <w:numFmt w:val="decimal"/>
      <w:lvlText w:val="%7"/>
      <w:lvlJc w:val="left"/>
      <w:pPr>
        <w:ind w:left="468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F701150">
      <w:start w:val="1"/>
      <w:numFmt w:val="lowerLetter"/>
      <w:lvlText w:val="%8"/>
      <w:lvlJc w:val="left"/>
      <w:pPr>
        <w:ind w:left="54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E301432">
      <w:start w:val="1"/>
      <w:numFmt w:val="lowerRoman"/>
      <w:lvlText w:val="%9"/>
      <w:lvlJc w:val="left"/>
      <w:pPr>
        <w:ind w:left="612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30430DB"/>
    <w:multiLevelType w:val="hybridMultilevel"/>
    <w:tmpl w:val="F468EBD8"/>
    <w:lvl w:ilvl="0" w:tplc="618E129A">
      <w:start w:val="1"/>
      <w:numFmt w:val="decimal"/>
      <w:lvlText w:val="%1."/>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08B592">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146AED6">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3BEA912">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DC516A">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F501E26">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2A8F8C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AAE27C">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35E75F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7C1E32"/>
    <w:multiLevelType w:val="hybridMultilevel"/>
    <w:tmpl w:val="46CC6AA2"/>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13" w15:restartNumberingAfterBreak="0">
    <w:nsid w:val="16457DA9"/>
    <w:multiLevelType w:val="hybridMultilevel"/>
    <w:tmpl w:val="15CA4E2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ADF01C0"/>
    <w:multiLevelType w:val="hybridMultilevel"/>
    <w:tmpl w:val="855C8D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B541A78"/>
    <w:multiLevelType w:val="multilevel"/>
    <w:tmpl w:val="BE0A308A"/>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27"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CA7B06"/>
    <w:multiLevelType w:val="hybridMultilevel"/>
    <w:tmpl w:val="ED6014A2"/>
    <w:lvl w:ilvl="0" w:tplc="D37CB19E">
      <w:start w:val="1"/>
      <w:numFmt w:val="lowerLetter"/>
      <w:lvlText w:val="%1."/>
      <w:lvlJc w:val="left"/>
      <w:pPr>
        <w:ind w:left="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BC750C">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9ACE4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8BE354A">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A444D6">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8F4E116">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976EB78">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42299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D4734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E8D4709"/>
    <w:multiLevelType w:val="multilevel"/>
    <w:tmpl w:val="BD5A9DC8"/>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14A48BB"/>
    <w:multiLevelType w:val="hybridMultilevel"/>
    <w:tmpl w:val="E216EF8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14B63FE"/>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50E5231"/>
    <w:multiLevelType w:val="hybridMultilevel"/>
    <w:tmpl w:val="EB7CB418"/>
    <w:lvl w:ilvl="0" w:tplc="AEA0B716">
      <w:start w:val="1"/>
      <w:numFmt w:val="lowerLetter"/>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AC380E">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D104716">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2EBF6C">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08BB76">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93C3A7A">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7C4994">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7CA3F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027C28">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5433223"/>
    <w:multiLevelType w:val="hybridMultilevel"/>
    <w:tmpl w:val="5BBA52A0"/>
    <w:lvl w:ilvl="0" w:tplc="080A0015">
      <w:start w:val="1"/>
      <w:numFmt w:val="upp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28EB0223"/>
    <w:multiLevelType w:val="hybridMultilevel"/>
    <w:tmpl w:val="6EC273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A3D33BB"/>
    <w:multiLevelType w:val="hybridMultilevel"/>
    <w:tmpl w:val="797AD7DE"/>
    <w:lvl w:ilvl="0" w:tplc="080A0015">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BFB0880"/>
    <w:multiLevelType w:val="hybridMultilevel"/>
    <w:tmpl w:val="AB1E0CC2"/>
    <w:lvl w:ilvl="0" w:tplc="DD0CD0AC">
      <w:start w:val="18"/>
      <w:numFmt w:val="decimal"/>
      <w:lvlText w:val="%1."/>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6C81D2">
      <w:start w:val="1"/>
      <w:numFmt w:val="lowerLetter"/>
      <w:lvlText w:val="%2."/>
      <w:lvlJc w:val="left"/>
      <w:pPr>
        <w:ind w:left="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C864744">
      <w:start w:val="1"/>
      <w:numFmt w:val="lowerRoman"/>
      <w:lvlText w:val="%3."/>
      <w:lvlJc w:val="left"/>
      <w:pPr>
        <w:ind w:left="11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3E28EEA">
      <w:start w:val="1"/>
      <w:numFmt w:val="decimal"/>
      <w:lvlText w:val="%4"/>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14D2C8">
      <w:start w:val="1"/>
      <w:numFmt w:val="lowerLetter"/>
      <w:lvlText w:val="%5"/>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6E675A">
      <w:start w:val="1"/>
      <w:numFmt w:val="lowerRoman"/>
      <w:lvlText w:val="%6"/>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762D4C">
      <w:start w:val="1"/>
      <w:numFmt w:val="decimal"/>
      <w:lvlText w:val="%7"/>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F07638">
      <w:start w:val="1"/>
      <w:numFmt w:val="lowerLetter"/>
      <w:lvlText w:val="%8"/>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B60E96">
      <w:start w:val="1"/>
      <w:numFmt w:val="lowerRoman"/>
      <w:lvlText w:val="%9"/>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F230DF7"/>
    <w:multiLevelType w:val="hybridMultilevel"/>
    <w:tmpl w:val="797AD7DE"/>
    <w:lvl w:ilvl="0" w:tplc="080A0015">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15:restartNumberingAfterBreak="0">
    <w:nsid w:val="303E66D3"/>
    <w:multiLevelType w:val="hybridMultilevel"/>
    <w:tmpl w:val="098E056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17923B9"/>
    <w:multiLevelType w:val="hybridMultilevel"/>
    <w:tmpl w:val="59AC6E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1AA773D"/>
    <w:multiLevelType w:val="hybridMultilevel"/>
    <w:tmpl w:val="6D6A0540"/>
    <w:lvl w:ilvl="0" w:tplc="938C0C12">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1E37E6F"/>
    <w:multiLevelType w:val="multilevel"/>
    <w:tmpl w:val="CE32F36C"/>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2A10209"/>
    <w:multiLevelType w:val="multilevel"/>
    <w:tmpl w:val="1384FF0A"/>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6"/>
      <w:numFmt w:val="upp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3DC40AF"/>
    <w:multiLevelType w:val="hybridMultilevel"/>
    <w:tmpl w:val="8844FDBC"/>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32" w15:restartNumberingAfterBreak="0">
    <w:nsid w:val="34A97FEA"/>
    <w:multiLevelType w:val="hybridMultilevel"/>
    <w:tmpl w:val="078AA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36CD0CDB"/>
    <w:multiLevelType w:val="multilevel"/>
    <w:tmpl w:val="FAB8EC6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rPr>
    </w:lvl>
    <w:lvl w:ilvl="5">
      <w:start w:val="1"/>
      <w:numFmt w:val="lowerLetter"/>
      <w:lvlText w:val="%6."/>
      <w:lvlJc w:val="left"/>
      <w:pPr>
        <w:ind w:left="1605" w:hanging="942"/>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6E65557"/>
    <w:multiLevelType w:val="hybridMultilevel"/>
    <w:tmpl w:val="7CF08000"/>
    <w:lvl w:ilvl="0" w:tplc="21369EB2">
      <w:start w:val="42"/>
      <w:numFmt w:val="decimal"/>
      <w:lvlText w:val="%1."/>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A210B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D688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632A8E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C6254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128441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909E7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62E3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26E58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7DE6C6F"/>
    <w:multiLevelType w:val="hybridMultilevel"/>
    <w:tmpl w:val="622ED848"/>
    <w:lvl w:ilvl="0" w:tplc="DD0CD0AC">
      <w:start w:val="18"/>
      <w:numFmt w:val="decimal"/>
      <w:lvlText w:val="%1."/>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6C81D2">
      <w:start w:val="1"/>
      <w:numFmt w:val="lowerLetter"/>
      <w:lvlText w:val="%2."/>
      <w:lvlJc w:val="left"/>
      <w:pPr>
        <w:ind w:left="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0A0001">
      <w:start w:val="1"/>
      <w:numFmt w:val="bullet"/>
      <w:lvlText w:val=""/>
      <w:lvlJc w:val="left"/>
      <w:pPr>
        <w:ind w:left="118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3" w:tplc="53E28EEA">
      <w:start w:val="1"/>
      <w:numFmt w:val="decimal"/>
      <w:lvlText w:val="%4"/>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14D2C8">
      <w:start w:val="1"/>
      <w:numFmt w:val="lowerLetter"/>
      <w:lvlText w:val="%5"/>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6E675A">
      <w:start w:val="1"/>
      <w:numFmt w:val="lowerRoman"/>
      <w:lvlText w:val="%6"/>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762D4C">
      <w:start w:val="1"/>
      <w:numFmt w:val="decimal"/>
      <w:lvlText w:val="%7"/>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F07638">
      <w:start w:val="1"/>
      <w:numFmt w:val="lowerLetter"/>
      <w:lvlText w:val="%8"/>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B60E96">
      <w:start w:val="1"/>
      <w:numFmt w:val="lowerRoman"/>
      <w:lvlText w:val="%9"/>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83465D1"/>
    <w:multiLevelType w:val="hybridMultilevel"/>
    <w:tmpl w:val="B20282E4"/>
    <w:lvl w:ilvl="0" w:tplc="07384AD6">
      <w:start w:val="1"/>
      <w:numFmt w:val="upperLetter"/>
      <w:lvlText w:val="%1."/>
      <w:lvlJc w:val="left"/>
      <w:pPr>
        <w:ind w:left="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6CC248">
      <w:start w:val="1"/>
      <w:numFmt w:val="lowerLetter"/>
      <w:lvlText w:val="%2"/>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C181DAA">
      <w:start w:val="1"/>
      <w:numFmt w:val="lowerRoman"/>
      <w:lvlText w:val="%3"/>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50189E">
      <w:start w:val="1"/>
      <w:numFmt w:val="decimal"/>
      <w:lvlText w:val="%4"/>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6462C8">
      <w:start w:val="1"/>
      <w:numFmt w:val="lowerLetter"/>
      <w:lvlText w:val="%5"/>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421618">
      <w:start w:val="1"/>
      <w:numFmt w:val="lowerRoman"/>
      <w:lvlText w:val="%6"/>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3C38BE">
      <w:start w:val="1"/>
      <w:numFmt w:val="decimal"/>
      <w:lvlText w:val="%7"/>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0610CE">
      <w:start w:val="1"/>
      <w:numFmt w:val="lowerLetter"/>
      <w:lvlText w:val="%8"/>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6280AA">
      <w:start w:val="1"/>
      <w:numFmt w:val="lowerRoman"/>
      <w:lvlText w:val="%9"/>
      <w:lvlJc w:val="left"/>
      <w:pPr>
        <w:ind w:left="6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9474D0"/>
    <w:multiLevelType w:val="hybridMultilevel"/>
    <w:tmpl w:val="5FACE2E0"/>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38" w15:restartNumberingAfterBreak="0">
    <w:nsid w:val="3ADA7339"/>
    <w:multiLevelType w:val="hybridMultilevel"/>
    <w:tmpl w:val="61D0FA92"/>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39" w15:restartNumberingAfterBreak="0">
    <w:nsid w:val="3B6141C4"/>
    <w:multiLevelType w:val="hybridMultilevel"/>
    <w:tmpl w:val="7EE46CEA"/>
    <w:lvl w:ilvl="0" w:tplc="C7F81296">
      <w:start w:val="44"/>
      <w:numFmt w:val="decimal"/>
      <w:lvlText w:val="%1."/>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4EFB4E">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161886">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5AC8A44">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9E342E">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FCB3DE">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B6AC2A0">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1A41E4">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EECE1E">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CC17F19"/>
    <w:multiLevelType w:val="hybridMultilevel"/>
    <w:tmpl w:val="58423EB2"/>
    <w:lvl w:ilvl="0" w:tplc="080A0017">
      <w:start w:val="1"/>
      <w:numFmt w:val="lowerLetter"/>
      <w:lvlText w:val="%1)"/>
      <w:lvlJc w:val="left"/>
      <w:pPr>
        <w:ind w:left="1428" w:hanging="360"/>
      </w:pPr>
    </w:lvl>
    <w:lvl w:ilvl="1" w:tplc="680892C0">
      <w:start w:val="1"/>
      <w:numFmt w:val="lowerLetter"/>
      <w:lvlText w:val="%2."/>
      <w:lvlJc w:val="left"/>
      <w:pPr>
        <w:ind w:left="1418" w:hanging="409"/>
      </w:pPr>
      <w:rPr>
        <w:rFonts w:hint="default"/>
      </w:r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1"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3FE85B57"/>
    <w:multiLevelType w:val="multilevel"/>
    <w:tmpl w:val="0C0A001F"/>
    <w:lvl w:ilvl="0">
      <w:start w:val="3"/>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4147040E"/>
    <w:multiLevelType w:val="hybridMultilevel"/>
    <w:tmpl w:val="94D895E6"/>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44" w15:restartNumberingAfterBreak="0">
    <w:nsid w:val="44066DCB"/>
    <w:multiLevelType w:val="multilevel"/>
    <w:tmpl w:val="B52E5CBA"/>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4E42411"/>
    <w:multiLevelType w:val="hybridMultilevel"/>
    <w:tmpl w:val="8ED4FF96"/>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46" w15:restartNumberingAfterBreak="0">
    <w:nsid w:val="49701AA4"/>
    <w:multiLevelType w:val="hybridMultilevel"/>
    <w:tmpl w:val="7F820D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B59482C"/>
    <w:multiLevelType w:val="hybridMultilevel"/>
    <w:tmpl w:val="0EC88292"/>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8" w15:restartNumberingAfterBreak="0">
    <w:nsid w:val="4CDC552B"/>
    <w:multiLevelType w:val="multilevel"/>
    <w:tmpl w:val="0C0A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9" w15:restartNumberingAfterBreak="0">
    <w:nsid w:val="56AC5626"/>
    <w:multiLevelType w:val="hybridMultilevel"/>
    <w:tmpl w:val="BC80061A"/>
    <w:lvl w:ilvl="0" w:tplc="6CA6AB0A">
      <w:start w:val="1"/>
      <w:numFmt w:val="upperLetter"/>
      <w:lvlText w:val="%1."/>
      <w:lvlJc w:val="left"/>
      <w:pPr>
        <w:ind w:left="720" w:hanging="360"/>
      </w:pPr>
      <w:rPr>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78B3D4A"/>
    <w:multiLevelType w:val="hybridMultilevel"/>
    <w:tmpl w:val="E140D3D2"/>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51" w15:restartNumberingAfterBreak="0">
    <w:nsid w:val="57F93D4C"/>
    <w:multiLevelType w:val="multilevel"/>
    <w:tmpl w:val="921A894A"/>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8120114"/>
    <w:multiLevelType w:val="hybridMultilevel"/>
    <w:tmpl w:val="A7982466"/>
    <w:lvl w:ilvl="0" w:tplc="539C13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589D504B"/>
    <w:multiLevelType w:val="hybridMultilevel"/>
    <w:tmpl w:val="163EB12E"/>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4" w15:restartNumberingAfterBreak="0">
    <w:nsid w:val="59FC68CE"/>
    <w:multiLevelType w:val="hybridMultilevel"/>
    <w:tmpl w:val="F6A850B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B3707F0"/>
    <w:multiLevelType w:val="hybridMultilevel"/>
    <w:tmpl w:val="818094DC"/>
    <w:lvl w:ilvl="0" w:tplc="58EE2E2A">
      <w:start w:val="1"/>
      <w:numFmt w:val="lowerLetter"/>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AE7400">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10CF996">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6FC6BEE">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42CCE0">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BE278B0">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3280616">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6C01C2">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6CC2444">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CB66B5C"/>
    <w:multiLevelType w:val="multilevel"/>
    <w:tmpl w:val="0946127A"/>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3D29F0"/>
    <w:multiLevelType w:val="hybridMultilevel"/>
    <w:tmpl w:val="13946A4A"/>
    <w:lvl w:ilvl="0" w:tplc="2788D8F6">
      <w:start w:val="5"/>
      <w:numFmt w:val="decimal"/>
      <w:lvlText w:val="%1."/>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ECF9B4">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049098">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B02946">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2ED0FA">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0407F9A">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4E4385A">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30A47A">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E4F30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DE15BD7"/>
    <w:multiLevelType w:val="hybridMultilevel"/>
    <w:tmpl w:val="08BA44E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5E0F31E2"/>
    <w:multiLevelType w:val="hybridMultilevel"/>
    <w:tmpl w:val="B342909A"/>
    <w:lvl w:ilvl="0" w:tplc="CD2A6434">
      <w:start w:val="14"/>
      <w:numFmt w:val="decimal"/>
      <w:lvlText w:val="%1."/>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B4B6D2">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42B112">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848D9E">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AEE794">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C78BE54">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91A4CB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3E63E2">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EAAE9E">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E192B29"/>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1" w15:restartNumberingAfterBreak="0">
    <w:nsid w:val="5FAC0597"/>
    <w:multiLevelType w:val="multilevel"/>
    <w:tmpl w:val="82B4D11C"/>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27"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03D4048"/>
    <w:multiLevelType w:val="hybridMultilevel"/>
    <w:tmpl w:val="9CB0B402"/>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63" w15:restartNumberingAfterBreak="0">
    <w:nsid w:val="61401894"/>
    <w:multiLevelType w:val="multilevel"/>
    <w:tmpl w:val="3A32E5E8"/>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Arial Bold" w:hAnsi="Arial Bold" w:hint="default"/>
        <w:b/>
        <w:i w:val="0"/>
        <w:sz w:val="24"/>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64" w15:restartNumberingAfterBreak="0">
    <w:nsid w:val="63A03C89"/>
    <w:multiLevelType w:val="hybridMultilevel"/>
    <w:tmpl w:val="38022828"/>
    <w:lvl w:ilvl="0" w:tplc="C8F04354">
      <w:start w:val="1"/>
      <w:numFmt w:val="lowerLetter"/>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260D6E">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CECC08">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D462966">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805C6E">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1C228CE">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24202DE">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4CCC8">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D6EDA6">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5AC421D"/>
    <w:multiLevelType w:val="multilevel"/>
    <w:tmpl w:val="30162828"/>
    <w:lvl w:ilvl="0">
      <w:start w:val="1"/>
      <w:numFmt w:val="decimal"/>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7446772"/>
    <w:multiLevelType w:val="hybridMultilevel"/>
    <w:tmpl w:val="84AC606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7" w15:restartNumberingAfterBreak="0">
    <w:nsid w:val="677C4081"/>
    <w:multiLevelType w:val="hybridMultilevel"/>
    <w:tmpl w:val="C41AD3F2"/>
    <w:lvl w:ilvl="0" w:tplc="9C7EF52A">
      <w:start w:val="1"/>
      <w:numFmt w:val="upperLetter"/>
      <w:lvlText w:val="%1."/>
      <w:lvlJc w:val="left"/>
      <w:pPr>
        <w:ind w:left="11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D64E36">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CCC1708">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6E6684">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4EBD6C">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5A3BAA">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4E4FE56">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C2A570">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320828">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9BA5CA2"/>
    <w:multiLevelType w:val="hybridMultilevel"/>
    <w:tmpl w:val="1944963E"/>
    <w:lvl w:ilvl="0" w:tplc="DD0CD0AC">
      <w:start w:val="18"/>
      <w:numFmt w:val="decimal"/>
      <w:lvlText w:val="%1."/>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6C81D2">
      <w:start w:val="1"/>
      <w:numFmt w:val="lowerLetter"/>
      <w:lvlText w:val="%2."/>
      <w:lvlJc w:val="left"/>
      <w:pPr>
        <w:ind w:left="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0A0001">
      <w:start w:val="1"/>
      <w:numFmt w:val="bullet"/>
      <w:lvlText w:val=""/>
      <w:lvlJc w:val="left"/>
      <w:pPr>
        <w:ind w:left="118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3" w:tplc="53E28EEA">
      <w:start w:val="1"/>
      <w:numFmt w:val="decimal"/>
      <w:lvlText w:val="%4"/>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514D2C8">
      <w:start w:val="1"/>
      <w:numFmt w:val="lowerLetter"/>
      <w:lvlText w:val="%5"/>
      <w:lvlJc w:val="left"/>
      <w:pPr>
        <w:ind w:left="26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6E675A">
      <w:start w:val="1"/>
      <w:numFmt w:val="lowerRoman"/>
      <w:lvlText w:val="%6"/>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762D4C">
      <w:start w:val="1"/>
      <w:numFmt w:val="decimal"/>
      <w:lvlText w:val="%7"/>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F07638">
      <w:start w:val="1"/>
      <w:numFmt w:val="lowerLetter"/>
      <w:lvlText w:val="%8"/>
      <w:lvlJc w:val="left"/>
      <w:pPr>
        <w:ind w:left="4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6B60E96">
      <w:start w:val="1"/>
      <w:numFmt w:val="lowerRoman"/>
      <w:lvlText w:val="%9"/>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A587CCE"/>
    <w:multiLevelType w:val="hybridMultilevel"/>
    <w:tmpl w:val="8E9EA52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D0A6660"/>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6D4D70BE"/>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6D6F0BD8"/>
    <w:multiLevelType w:val="hybridMultilevel"/>
    <w:tmpl w:val="0F1612DC"/>
    <w:lvl w:ilvl="0" w:tplc="F2B842CE">
      <w:start w:val="1"/>
      <w:numFmt w:val="lowerLetter"/>
      <w:lvlText w:val="%1."/>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B3B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4C8DEC">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04FEF2">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D21D8A">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FA4F5F8">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260560">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F0A3F4">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9307294">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DEB3294"/>
    <w:multiLevelType w:val="hybridMultilevel"/>
    <w:tmpl w:val="3682AA7E"/>
    <w:lvl w:ilvl="0" w:tplc="2B140F92">
      <w:start w:val="36"/>
      <w:numFmt w:val="decimal"/>
      <w:lvlText w:val="%1."/>
      <w:lvlJc w:val="left"/>
      <w:pPr>
        <w:ind w:left="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9600F6">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880A7B6">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DA5670">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BCB6C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13A1888">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3847278">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5A6BAC">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084C45A">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E712D65"/>
    <w:multiLevelType w:val="hybridMultilevel"/>
    <w:tmpl w:val="669A8AD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6F474B53"/>
    <w:multiLevelType w:val="hybridMultilevel"/>
    <w:tmpl w:val="C6320994"/>
    <w:lvl w:ilvl="0" w:tplc="D0CCE090">
      <w:start w:val="27"/>
      <w:numFmt w:val="decimal"/>
      <w:lvlText w:val="%1."/>
      <w:lvlJc w:val="left"/>
      <w:pPr>
        <w:ind w:left="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642180">
      <w:start w:val="1"/>
      <w:numFmt w:val="lowerLetter"/>
      <w:lvlText w:val="%2."/>
      <w:lvlJc w:val="left"/>
      <w:pPr>
        <w:ind w:left="6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4C6D5B0">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216A932">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C0D2E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483D4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5C07F8">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D246E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E66C612">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F8214B8"/>
    <w:multiLevelType w:val="hybridMultilevel"/>
    <w:tmpl w:val="FEAA5CA6"/>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abstractNum w:abstractNumId="77" w15:restartNumberingAfterBreak="0">
    <w:nsid w:val="6FBB393E"/>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8" w15:restartNumberingAfterBreak="0">
    <w:nsid w:val="705F4225"/>
    <w:multiLevelType w:val="hybridMultilevel"/>
    <w:tmpl w:val="9E78F83A"/>
    <w:lvl w:ilvl="0" w:tplc="59CC5AAA">
      <w:start w:val="1"/>
      <w:numFmt w:val="bullet"/>
      <w:lvlText w:val=""/>
      <w:lvlJc w:val="left"/>
      <w:pPr>
        <w:ind w:left="39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3AEC1A">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A6CBD06">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365CD28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A52545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A44167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7A03E3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7A49684">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23EAB9A">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70C04272"/>
    <w:multiLevelType w:val="hybridMultilevel"/>
    <w:tmpl w:val="797AD7DE"/>
    <w:lvl w:ilvl="0" w:tplc="080A0015">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0" w15:restartNumberingAfterBreak="0">
    <w:nsid w:val="75CC6DB6"/>
    <w:multiLevelType w:val="hybridMultilevel"/>
    <w:tmpl w:val="3DD809A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74847BA"/>
    <w:multiLevelType w:val="hybridMultilevel"/>
    <w:tmpl w:val="D774F6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77A11C1A"/>
    <w:multiLevelType w:val="multilevel"/>
    <w:tmpl w:val="720E004E"/>
    <w:styleLink w:val="Estilo2"/>
    <w:lvl w:ilvl="0">
      <w:start w:val="1"/>
      <w:numFmt w:val="none"/>
      <w:lvlText w:val="2.1"/>
      <w:lvlJc w:val="left"/>
      <w:pPr>
        <w:ind w:left="720" w:hanging="360"/>
      </w:pPr>
      <w:rPr>
        <w:rFonts w:hint="default"/>
      </w:rPr>
    </w:lvl>
    <w:lvl w:ilvl="1">
      <w:start w:val="2"/>
      <w:numFmt w:val="decimal"/>
      <w:lvlText w:val="%2)"/>
      <w:lvlJc w:val="left"/>
      <w:pPr>
        <w:ind w:left="1080" w:hanging="360"/>
      </w:pPr>
      <w:rPr>
        <w:rFonts w:hint="default"/>
      </w:rPr>
    </w:lvl>
    <w:lvl w:ilvl="2">
      <w:start w:val="1"/>
      <w:numFmt w:val="none"/>
      <w:lvlText w:val="3.1"/>
      <w:lvlJc w:val="left"/>
      <w:pPr>
        <w:ind w:left="1440" w:hanging="360"/>
      </w:pPr>
      <w:rPr>
        <w:rFonts w:hint="default"/>
      </w:rPr>
    </w:lvl>
    <w:lvl w:ilvl="3">
      <w:start w:val="1"/>
      <w:numFmt w:val="none"/>
      <w:lvlText w:val="2.1"/>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3" w15:restartNumberingAfterBreak="0">
    <w:nsid w:val="7A14244B"/>
    <w:multiLevelType w:val="hybridMultilevel"/>
    <w:tmpl w:val="797AD7DE"/>
    <w:lvl w:ilvl="0" w:tplc="080A0015">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4" w15:restartNumberingAfterBreak="0">
    <w:nsid w:val="7B052F41"/>
    <w:multiLevelType w:val="hybridMultilevel"/>
    <w:tmpl w:val="61D0FA92"/>
    <w:lvl w:ilvl="0" w:tplc="FFFFFFFF">
      <w:start w:val="1"/>
      <w:numFmt w:val="upperLetter"/>
      <w:lvlText w:val="%1."/>
      <w:lvlJc w:val="left"/>
      <w:pPr>
        <w:ind w:left="1667" w:hanging="360"/>
      </w:pPr>
    </w:lvl>
    <w:lvl w:ilvl="1" w:tplc="FFFFFFFF" w:tentative="1">
      <w:start w:val="1"/>
      <w:numFmt w:val="lowerLetter"/>
      <w:lvlText w:val="%2."/>
      <w:lvlJc w:val="left"/>
      <w:pPr>
        <w:ind w:left="2387" w:hanging="360"/>
      </w:pPr>
    </w:lvl>
    <w:lvl w:ilvl="2" w:tplc="FFFFFFFF" w:tentative="1">
      <w:start w:val="1"/>
      <w:numFmt w:val="lowerRoman"/>
      <w:lvlText w:val="%3."/>
      <w:lvlJc w:val="right"/>
      <w:pPr>
        <w:ind w:left="3107" w:hanging="180"/>
      </w:pPr>
    </w:lvl>
    <w:lvl w:ilvl="3" w:tplc="FFFFFFFF" w:tentative="1">
      <w:start w:val="1"/>
      <w:numFmt w:val="decimal"/>
      <w:lvlText w:val="%4."/>
      <w:lvlJc w:val="left"/>
      <w:pPr>
        <w:ind w:left="3827" w:hanging="360"/>
      </w:pPr>
    </w:lvl>
    <w:lvl w:ilvl="4" w:tplc="FFFFFFFF" w:tentative="1">
      <w:start w:val="1"/>
      <w:numFmt w:val="lowerLetter"/>
      <w:lvlText w:val="%5."/>
      <w:lvlJc w:val="left"/>
      <w:pPr>
        <w:ind w:left="4547" w:hanging="360"/>
      </w:pPr>
    </w:lvl>
    <w:lvl w:ilvl="5" w:tplc="FFFFFFFF" w:tentative="1">
      <w:start w:val="1"/>
      <w:numFmt w:val="lowerRoman"/>
      <w:lvlText w:val="%6."/>
      <w:lvlJc w:val="right"/>
      <w:pPr>
        <w:ind w:left="5267" w:hanging="180"/>
      </w:pPr>
    </w:lvl>
    <w:lvl w:ilvl="6" w:tplc="FFFFFFFF" w:tentative="1">
      <w:start w:val="1"/>
      <w:numFmt w:val="decimal"/>
      <w:lvlText w:val="%7."/>
      <w:lvlJc w:val="left"/>
      <w:pPr>
        <w:ind w:left="5987" w:hanging="360"/>
      </w:pPr>
    </w:lvl>
    <w:lvl w:ilvl="7" w:tplc="FFFFFFFF" w:tentative="1">
      <w:start w:val="1"/>
      <w:numFmt w:val="lowerLetter"/>
      <w:lvlText w:val="%8."/>
      <w:lvlJc w:val="left"/>
      <w:pPr>
        <w:ind w:left="6707" w:hanging="360"/>
      </w:pPr>
    </w:lvl>
    <w:lvl w:ilvl="8" w:tplc="FFFFFFFF" w:tentative="1">
      <w:start w:val="1"/>
      <w:numFmt w:val="lowerRoman"/>
      <w:lvlText w:val="%9."/>
      <w:lvlJc w:val="right"/>
      <w:pPr>
        <w:ind w:left="7427" w:hanging="180"/>
      </w:pPr>
    </w:lvl>
  </w:abstractNum>
  <w:abstractNum w:abstractNumId="85" w15:restartNumberingAfterBreak="0">
    <w:nsid w:val="7C297E8F"/>
    <w:multiLevelType w:val="multilevel"/>
    <w:tmpl w:val="34E6B6B4"/>
    <w:lvl w:ilvl="0">
      <w:start w:val="1"/>
      <w:numFmt w:val="decimal"/>
      <w:pStyle w:val="Ttulo"/>
      <w:lvlText w:val="%1."/>
      <w:lvlJc w:val="left"/>
      <w:pPr>
        <w:ind w:left="357" w:hanging="357"/>
      </w:pPr>
      <w:rPr>
        <w:rFonts w:hint="default"/>
      </w:rPr>
    </w:lvl>
    <w:lvl w:ilvl="1">
      <w:start w:val="1"/>
      <w:numFmt w:val="decimal"/>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low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DB85E1B"/>
    <w:multiLevelType w:val="hybridMultilevel"/>
    <w:tmpl w:val="69D48358"/>
    <w:lvl w:ilvl="0" w:tplc="64C8E594">
      <w:start w:val="1"/>
      <w:numFmt w:val="decimal"/>
      <w:lvlText w:val="%1."/>
      <w:lvlJc w:val="left"/>
      <w:pPr>
        <w:ind w:left="0" w:firstLine="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ED74163"/>
    <w:multiLevelType w:val="hybridMultilevel"/>
    <w:tmpl w:val="6C3CABFA"/>
    <w:lvl w:ilvl="0" w:tplc="080A0015">
      <w:start w:val="1"/>
      <w:numFmt w:val="upperLetter"/>
      <w:lvlText w:val="%1."/>
      <w:lvlJc w:val="left"/>
      <w:pPr>
        <w:ind w:left="1667" w:hanging="360"/>
      </w:pPr>
    </w:lvl>
    <w:lvl w:ilvl="1" w:tplc="080A0019" w:tentative="1">
      <w:start w:val="1"/>
      <w:numFmt w:val="lowerLetter"/>
      <w:lvlText w:val="%2."/>
      <w:lvlJc w:val="left"/>
      <w:pPr>
        <w:ind w:left="2387" w:hanging="360"/>
      </w:pPr>
    </w:lvl>
    <w:lvl w:ilvl="2" w:tplc="080A001B" w:tentative="1">
      <w:start w:val="1"/>
      <w:numFmt w:val="lowerRoman"/>
      <w:lvlText w:val="%3."/>
      <w:lvlJc w:val="right"/>
      <w:pPr>
        <w:ind w:left="3107" w:hanging="180"/>
      </w:pPr>
    </w:lvl>
    <w:lvl w:ilvl="3" w:tplc="080A000F" w:tentative="1">
      <w:start w:val="1"/>
      <w:numFmt w:val="decimal"/>
      <w:lvlText w:val="%4."/>
      <w:lvlJc w:val="left"/>
      <w:pPr>
        <w:ind w:left="3827" w:hanging="360"/>
      </w:pPr>
    </w:lvl>
    <w:lvl w:ilvl="4" w:tplc="080A0019" w:tentative="1">
      <w:start w:val="1"/>
      <w:numFmt w:val="lowerLetter"/>
      <w:lvlText w:val="%5."/>
      <w:lvlJc w:val="left"/>
      <w:pPr>
        <w:ind w:left="4547" w:hanging="360"/>
      </w:pPr>
    </w:lvl>
    <w:lvl w:ilvl="5" w:tplc="080A001B" w:tentative="1">
      <w:start w:val="1"/>
      <w:numFmt w:val="lowerRoman"/>
      <w:lvlText w:val="%6."/>
      <w:lvlJc w:val="right"/>
      <w:pPr>
        <w:ind w:left="5267" w:hanging="180"/>
      </w:pPr>
    </w:lvl>
    <w:lvl w:ilvl="6" w:tplc="080A000F" w:tentative="1">
      <w:start w:val="1"/>
      <w:numFmt w:val="decimal"/>
      <w:lvlText w:val="%7."/>
      <w:lvlJc w:val="left"/>
      <w:pPr>
        <w:ind w:left="5987" w:hanging="360"/>
      </w:pPr>
    </w:lvl>
    <w:lvl w:ilvl="7" w:tplc="080A0019" w:tentative="1">
      <w:start w:val="1"/>
      <w:numFmt w:val="lowerLetter"/>
      <w:lvlText w:val="%8."/>
      <w:lvlJc w:val="left"/>
      <w:pPr>
        <w:ind w:left="6707" w:hanging="360"/>
      </w:pPr>
    </w:lvl>
    <w:lvl w:ilvl="8" w:tplc="080A001B" w:tentative="1">
      <w:start w:val="1"/>
      <w:numFmt w:val="lowerRoman"/>
      <w:lvlText w:val="%9."/>
      <w:lvlJc w:val="right"/>
      <w:pPr>
        <w:ind w:left="7427" w:hanging="180"/>
      </w:pPr>
    </w:lvl>
  </w:abstractNum>
  <w:num w:numId="1" w16cid:durableId="1086724801">
    <w:abstractNumId w:val="72"/>
  </w:num>
  <w:num w:numId="2" w16cid:durableId="1188055679">
    <w:abstractNumId w:val="5"/>
  </w:num>
  <w:num w:numId="3" w16cid:durableId="51855706">
    <w:abstractNumId w:val="36"/>
  </w:num>
  <w:num w:numId="4" w16cid:durableId="1569879777">
    <w:abstractNumId w:val="44"/>
  </w:num>
  <w:num w:numId="5" w16cid:durableId="1527980502">
    <w:abstractNumId w:val="67"/>
  </w:num>
  <w:num w:numId="6" w16cid:durableId="316762578">
    <w:abstractNumId w:val="10"/>
  </w:num>
  <w:num w:numId="7" w16cid:durableId="1902018009">
    <w:abstractNumId w:val="11"/>
  </w:num>
  <w:num w:numId="8" w16cid:durableId="1404985648">
    <w:abstractNumId w:val="64"/>
  </w:num>
  <w:num w:numId="9" w16cid:durableId="1876699588">
    <w:abstractNumId w:val="55"/>
  </w:num>
  <w:num w:numId="10" w16cid:durableId="1679194161">
    <w:abstractNumId w:val="57"/>
  </w:num>
  <w:num w:numId="11" w16cid:durableId="911811902">
    <w:abstractNumId w:val="78"/>
  </w:num>
  <w:num w:numId="12" w16cid:durableId="252977594">
    <w:abstractNumId w:val="59"/>
  </w:num>
  <w:num w:numId="13" w16cid:durableId="1199775751">
    <w:abstractNumId w:val="24"/>
  </w:num>
  <w:num w:numId="14" w16cid:durableId="429397976">
    <w:abstractNumId w:val="75"/>
  </w:num>
  <w:num w:numId="15" w16cid:durableId="603348490">
    <w:abstractNumId w:val="16"/>
  </w:num>
  <w:num w:numId="16" w16cid:durableId="1607422654">
    <w:abstractNumId w:val="73"/>
  </w:num>
  <w:num w:numId="17" w16cid:durableId="1125195808">
    <w:abstractNumId w:val="20"/>
  </w:num>
  <w:num w:numId="18" w16cid:durableId="1857960903">
    <w:abstractNumId w:val="34"/>
  </w:num>
  <w:num w:numId="19" w16cid:durableId="1520508399">
    <w:abstractNumId w:val="39"/>
  </w:num>
  <w:num w:numId="20" w16cid:durableId="1442647460">
    <w:abstractNumId w:val="1"/>
  </w:num>
  <w:num w:numId="21" w16cid:durableId="148519575">
    <w:abstractNumId w:val="48"/>
  </w:num>
  <w:num w:numId="22" w16cid:durableId="788205183">
    <w:abstractNumId w:val="42"/>
  </w:num>
  <w:num w:numId="23" w16cid:durableId="1507162343">
    <w:abstractNumId w:val="19"/>
  </w:num>
  <w:num w:numId="24" w16cid:durableId="588123199">
    <w:abstractNumId w:val="71"/>
  </w:num>
  <w:num w:numId="25" w16cid:durableId="621494583">
    <w:abstractNumId w:val="70"/>
  </w:num>
  <w:num w:numId="26" w16cid:durableId="1285773784">
    <w:abstractNumId w:val="82"/>
  </w:num>
  <w:num w:numId="27" w16cid:durableId="452596360">
    <w:abstractNumId w:val="85"/>
  </w:num>
  <w:num w:numId="28" w16cid:durableId="1266889284">
    <w:abstractNumId w:val="85"/>
  </w:num>
  <w:num w:numId="29" w16cid:durableId="475295500">
    <w:abstractNumId w:val="14"/>
  </w:num>
  <w:num w:numId="30" w16cid:durableId="191620720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646394577">
    <w:abstractNumId w:val="86"/>
  </w:num>
  <w:num w:numId="32" w16cid:durableId="1879201387">
    <w:abstractNumId w:val="21"/>
  </w:num>
  <w:num w:numId="33" w16cid:durableId="247008635">
    <w:abstractNumId w:val="79"/>
  </w:num>
  <w:num w:numId="34" w16cid:durableId="1742634787">
    <w:abstractNumId w:val="41"/>
  </w:num>
  <w:num w:numId="35" w16cid:durableId="1278415479">
    <w:abstractNumId w:val="66"/>
  </w:num>
  <w:num w:numId="36" w16cid:durableId="2039157283">
    <w:abstractNumId w:val="40"/>
  </w:num>
  <w:num w:numId="37" w16cid:durableId="1291786823">
    <w:abstractNumId w:val="33"/>
  </w:num>
  <w:num w:numId="38" w16cid:durableId="253976232">
    <w:abstractNumId w:val="27"/>
  </w:num>
  <w:num w:numId="39" w16cid:durableId="913859029">
    <w:abstractNumId w:val="25"/>
  </w:num>
  <w:num w:numId="40" w16cid:durableId="2091996937">
    <w:abstractNumId w:val="83"/>
  </w:num>
  <w:num w:numId="41" w16cid:durableId="266549211">
    <w:abstractNumId w:val="9"/>
  </w:num>
  <w:num w:numId="42" w16cid:durableId="1189443123">
    <w:abstractNumId w:val="46"/>
  </w:num>
  <w:num w:numId="43" w16cid:durableId="1715306351">
    <w:abstractNumId w:val="35"/>
  </w:num>
  <w:num w:numId="44" w16cid:durableId="396052026">
    <w:abstractNumId w:val="68"/>
  </w:num>
  <w:num w:numId="45" w16cid:durableId="281153221">
    <w:abstractNumId w:val="81"/>
  </w:num>
  <w:num w:numId="46" w16cid:durableId="13729957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2869011">
    <w:abstractNumId w:val="29"/>
  </w:num>
  <w:num w:numId="48" w16cid:durableId="2122602966">
    <w:abstractNumId w:val="32"/>
  </w:num>
  <w:num w:numId="49" w16cid:durableId="1019356956">
    <w:abstractNumId w:val="7"/>
  </w:num>
  <w:num w:numId="50" w16cid:durableId="851992756">
    <w:abstractNumId w:val="4"/>
  </w:num>
  <w:num w:numId="51" w16cid:durableId="128596873">
    <w:abstractNumId w:val="60"/>
  </w:num>
  <w:num w:numId="52" w16cid:durableId="875973058">
    <w:abstractNumId w:val="77"/>
  </w:num>
  <w:num w:numId="53" w16cid:durableId="1522164086">
    <w:abstractNumId w:val="85"/>
  </w:num>
  <w:num w:numId="54" w16cid:durableId="348020549">
    <w:abstractNumId w:val="28"/>
  </w:num>
  <w:num w:numId="55" w16cid:durableId="1405175705">
    <w:abstractNumId w:val="49"/>
  </w:num>
  <w:num w:numId="56" w16cid:durableId="273175239">
    <w:abstractNumId w:val="30"/>
  </w:num>
  <w:num w:numId="57" w16cid:durableId="2095123499">
    <w:abstractNumId w:val="65"/>
  </w:num>
  <w:num w:numId="58" w16cid:durableId="251856933">
    <w:abstractNumId w:val="51"/>
  </w:num>
  <w:num w:numId="59" w16cid:durableId="14426926">
    <w:abstractNumId w:val="56"/>
  </w:num>
  <w:num w:numId="60" w16cid:durableId="876503529">
    <w:abstractNumId w:val="80"/>
  </w:num>
  <w:num w:numId="61" w16cid:durableId="1807818165">
    <w:abstractNumId w:val="17"/>
  </w:num>
  <w:num w:numId="62" w16cid:durableId="1975020531">
    <w:abstractNumId w:val="2"/>
  </w:num>
  <w:num w:numId="63" w16cid:durableId="743843084">
    <w:abstractNumId w:val="85"/>
  </w:num>
  <w:num w:numId="64" w16cid:durableId="1733040189">
    <w:abstractNumId w:val="53"/>
  </w:num>
  <w:num w:numId="65" w16cid:durableId="488133249">
    <w:abstractNumId w:val="54"/>
  </w:num>
  <w:num w:numId="66" w16cid:durableId="1999918152">
    <w:abstractNumId w:val="47"/>
  </w:num>
  <w:num w:numId="67" w16cid:durableId="1583757475">
    <w:abstractNumId w:val="38"/>
  </w:num>
  <w:num w:numId="68" w16cid:durableId="2105225719">
    <w:abstractNumId w:val="50"/>
  </w:num>
  <w:num w:numId="69" w16cid:durableId="1376195702">
    <w:abstractNumId w:val="76"/>
  </w:num>
  <w:num w:numId="70" w16cid:durableId="589003456">
    <w:abstractNumId w:val="37"/>
  </w:num>
  <w:num w:numId="71" w16cid:durableId="754982093">
    <w:abstractNumId w:val="58"/>
  </w:num>
  <w:num w:numId="72" w16cid:durableId="1171336084">
    <w:abstractNumId w:val="12"/>
  </w:num>
  <w:num w:numId="73" w16cid:durableId="691031520">
    <w:abstractNumId w:val="74"/>
  </w:num>
  <w:num w:numId="74" w16cid:durableId="94911945">
    <w:abstractNumId w:val="22"/>
  </w:num>
  <w:num w:numId="75" w16cid:durableId="2110002822">
    <w:abstractNumId w:val="62"/>
  </w:num>
  <w:num w:numId="76" w16cid:durableId="439883669">
    <w:abstractNumId w:val="43"/>
  </w:num>
  <w:num w:numId="77" w16cid:durableId="275530371">
    <w:abstractNumId w:val="26"/>
  </w:num>
  <w:num w:numId="78" w16cid:durableId="1295714716">
    <w:abstractNumId w:val="87"/>
  </w:num>
  <w:num w:numId="79" w16cid:durableId="1821269317">
    <w:abstractNumId w:val="45"/>
  </w:num>
  <w:num w:numId="80" w16cid:durableId="1393191686">
    <w:abstractNumId w:val="31"/>
  </w:num>
  <w:num w:numId="81" w16cid:durableId="1391346852">
    <w:abstractNumId w:val="23"/>
  </w:num>
  <w:num w:numId="82" w16cid:durableId="758066114">
    <w:abstractNumId w:val="85"/>
  </w:num>
  <w:num w:numId="83" w16cid:durableId="1837648637">
    <w:abstractNumId w:val="8"/>
  </w:num>
  <w:num w:numId="84" w16cid:durableId="725957244">
    <w:abstractNumId w:val="85"/>
  </w:num>
  <w:num w:numId="85" w16cid:durableId="1962563974">
    <w:abstractNumId w:val="85"/>
  </w:num>
  <w:num w:numId="86" w16cid:durableId="942687052">
    <w:abstractNumId w:val="13"/>
  </w:num>
  <w:num w:numId="87" w16cid:durableId="422529838">
    <w:abstractNumId w:val="69"/>
  </w:num>
  <w:num w:numId="88" w16cid:durableId="1275746101">
    <w:abstractNumId w:val="18"/>
  </w:num>
  <w:num w:numId="89" w16cid:durableId="961962295">
    <w:abstractNumId w:val="3"/>
  </w:num>
  <w:num w:numId="90" w16cid:durableId="411660535">
    <w:abstractNumId w:val="85"/>
  </w:num>
  <w:num w:numId="91" w16cid:durableId="15664914">
    <w:abstractNumId w:val="85"/>
  </w:num>
  <w:num w:numId="92" w16cid:durableId="413017339">
    <w:abstractNumId w:val="85"/>
  </w:num>
  <w:num w:numId="93" w16cid:durableId="2082288870">
    <w:abstractNumId w:val="85"/>
  </w:num>
  <w:num w:numId="94" w16cid:durableId="1756517452">
    <w:abstractNumId w:val="85"/>
  </w:num>
  <w:num w:numId="95" w16cid:durableId="1798136701">
    <w:abstractNumId w:val="85"/>
  </w:num>
  <w:num w:numId="96" w16cid:durableId="1614510690">
    <w:abstractNumId w:val="85"/>
  </w:num>
  <w:num w:numId="97" w16cid:durableId="1690061075">
    <w:abstractNumId w:val="85"/>
  </w:num>
  <w:num w:numId="98" w16cid:durableId="916324653">
    <w:abstractNumId w:val="85"/>
  </w:num>
  <w:num w:numId="99" w16cid:durableId="1647584643">
    <w:abstractNumId w:val="85"/>
  </w:num>
  <w:num w:numId="100" w16cid:durableId="353382084">
    <w:abstractNumId w:val="85"/>
  </w:num>
  <w:num w:numId="101" w16cid:durableId="1585602603">
    <w:abstractNumId w:val="85"/>
  </w:num>
  <w:num w:numId="102" w16cid:durableId="592476850">
    <w:abstractNumId w:val="85"/>
  </w:num>
  <w:num w:numId="103" w16cid:durableId="568228102">
    <w:abstractNumId w:val="85"/>
  </w:num>
  <w:num w:numId="104" w16cid:durableId="473838697">
    <w:abstractNumId w:val="85"/>
  </w:num>
  <w:num w:numId="105" w16cid:durableId="1618875091">
    <w:abstractNumId w:val="85"/>
  </w:num>
  <w:num w:numId="106" w16cid:durableId="474034458">
    <w:abstractNumId w:val="85"/>
  </w:num>
  <w:num w:numId="107" w16cid:durableId="1517845053">
    <w:abstractNumId w:val="85"/>
  </w:num>
  <w:num w:numId="108" w16cid:durableId="1324162580">
    <w:abstractNumId w:val="85"/>
  </w:num>
  <w:num w:numId="109" w16cid:durableId="457456519">
    <w:abstractNumId w:val="85"/>
  </w:num>
  <w:num w:numId="110" w16cid:durableId="1199851163">
    <w:abstractNumId w:val="85"/>
  </w:num>
  <w:num w:numId="111" w16cid:durableId="1841038958">
    <w:abstractNumId w:val="85"/>
  </w:num>
  <w:num w:numId="112" w16cid:durableId="896166049">
    <w:abstractNumId w:val="85"/>
  </w:num>
  <w:num w:numId="113" w16cid:durableId="1577981224">
    <w:abstractNumId w:val="85"/>
  </w:num>
  <w:num w:numId="114" w16cid:durableId="2101026616">
    <w:abstractNumId w:val="85"/>
  </w:num>
  <w:num w:numId="115" w16cid:durableId="1564214006">
    <w:abstractNumId w:val="85"/>
  </w:num>
  <w:num w:numId="116" w16cid:durableId="923757748">
    <w:abstractNumId w:val="85"/>
  </w:num>
  <w:num w:numId="117" w16cid:durableId="283074290">
    <w:abstractNumId w:val="85"/>
  </w:num>
  <w:num w:numId="118" w16cid:durableId="172302254">
    <w:abstractNumId w:val="85"/>
  </w:num>
  <w:num w:numId="119" w16cid:durableId="1187210005">
    <w:abstractNumId w:val="85"/>
  </w:num>
  <w:num w:numId="120" w16cid:durableId="1856187351">
    <w:abstractNumId w:val="85"/>
  </w:num>
  <w:num w:numId="121" w16cid:durableId="912399373">
    <w:abstractNumId w:val="85"/>
  </w:num>
  <w:num w:numId="122" w16cid:durableId="306596303">
    <w:abstractNumId w:val="85"/>
  </w:num>
  <w:num w:numId="123" w16cid:durableId="212084832">
    <w:abstractNumId w:val="85"/>
  </w:num>
  <w:num w:numId="124" w16cid:durableId="350839532">
    <w:abstractNumId w:val="85"/>
  </w:num>
  <w:num w:numId="125" w16cid:durableId="961423744">
    <w:abstractNumId w:val="85"/>
  </w:num>
  <w:num w:numId="126" w16cid:durableId="387922325">
    <w:abstractNumId w:val="85"/>
  </w:num>
  <w:num w:numId="127" w16cid:durableId="169561430">
    <w:abstractNumId w:val="85"/>
  </w:num>
  <w:num w:numId="128" w16cid:durableId="38820163">
    <w:abstractNumId w:val="85"/>
  </w:num>
  <w:num w:numId="129" w16cid:durableId="497623970">
    <w:abstractNumId w:val="85"/>
  </w:num>
  <w:num w:numId="130" w16cid:durableId="1665166179">
    <w:abstractNumId w:val="85"/>
  </w:num>
  <w:num w:numId="131" w16cid:durableId="1315791811">
    <w:abstractNumId w:val="85"/>
  </w:num>
  <w:num w:numId="132" w16cid:durableId="1184980154">
    <w:abstractNumId w:val="85"/>
  </w:num>
  <w:num w:numId="133" w16cid:durableId="219946172">
    <w:abstractNumId w:val="85"/>
  </w:num>
  <w:num w:numId="134" w16cid:durableId="1391659022">
    <w:abstractNumId w:val="85"/>
  </w:num>
  <w:num w:numId="135" w16cid:durableId="1991323973">
    <w:abstractNumId w:val="85"/>
  </w:num>
  <w:num w:numId="136" w16cid:durableId="1745906418">
    <w:abstractNumId w:val="85"/>
  </w:num>
  <w:num w:numId="137" w16cid:durableId="1239903112">
    <w:abstractNumId w:val="85"/>
  </w:num>
  <w:num w:numId="138" w16cid:durableId="367724253">
    <w:abstractNumId w:val="85"/>
  </w:num>
  <w:num w:numId="139" w16cid:durableId="1948272444">
    <w:abstractNumId w:val="85"/>
  </w:num>
  <w:num w:numId="140" w16cid:durableId="2144881363">
    <w:abstractNumId w:val="85"/>
  </w:num>
  <w:num w:numId="141" w16cid:durableId="1130709649">
    <w:abstractNumId w:val="85"/>
  </w:num>
  <w:num w:numId="142" w16cid:durableId="1812674381">
    <w:abstractNumId w:val="85"/>
  </w:num>
  <w:num w:numId="143" w16cid:durableId="463278040">
    <w:abstractNumId w:val="85"/>
  </w:num>
  <w:num w:numId="144" w16cid:durableId="2133480843">
    <w:abstractNumId w:val="85"/>
  </w:num>
  <w:num w:numId="145" w16cid:durableId="1288702298">
    <w:abstractNumId w:val="85"/>
  </w:num>
  <w:num w:numId="146" w16cid:durableId="1738702734">
    <w:abstractNumId w:val="52"/>
  </w:num>
  <w:num w:numId="147" w16cid:durableId="993220513">
    <w:abstractNumId w:val="85"/>
  </w:num>
  <w:num w:numId="148" w16cid:durableId="539050074">
    <w:abstractNumId w:val="85"/>
  </w:num>
  <w:num w:numId="149" w16cid:durableId="580259497">
    <w:abstractNumId w:val="85"/>
  </w:num>
  <w:num w:numId="150" w16cid:durableId="1697000042">
    <w:abstractNumId w:val="85"/>
  </w:num>
  <w:num w:numId="151" w16cid:durableId="1680421833">
    <w:abstractNumId w:val="85"/>
  </w:num>
  <w:num w:numId="152" w16cid:durableId="299307622">
    <w:abstractNumId w:val="85"/>
  </w:num>
  <w:num w:numId="153" w16cid:durableId="1586694411">
    <w:abstractNumId w:val="61"/>
  </w:num>
  <w:num w:numId="154" w16cid:durableId="487208718">
    <w:abstractNumId w:val="84"/>
  </w:num>
  <w:num w:numId="155" w16cid:durableId="150497392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09304410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413159712">
    <w:abstractNumId w:val="15"/>
  </w:num>
  <w:num w:numId="158" w16cid:durableId="3618308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549994575">
    <w:abstractNumId w:val="85"/>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attachedTemplate r:id="rId1"/>
  <w:linkStyl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E9F"/>
    <w:rsid w:val="00017059"/>
    <w:rsid w:val="000314B3"/>
    <w:rsid w:val="00040886"/>
    <w:rsid w:val="000442BF"/>
    <w:rsid w:val="00064226"/>
    <w:rsid w:val="00073666"/>
    <w:rsid w:val="00076C45"/>
    <w:rsid w:val="000D07FA"/>
    <w:rsid w:val="000E528E"/>
    <w:rsid w:val="001052AD"/>
    <w:rsid w:val="00107BC3"/>
    <w:rsid w:val="001143A5"/>
    <w:rsid w:val="0013356D"/>
    <w:rsid w:val="00147E2A"/>
    <w:rsid w:val="00150B11"/>
    <w:rsid w:val="001A6CFD"/>
    <w:rsid w:val="001B58C3"/>
    <w:rsid w:val="001D0033"/>
    <w:rsid w:val="001D7778"/>
    <w:rsid w:val="001E1C11"/>
    <w:rsid w:val="001F1D46"/>
    <w:rsid w:val="00200B24"/>
    <w:rsid w:val="00207E6E"/>
    <w:rsid w:val="00232553"/>
    <w:rsid w:val="00232A0B"/>
    <w:rsid w:val="002647E0"/>
    <w:rsid w:val="002A379A"/>
    <w:rsid w:val="0034199E"/>
    <w:rsid w:val="003519CD"/>
    <w:rsid w:val="0036592A"/>
    <w:rsid w:val="0037605F"/>
    <w:rsid w:val="00382C9B"/>
    <w:rsid w:val="00386225"/>
    <w:rsid w:val="00393444"/>
    <w:rsid w:val="003B059E"/>
    <w:rsid w:val="003C1140"/>
    <w:rsid w:val="003F03B4"/>
    <w:rsid w:val="00426BB7"/>
    <w:rsid w:val="004312C7"/>
    <w:rsid w:val="004406C0"/>
    <w:rsid w:val="00475B7C"/>
    <w:rsid w:val="00496854"/>
    <w:rsid w:val="004A129D"/>
    <w:rsid w:val="004C52F6"/>
    <w:rsid w:val="004D2D3E"/>
    <w:rsid w:val="004D55BF"/>
    <w:rsid w:val="004F6D03"/>
    <w:rsid w:val="00506174"/>
    <w:rsid w:val="00531DEA"/>
    <w:rsid w:val="00547309"/>
    <w:rsid w:val="00551761"/>
    <w:rsid w:val="00556A49"/>
    <w:rsid w:val="00560FEB"/>
    <w:rsid w:val="005675C3"/>
    <w:rsid w:val="00585218"/>
    <w:rsid w:val="005871C1"/>
    <w:rsid w:val="005B6AFD"/>
    <w:rsid w:val="005E76DA"/>
    <w:rsid w:val="005F2E82"/>
    <w:rsid w:val="005F5BB4"/>
    <w:rsid w:val="00610627"/>
    <w:rsid w:val="00625B25"/>
    <w:rsid w:val="00627627"/>
    <w:rsid w:val="00627979"/>
    <w:rsid w:val="00631C58"/>
    <w:rsid w:val="006416AC"/>
    <w:rsid w:val="00642BC7"/>
    <w:rsid w:val="00644EC1"/>
    <w:rsid w:val="006545D2"/>
    <w:rsid w:val="006604B5"/>
    <w:rsid w:val="00675397"/>
    <w:rsid w:val="00675727"/>
    <w:rsid w:val="006802D3"/>
    <w:rsid w:val="0068608E"/>
    <w:rsid w:val="006A4D3D"/>
    <w:rsid w:val="006B79F9"/>
    <w:rsid w:val="006D2217"/>
    <w:rsid w:val="006D41BA"/>
    <w:rsid w:val="00702131"/>
    <w:rsid w:val="00722969"/>
    <w:rsid w:val="00727E67"/>
    <w:rsid w:val="00732132"/>
    <w:rsid w:val="00755988"/>
    <w:rsid w:val="0076569C"/>
    <w:rsid w:val="007B58F7"/>
    <w:rsid w:val="007B7CB1"/>
    <w:rsid w:val="007D0E9F"/>
    <w:rsid w:val="007D6002"/>
    <w:rsid w:val="007F0035"/>
    <w:rsid w:val="007F1F8E"/>
    <w:rsid w:val="007F34F2"/>
    <w:rsid w:val="00800B21"/>
    <w:rsid w:val="00802FA7"/>
    <w:rsid w:val="00803D9A"/>
    <w:rsid w:val="00820E21"/>
    <w:rsid w:val="00836965"/>
    <w:rsid w:val="008435D0"/>
    <w:rsid w:val="00845BE7"/>
    <w:rsid w:val="00856064"/>
    <w:rsid w:val="0087339C"/>
    <w:rsid w:val="00877702"/>
    <w:rsid w:val="008869A6"/>
    <w:rsid w:val="00886D2F"/>
    <w:rsid w:val="008B5DD8"/>
    <w:rsid w:val="008D7510"/>
    <w:rsid w:val="008F4D44"/>
    <w:rsid w:val="00917752"/>
    <w:rsid w:val="00931822"/>
    <w:rsid w:val="00934FA4"/>
    <w:rsid w:val="00945A53"/>
    <w:rsid w:val="00952362"/>
    <w:rsid w:val="00953E0E"/>
    <w:rsid w:val="00955AA2"/>
    <w:rsid w:val="00960455"/>
    <w:rsid w:val="009A2FDA"/>
    <w:rsid w:val="009B0449"/>
    <w:rsid w:val="009C44CA"/>
    <w:rsid w:val="009D6672"/>
    <w:rsid w:val="009E615B"/>
    <w:rsid w:val="009E7BFC"/>
    <w:rsid w:val="00A02BE1"/>
    <w:rsid w:val="00A159D7"/>
    <w:rsid w:val="00A22D86"/>
    <w:rsid w:val="00A3083E"/>
    <w:rsid w:val="00A375FB"/>
    <w:rsid w:val="00A41632"/>
    <w:rsid w:val="00A430CC"/>
    <w:rsid w:val="00A6507C"/>
    <w:rsid w:val="00A66209"/>
    <w:rsid w:val="00A723E8"/>
    <w:rsid w:val="00A73FF8"/>
    <w:rsid w:val="00A74595"/>
    <w:rsid w:val="00A812AC"/>
    <w:rsid w:val="00A859A1"/>
    <w:rsid w:val="00A96F9B"/>
    <w:rsid w:val="00AA656A"/>
    <w:rsid w:val="00AE1B4E"/>
    <w:rsid w:val="00B07466"/>
    <w:rsid w:val="00B07617"/>
    <w:rsid w:val="00B513B9"/>
    <w:rsid w:val="00B61B46"/>
    <w:rsid w:val="00B6645E"/>
    <w:rsid w:val="00B66CCE"/>
    <w:rsid w:val="00BB2EBB"/>
    <w:rsid w:val="00BC1AFB"/>
    <w:rsid w:val="00BC59DF"/>
    <w:rsid w:val="00BC5C4A"/>
    <w:rsid w:val="00BD1BF8"/>
    <w:rsid w:val="00C005B7"/>
    <w:rsid w:val="00C06D2B"/>
    <w:rsid w:val="00C151C8"/>
    <w:rsid w:val="00C21B6F"/>
    <w:rsid w:val="00C244F7"/>
    <w:rsid w:val="00C400D6"/>
    <w:rsid w:val="00C81B80"/>
    <w:rsid w:val="00CD65C0"/>
    <w:rsid w:val="00D140D3"/>
    <w:rsid w:val="00D22299"/>
    <w:rsid w:val="00D2567E"/>
    <w:rsid w:val="00D27990"/>
    <w:rsid w:val="00D36645"/>
    <w:rsid w:val="00D66F08"/>
    <w:rsid w:val="00D673D0"/>
    <w:rsid w:val="00D84A9A"/>
    <w:rsid w:val="00DA0236"/>
    <w:rsid w:val="00DA14D3"/>
    <w:rsid w:val="00DB525B"/>
    <w:rsid w:val="00DD1A44"/>
    <w:rsid w:val="00DE4DBB"/>
    <w:rsid w:val="00E06F70"/>
    <w:rsid w:val="00E22BBB"/>
    <w:rsid w:val="00E35B88"/>
    <w:rsid w:val="00E47B14"/>
    <w:rsid w:val="00E6774B"/>
    <w:rsid w:val="00E83720"/>
    <w:rsid w:val="00EA1FE4"/>
    <w:rsid w:val="00EA4000"/>
    <w:rsid w:val="00ED10FC"/>
    <w:rsid w:val="00EF2A80"/>
    <w:rsid w:val="00EF7494"/>
    <w:rsid w:val="00F105FE"/>
    <w:rsid w:val="00F2640F"/>
    <w:rsid w:val="00F30780"/>
    <w:rsid w:val="00F338D4"/>
    <w:rsid w:val="00F5302F"/>
    <w:rsid w:val="00F655F5"/>
    <w:rsid w:val="00F67C94"/>
    <w:rsid w:val="00F9278B"/>
    <w:rsid w:val="00FA33E5"/>
    <w:rsid w:val="00FB5EF0"/>
    <w:rsid w:val="00FE0330"/>
    <w:rsid w:val="00FE13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2DA36"/>
  <w15:docId w15:val="{1BF5D3C5-AD0D-4625-B662-66E4D5F1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64"/>
    <w:pPr>
      <w:spacing w:before="120" w:after="120" w:line="240" w:lineRule="auto"/>
      <w:jc w:val="both"/>
    </w:pPr>
    <w:rPr>
      <w:rFonts w:ascii="Montserrat" w:eastAsia="Times New Roman" w:hAnsi="Montserrat" w:cs="Times New Roman"/>
      <w:sz w:val="20"/>
      <w:szCs w:val="20"/>
      <w:lang w:val="es-ES"/>
    </w:rPr>
  </w:style>
  <w:style w:type="paragraph" w:styleId="Ttulo1">
    <w:name w:val="heading 1"/>
    <w:basedOn w:val="Normal"/>
    <w:next w:val="Normal"/>
    <w:link w:val="Ttulo1Car"/>
    <w:qFormat/>
    <w:rsid w:val="00856064"/>
    <w:pPr>
      <w:keepNext/>
      <w:ind w:left="284" w:right="391"/>
      <w:outlineLvl w:val="0"/>
    </w:pPr>
    <w:rPr>
      <w:b/>
    </w:rPr>
  </w:style>
  <w:style w:type="paragraph" w:styleId="Ttulo2">
    <w:name w:val="heading 2"/>
    <w:basedOn w:val="Normal"/>
    <w:next w:val="Normal"/>
    <w:link w:val="Ttulo2Car"/>
    <w:qFormat/>
    <w:rsid w:val="00856064"/>
    <w:pPr>
      <w:keepNext/>
      <w:widowControl w:val="0"/>
      <w:tabs>
        <w:tab w:val="left" w:pos="8222"/>
        <w:tab w:val="left" w:pos="8364"/>
      </w:tabs>
      <w:ind w:right="1893"/>
      <w:jc w:val="center"/>
      <w:outlineLvl w:val="1"/>
    </w:pPr>
    <w:rPr>
      <w:b/>
      <w:lang w:val="es-ES_tradnl" w:eastAsia="es-ES"/>
    </w:rPr>
  </w:style>
  <w:style w:type="paragraph" w:styleId="Ttulo3">
    <w:name w:val="heading 3"/>
    <w:basedOn w:val="Normal"/>
    <w:next w:val="Normal"/>
    <w:link w:val="Ttulo3Car"/>
    <w:qFormat/>
    <w:rsid w:val="00856064"/>
    <w:pPr>
      <w:keepNext/>
      <w:widowControl w:val="0"/>
      <w:spacing w:line="-240" w:lineRule="auto"/>
      <w:ind w:right="2176"/>
      <w:jc w:val="center"/>
      <w:outlineLvl w:val="2"/>
    </w:pPr>
    <w:rPr>
      <w:rFonts w:ascii="Arial" w:hAnsi="Arial"/>
      <w:b/>
      <w:sz w:val="24"/>
      <w:lang w:val="es-ES_tradnl" w:eastAsia="es-ES"/>
    </w:rPr>
  </w:style>
  <w:style w:type="paragraph" w:styleId="Ttulo4">
    <w:name w:val="heading 4"/>
    <w:basedOn w:val="Normal"/>
    <w:next w:val="Normal"/>
    <w:link w:val="Ttulo4Car"/>
    <w:qFormat/>
    <w:rsid w:val="00856064"/>
    <w:pPr>
      <w:keepNext/>
      <w:widowControl w:val="0"/>
      <w:jc w:val="center"/>
      <w:outlineLvl w:val="3"/>
    </w:pPr>
    <w:rPr>
      <w:rFonts w:ascii="Arial" w:hAnsi="Arial"/>
      <w:b/>
      <w:sz w:val="24"/>
      <w:lang w:val="es-MX" w:eastAsia="es-ES"/>
    </w:rPr>
  </w:style>
  <w:style w:type="paragraph" w:styleId="Ttulo5">
    <w:name w:val="heading 5"/>
    <w:basedOn w:val="Normal"/>
    <w:next w:val="Normal"/>
    <w:link w:val="Ttulo5Car"/>
    <w:qFormat/>
    <w:rsid w:val="00856064"/>
    <w:pPr>
      <w:keepNext/>
      <w:widowControl w:val="0"/>
      <w:spacing w:line="-240" w:lineRule="auto"/>
      <w:ind w:right="476"/>
      <w:jc w:val="center"/>
      <w:outlineLvl w:val="4"/>
    </w:pPr>
    <w:rPr>
      <w:rFonts w:ascii="Arial" w:hAnsi="Arial"/>
      <w:b/>
      <w:sz w:val="24"/>
      <w:lang w:val="es-ES_tradnl" w:eastAsia="es-ES"/>
    </w:rPr>
  </w:style>
  <w:style w:type="paragraph" w:styleId="Ttulo6">
    <w:name w:val="heading 6"/>
    <w:basedOn w:val="Normal"/>
    <w:next w:val="Normal"/>
    <w:link w:val="Ttulo6Car"/>
    <w:qFormat/>
    <w:rsid w:val="00856064"/>
    <w:pPr>
      <w:keepNext/>
      <w:outlineLvl w:val="5"/>
    </w:pPr>
    <w:rPr>
      <w:rFonts w:ascii="Arial" w:hAnsi="Arial"/>
      <w:b/>
      <w:sz w:val="24"/>
    </w:rPr>
  </w:style>
  <w:style w:type="paragraph" w:styleId="Ttulo7">
    <w:name w:val="heading 7"/>
    <w:basedOn w:val="Normal"/>
    <w:next w:val="Normal"/>
    <w:link w:val="Ttulo7Car"/>
    <w:qFormat/>
    <w:rsid w:val="00856064"/>
    <w:pPr>
      <w:keepNext/>
      <w:widowControl w:val="0"/>
      <w:ind w:left="-426" w:right="1524"/>
      <w:jc w:val="center"/>
      <w:outlineLvl w:val="6"/>
    </w:pPr>
    <w:rPr>
      <w:rFonts w:ascii="Arial" w:hAnsi="Arial"/>
      <w:b/>
      <w:snapToGrid w:val="0"/>
      <w:sz w:val="24"/>
      <w:lang w:val="es-ES_tradnl" w:eastAsia="es-ES"/>
    </w:rPr>
  </w:style>
  <w:style w:type="paragraph" w:styleId="Ttulo8">
    <w:name w:val="heading 8"/>
    <w:basedOn w:val="Normal"/>
    <w:next w:val="Normal"/>
    <w:link w:val="Ttulo8Car"/>
    <w:qFormat/>
    <w:rsid w:val="00856064"/>
    <w:pPr>
      <w:keepNext/>
      <w:widowControl w:val="0"/>
      <w:tabs>
        <w:tab w:val="left" w:pos="7018"/>
      </w:tabs>
      <w:spacing w:line="-240" w:lineRule="auto"/>
      <w:ind w:left="639" w:right="497"/>
      <w:outlineLvl w:val="7"/>
    </w:pPr>
    <w:rPr>
      <w:rFonts w:ascii="Arial" w:hAnsi="Arial"/>
      <w:sz w:val="24"/>
      <w:lang w:val="es-ES_tradnl" w:eastAsia="es-ES"/>
    </w:rPr>
  </w:style>
  <w:style w:type="paragraph" w:styleId="Ttulo9">
    <w:name w:val="heading 9"/>
    <w:basedOn w:val="Normal"/>
    <w:next w:val="Normal"/>
    <w:link w:val="Ttulo9Car"/>
    <w:qFormat/>
    <w:rsid w:val="00856064"/>
    <w:pPr>
      <w:keepNext/>
      <w:widowControl w:val="0"/>
      <w:ind w:left="-426"/>
      <w:jc w:val="right"/>
      <w:outlineLvl w:val="8"/>
    </w:pPr>
    <w:rPr>
      <w:rFonts w:ascii="Arial" w:hAnsi="Arial"/>
      <w:b/>
      <w:snapToGrid w:val="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1822"/>
    <w:rPr>
      <w:rFonts w:ascii="Montserrat" w:eastAsia="Times New Roman" w:hAnsi="Montserrat" w:cs="Times New Roman"/>
      <w:b/>
      <w:sz w:val="20"/>
      <w:szCs w:val="20"/>
      <w:lang w:val="es-ES"/>
    </w:rPr>
  </w:style>
  <w:style w:type="paragraph" w:customStyle="1" w:styleId="footnotedescription">
    <w:name w:val="footnote description"/>
    <w:next w:val="Normal"/>
    <w:link w:val="footnotedescriptionChar"/>
    <w:hidden/>
    <w:pPr>
      <w:spacing w:after="0"/>
      <w:ind w:left="336" w:right="59" w:hanging="283"/>
      <w:jc w:val="both"/>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Arial" w:eastAsia="Arial" w:hAnsi="Arial" w:cs="Arial"/>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Ttulodellibro">
    <w:name w:val="Book Title"/>
    <w:basedOn w:val="Fuentedeprrafopredeter"/>
    <w:uiPriority w:val="33"/>
    <w:qFormat/>
    <w:rsid w:val="00856064"/>
    <w:rPr>
      <w:rFonts w:ascii="Montserrat" w:hAnsi="Montserrat"/>
      <w:b/>
      <w:bCs/>
      <w:i w:val="0"/>
      <w:iCs/>
      <w:spacing w:val="5"/>
      <w:sz w:val="20"/>
    </w:rPr>
  </w:style>
  <w:style w:type="character" w:styleId="nfasis">
    <w:name w:val="Emphasis"/>
    <w:basedOn w:val="Fuentedeprrafopredeter"/>
    <w:uiPriority w:val="20"/>
    <w:qFormat/>
    <w:rsid w:val="00D673D0"/>
    <w:rPr>
      <w:i/>
      <w:iCs/>
    </w:rPr>
  </w:style>
  <w:style w:type="numbering" w:styleId="111111">
    <w:name w:val="Outline List 2"/>
    <w:basedOn w:val="Sinlista"/>
    <w:rsid w:val="00856064"/>
    <w:pPr>
      <w:numPr>
        <w:numId w:val="21"/>
      </w:numPr>
    </w:pPr>
  </w:style>
  <w:style w:type="numbering" w:styleId="1ai">
    <w:name w:val="Outline List 1"/>
    <w:basedOn w:val="Sinlista"/>
    <w:rsid w:val="00856064"/>
    <w:pPr>
      <w:numPr>
        <w:numId w:val="24"/>
      </w:numPr>
    </w:pPr>
  </w:style>
  <w:style w:type="paragraph" w:customStyle="1" w:styleId="Arial12">
    <w:name w:val="Arial12"/>
    <w:basedOn w:val="Normal"/>
    <w:rsid w:val="00856064"/>
    <w:pPr>
      <w:spacing w:line="360" w:lineRule="auto"/>
    </w:pPr>
    <w:rPr>
      <w:rFonts w:ascii="Arial" w:hAnsi="Arial"/>
      <w:sz w:val="24"/>
      <w:lang w:val="es-MX" w:eastAsia="es-ES"/>
    </w:rPr>
  </w:style>
  <w:style w:type="paragraph" w:styleId="Cita">
    <w:name w:val="Quote"/>
    <w:basedOn w:val="Normal"/>
    <w:next w:val="Normal"/>
    <w:link w:val="CitaCar"/>
    <w:uiPriority w:val="29"/>
    <w:qFormat/>
    <w:rsid w:val="00856064"/>
    <w:pPr>
      <w:ind w:left="1134" w:right="1042"/>
    </w:pPr>
    <w:rPr>
      <w:i/>
      <w:iCs/>
      <w:lang w:val="es-ES_tradnl"/>
    </w:rPr>
  </w:style>
  <w:style w:type="character" w:customStyle="1" w:styleId="CitaCar">
    <w:name w:val="Cita Car"/>
    <w:basedOn w:val="Fuentedeprrafopredeter"/>
    <w:link w:val="Cita"/>
    <w:uiPriority w:val="29"/>
    <w:rsid w:val="00856064"/>
    <w:rPr>
      <w:rFonts w:ascii="Montserrat" w:eastAsia="Times New Roman" w:hAnsi="Montserrat" w:cs="Times New Roman"/>
      <w:i/>
      <w:iCs/>
      <w:sz w:val="20"/>
      <w:szCs w:val="20"/>
      <w:lang w:val="es-ES_tradnl"/>
    </w:rPr>
  </w:style>
  <w:style w:type="paragraph" w:styleId="Encabezado">
    <w:name w:val="header"/>
    <w:basedOn w:val="Normal"/>
    <w:link w:val="EncabezadoCar"/>
    <w:uiPriority w:val="99"/>
    <w:rsid w:val="00856064"/>
    <w:pPr>
      <w:widowControl w:val="0"/>
      <w:tabs>
        <w:tab w:val="center" w:pos="4819"/>
        <w:tab w:val="right" w:pos="9071"/>
      </w:tabs>
    </w:pPr>
    <w:rPr>
      <w:rFonts w:ascii="CG Times (WN)" w:hAnsi="CG Times (WN)"/>
      <w:sz w:val="24"/>
      <w:lang w:val="es-ES_tradnl" w:eastAsia="es-ES"/>
    </w:rPr>
  </w:style>
  <w:style w:type="character" w:customStyle="1" w:styleId="EncabezadoCar">
    <w:name w:val="Encabezado Car"/>
    <w:link w:val="Encabezado"/>
    <w:uiPriority w:val="99"/>
    <w:rsid w:val="00856064"/>
    <w:rPr>
      <w:rFonts w:ascii="CG Times (WN)" w:eastAsia="Times New Roman" w:hAnsi="CG Times (WN)" w:cs="Times New Roman"/>
      <w:sz w:val="24"/>
      <w:szCs w:val="20"/>
      <w:lang w:val="es-ES_tradnl" w:eastAsia="es-ES"/>
    </w:rPr>
  </w:style>
  <w:style w:type="numbering" w:customStyle="1" w:styleId="Estilo1">
    <w:name w:val="Estilo1"/>
    <w:basedOn w:val="Sinlista"/>
    <w:rsid w:val="00856064"/>
    <w:pPr>
      <w:numPr>
        <w:numId w:val="25"/>
      </w:numPr>
    </w:pPr>
  </w:style>
  <w:style w:type="numbering" w:customStyle="1" w:styleId="Estilo2">
    <w:name w:val="Estilo2"/>
    <w:uiPriority w:val="99"/>
    <w:rsid w:val="00856064"/>
    <w:pPr>
      <w:numPr>
        <w:numId w:val="26"/>
      </w:numPr>
    </w:pPr>
  </w:style>
  <w:style w:type="character" w:styleId="Hipervnculo">
    <w:name w:val="Hyperlink"/>
    <w:uiPriority w:val="99"/>
    <w:rsid w:val="00856064"/>
    <w:rPr>
      <w:color w:val="0000FF"/>
      <w:u w:val="single"/>
    </w:rPr>
  </w:style>
  <w:style w:type="paragraph" w:customStyle="1" w:styleId="norm1">
    <w:name w:val="norm1"/>
    <w:basedOn w:val="Normal"/>
    <w:rsid w:val="00856064"/>
    <w:pPr>
      <w:keepLines/>
      <w:widowControl w:val="0"/>
      <w:spacing w:before="60" w:line="-360" w:lineRule="auto"/>
      <w:ind w:left="568" w:hanging="284"/>
    </w:pPr>
    <w:rPr>
      <w:rFonts w:ascii="Arial Narrow" w:hAnsi="Arial Narrow"/>
      <w:sz w:val="24"/>
      <w:lang w:val="es-MX" w:eastAsia="es-ES"/>
    </w:rPr>
  </w:style>
  <w:style w:type="character" w:styleId="Nmerodepgina">
    <w:name w:val="page number"/>
    <w:basedOn w:val="Fuentedeprrafopredeter"/>
    <w:rsid w:val="00856064"/>
  </w:style>
  <w:style w:type="paragraph" w:customStyle="1" w:styleId="p0">
    <w:name w:val="p0"/>
    <w:basedOn w:val="Normal"/>
    <w:rsid w:val="00856064"/>
    <w:pPr>
      <w:widowControl w:val="0"/>
      <w:tabs>
        <w:tab w:val="left" w:pos="720"/>
      </w:tabs>
    </w:pPr>
    <w:rPr>
      <w:rFonts w:ascii="Times" w:hAnsi="Times"/>
      <w:sz w:val="24"/>
      <w:lang w:val="es-ES_tradnl" w:eastAsia="es-ES"/>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856064"/>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856064"/>
    <w:rPr>
      <w:rFonts w:ascii="Montserrat" w:eastAsia="Times New Roman" w:hAnsi="Montserrat" w:cs="Times New Roman"/>
      <w:sz w:val="20"/>
      <w:szCs w:val="20"/>
      <w:lang w:val="es-ES"/>
    </w:rPr>
  </w:style>
  <w:style w:type="paragraph" w:styleId="Piedepgina">
    <w:name w:val="footer"/>
    <w:basedOn w:val="Normal"/>
    <w:link w:val="PiedepginaCar"/>
    <w:uiPriority w:val="99"/>
    <w:rsid w:val="00856064"/>
    <w:pPr>
      <w:widowControl w:val="0"/>
      <w:tabs>
        <w:tab w:val="center" w:pos="4819"/>
        <w:tab w:val="right" w:pos="9071"/>
      </w:tabs>
    </w:pPr>
    <w:rPr>
      <w:rFonts w:ascii="CG Times" w:hAnsi="CG Times"/>
      <w:lang w:val="es-ES_tradnl" w:eastAsia="es-ES"/>
    </w:rPr>
  </w:style>
  <w:style w:type="character" w:customStyle="1" w:styleId="PiedepginaCar">
    <w:name w:val="Pie de página Car"/>
    <w:basedOn w:val="Fuentedeprrafopredeter"/>
    <w:link w:val="Piedepgina"/>
    <w:uiPriority w:val="99"/>
    <w:rsid w:val="00931822"/>
    <w:rPr>
      <w:rFonts w:ascii="CG Times" w:eastAsia="Times New Roman" w:hAnsi="CG Times" w:cs="Times New Roman"/>
      <w:sz w:val="20"/>
      <w:szCs w:val="20"/>
      <w:lang w:val="es-ES_tradnl" w:eastAsia="es-ES"/>
    </w:rPr>
  </w:style>
  <w:style w:type="character" w:styleId="Refdenotaalpie">
    <w:name w:val="footnote reference"/>
    <w:semiHidden/>
    <w:rsid w:val="00856064"/>
    <w:rPr>
      <w:position w:val="6"/>
      <w:sz w:val="16"/>
    </w:rPr>
  </w:style>
  <w:style w:type="paragraph" w:styleId="Sangra2detindependiente">
    <w:name w:val="Body Text Indent 2"/>
    <w:basedOn w:val="Normal"/>
    <w:link w:val="Sangra2detindependienteCar"/>
    <w:rsid w:val="00856064"/>
    <w:pPr>
      <w:widowControl w:val="0"/>
      <w:ind w:left="703"/>
    </w:pPr>
    <w:rPr>
      <w:rFonts w:ascii="Univers" w:hAnsi="Univers"/>
      <w:sz w:val="24"/>
      <w:lang w:val="es-ES_tradnl" w:eastAsia="es-ES"/>
    </w:rPr>
  </w:style>
  <w:style w:type="character" w:customStyle="1" w:styleId="Sangra2detindependienteCar">
    <w:name w:val="Sangría 2 de t. independiente Car"/>
    <w:basedOn w:val="Fuentedeprrafopredeter"/>
    <w:link w:val="Sangra2detindependiente"/>
    <w:rsid w:val="00931822"/>
    <w:rPr>
      <w:rFonts w:ascii="Univers" w:eastAsia="Times New Roman" w:hAnsi="Univers" w:cs="Times New Roman"/>
      <w:sz w:val="24"/>
      <w:szCs w:val="20"/>
      <w:lang w:val="es-ES_tradnl" w:eastAsia="es-ES"/>
    </w:rPr>
  </w:style>
  <w:style w:type="paragraph" w:styleId="Sangra3detindependiente">
    <w:name w:val="Body Text Indent 3"/>
    <w:basedOn w:val="Normal"/>
    <w:link w:val="Sangra3detindependienteCar"/>
    <w:rsid w:val="00856064"/>
    <w:pPr>
      <w:keepNext/>
      <w:keepLines/>
      <w:spacing w:line="240" w:lineRule="exact"/>
      <w:ind w:left="142"/>
      <w:jc w:val="center"/>
    </w:pPr>
    <w:rPr>
      <w:rFonts w:ascii="Arial" w:hAnsi="Arial"/>
    </w:rPr>
  </w:style>
  <w:style w:type="character" w:customStyle="1" w:styleId="Sangra3detindependienteCar">
    <w:name w:val="Sangría 3 de t. independiente Car"/>
    <w:basedOn w:val="Fuentedeprrafopredeter"/>
    <w:link w:val="Sangra3detindependiente"/>
    <w:rsid w:val="00931822"/>
    <w:rPr>
      <w:rFonts w:ascii="Arial" w:eastAsia="Times New Roman" w:hAnsi="Arial" w:cs="Times New Roman"/>
      <w:sz w:val="20"/>
      <w:szCs w:val="20"/>
      <w:lang w:val="es-ES"/>
    </w:rPr>
  </w:style>
  <w:style w:type="paragraph" w:styleId="Sangradetextonormal">
    <w:name w:val="Body Text Indent"/>
    <w:basedOn w:val="Normal"/>
    <w:link w:val="SangradetextonormalCar"/>
    <w:rsid w:val="00856064"/>
    <w:pPr>
      <w:widowControl w:val="0"/>
    </w:pPr>
    <w:rPr>
      <w:rFonts w:ascii="Arial" w:hAnsi="Arial"/>
      <w:sz w:val="24"/>
      <w:lang w:val="es-MX" w:eastAsia="es-ES"/>
    </w:rPr>
  </w:style>
  <w:style w:type="character" w:customStyle="1" w:styleId="SangradetextonormalCar">
    <w:name w:val="Sangría de texto normal Car"/>
    <w:basedOn w:val="Fuentedeprrafopredeter"/>
    <w:link w:val="Sangradetextonormal"/>
    <w:rsid w:val="00931822"/>
    <w:rPr>
      <w:rFonts w:ascii="Arial" w:eastAsia="Times New Roman" w:hAnsi="Arial" w:cs="Times New Roman"/>
      <w:sz w:val="24"/>
      <w:szCs w:val="20"/>
      <w:lang w:eastAsia="es-ES"/>
    </w:rPr>
  </w:style>
  <w:style w:type="paragraph" w:styleId="Textodebloque">
    <w:name w:val="Block Text"/>
    <w:basedOn w:val="Normal"/>
    <w:rsid w:val="00856064"/>
    <w:pPr>
      <w:keepNext/>
      <w:keepLines/>
      <w:spacing w:line="-200" w:lineRule="auto"/>
      <w:ind w:left="142" w:right="79"/>
      <w:jc w:val="center"/>
    </w:pPr>
    <w:rPr>
      <w:rFonts w:ascii="Arial" w:hAnsi="Arial"/>
    </w:rPr>
  </w:style>
  <w:style w:type="paragraph" w:styleId="Textodeglobo">
    <w:name w:val="Balloon Text"/>
    <w:basedOn w:val="Normal"/>
    <w:link w:val="TextodegloboCar"/>
    <w:semiHidden/>
    <w:rsid w:val="00856064"/>
    <w:rPr>
      <w:rFonts w:ascii="Tahoma" w:hAnsi="Tahoma" w:cs="Tahoma"/>
      <w:sz w:val="16"/>
      <w:szCs w:val="16"/>
    </w:rPr>
  </w:style>
  <w:style w:type="character" w:customStyle="1" w:styleId="TextodegloboCar">
    <w:name w:val="Texto de globo Car"/>
    <w:basedOn w:val="Fuentedeprrafopredeter"/>
    <w:link w:val="Textodeglobo"/>
    <w:semiHidden/>
    <w:rsid w:val="00931822"/>
    <w:rPr>
      <w:rFonts w:ascii="Tahoma" w:eastAsia="Times New Roman" w:hAnsi="Tahoma" w:cs="Tahoma"/>
      <w:sz w:val="16"/>
      <w:szCs w:val="16"/>
      <w:lang w:val="es-ES"/>
    </w:rPr>
  </w:style>
  <w:style w:type="paragraph" w:styleId="Textoindependiente">
    <w:name w:val="Body Text"/>
    <w:basedOn w:val="Normal"/>
    <w:link w:val="TextoindependienteCar"/>
    <w:rsid w:val="00856064"/>
    <w:pPr>
      <w:widowControl w:val="0"/>
    </w:pPr>
    <w:rPr>
      <w:lang w:val="es-ES_tradnl" w:eastAsia="es-ES"/>
    </w:rPr>
  </w:style>
  <w:style w:type="character" w:customStyle="1" w:styleId="TextoindependienteCar">
    <w:name w:val="Texto independiente Car"/>
    <w:basedOn w:val="Fuentedeprrafopredeter"/>
    <w:link w:val="Textoindependiente"/>
    <w:rsid w:val="00931822"/>
    <w:rPr>
      <w:rFonts w:ascii="Montserrat" w:eastAsia="Times New Roman" w:hAnsi="Montserrat" w:cs="Times New Roman"/>
      <w:sz w:val="20"/>
      <w:szCs w:val="20"/>
      <w:lang w:val="es-ES_tradnl" w:eastAsia="es-ES"/>
    </w:rPr>
  </w:style>
  <w:style w:type="paragraph" w:styleId="Textoindependiente2">
    <w:name w:val="Body Text 2"/>
    <w:basedOn w:val="Normal"/>
    <w:link w:val="Textoindependiente2Car"/>
    <w:rsid w:val="00856064"/>
    <w:rPr>
      <w:rFonts w:ascii="Arial" w:hAnsi="Arial"/>
    </w:rPr>
  </w:style>
  <w:style w:type="character" w:customStyle="1" w:styleId="Textoindependiente2Car">
    <w:name w:val="Texto independiente 2 Car"/>
    <w:basedOn w:val="Fuentedeprrafopredeter"/>
    <w:link w:val="Textoindependiente2"/>
    <w:rsid w:val="00931822"/>
    <w:rPr>
      <w:rFonts w:ascii="Arial" w:eastAsia="Times New Roman" w:hAnsi="Arial" w:cs="Times New Roman"/>
      <w:sz w:val="20"/>
      <w:szCs w:val="20"/>
      <w:lang w:val="es-ES"/>
    </w:rPr>
  </w:style>
  <w:style w:type="paragraph" w:styleId="Textoindependiente3">
    <w:name w:val="Body Text 3"/>
    <w:basedOn w:val="Normal"/>
    <w:link w:val="Textoindependiente3Car"/>
    <w:rsid w:val="00856064"/>
    <w:pPr>
      <w:widowControl w:val="0"/>
    </w:pPr>
    <w:rPr>
      <w:rFonts w:ascii="Univers" w:hAnsi="Univers"/>
      <w:b/>
      <w:sz w:val="24"/>
      <w:lang w:val="es-ES_tradnl" w:eastAsia="es-ES"/>
    </w:rPr>
  </w:style>
  <w:style w:type="character" w:customStyle="1" w:styleId="Textoindependiente3Car">
    <w:name w:val="Texto independiente 3 Car"/>
    <w:basedOn w:val="Fuentedeprrafopredeter"/>
    <w:link w:val="Textoindependiente3"/>
    <w:rsid w:val="00931822"/>
    <w:rPr>
      <w:rFonts w:ascii="Univers" w:eastAsia="Times New Roman" w:hAnsi="Univers" w:cs="Times New Roman"/>
      <w:b/>
      <w:sz w:val="24"/>
      <w:szCs w:val="20"/>
      <w:lang w:val="es-ES_tradnl" w:eastAsia="es-ES"/>
    </w:rPr>
  </w:style>
  <w:style w:type="paragraph" w:styleId="Textonotaalfinal">
    <w:name w:val="endnote text"/>
    <w:basedOn w:val="Normal"/>
    <w:link w:val="TextonotaalfinalCar"/>
    <w:semiHidden/>
    <w:rsid w:val="00856064"/>
    <w:pPr>
      <w:keepLines/>
      <w:widowControl w:val="0"/>
      <w:spacing w:before="60" w:line="-360" w:lineRule="auto"/>
    </w:pPr>
    <w:rPr>
      <w:rFonts w:ascii="Arial Narrow" w:hAnsi="Arial Narrow"/>
      <w:lang w:val="es-MX" w:eastAsia="es-ES"/>
    </w:rPr>
  </w:style>
  <w:style w:type="character" w:customStyle="1" w:styleId="TextonotaalfinalCar">
    <w:name w:val="Texto nota al final Car"/>
    <w:basedOn w:val="Fuentedeprrafopredeter"/>
    <w:link w:val="Textonotaalfinal"/>
    <w:semiHidden/>
    <w:rsid w:val="00931822"/>
    <w:rPr>
      <w:rFonts w:ascii="Arial Narrow" w:eastAsia="Times New Roman" w:hAnsi="Arial Narrow" w:cs="Times New Roman"/>
      <w:sz w:val="20"/>
      <w:szCs w:val="20"/>
      <w:lang w:eastAsia="es-ES"/>
    </w:rPr>
  </w:style>
  <w:style w:type="paragraph" w:styleId="Textonotapie">
    <w:name w:val="footnote text"/>
    <w:basedOn w:val="Normal"/>
    <w:link w:val="TextonotapieCar"/>
    <w:rsid w:val="00856064"/>
    <w:pPr>
      <w:widowControl w:val="0"/>
    </w:pPr>
    <w:rPr>
      <w:rFonts w:ascii="CG Times (WN)" w:hAnsi="CG Times (WN)"/>
      <w:lang w:val="es-ES_tradnl" w:eastAsia="es-ES"/>
    </w:rPr>
  </w:style>
  <w:style w:type="character" w:customStyle="1" w:styleId="TextonotapieCar">
    <w:name w:val="Texto nota pie Car"/>
    <w:basedOn w:val="Fuentedeprrafopredeter"/>
    <w:link w:val="Textonotapie"/>
    <w:rsid w:val="00931822"/>
    <w:rPr>
      <w:rFonts w:ascii="CG Times (WN)" w:eastAsia="Times New Roman" w:hAnsi="CG Times (WN)" w:cs="Times New Roman"/>
      <w:sz w:val="20"/>
      <w:szCs w:val="20"/>
      <w:lang w:val="es-ES_tradnl" w:eastAsia="es-ES"/>
    </w:rPr>
  </w:style>
  <w:style w:type="paragraph" w:styleId="Ttulo">
    <w:name w:val="Title"/>
    <w:basedOn w:val="Normal"/>
    <w:link w:val="TtuloCar"/>
    <w:qFormat/>
    <w:rsid w:val="00856064"/>
    <w:pPr>
      <w:widowControl w:val="0"/>
      <w:numPr>
        <w:numId w:val="27"/>
      </w:numPr>
      <w:tabs>
        <w:tab w:val="left" w:pos="9923"/>
      </w:tabs>
      <w:jc w:val="center"/>
    </w:pPr>
    <w:rPr>
      <w:b/>
      <w:lang w:val="es-MX" w:eastAsia="es-ES"/>
    </w:rPr>
  </w:style>
  <w:style w:type="character" w:customStyle="1" w:styleId="TtuloCar">
    <w:name w:val="Título Car"/>
    <w:basedOn w:val="Fuentedeprrafopredeter"/>
    <w:link w:val="Ttulo"/>
    <w:rsid w:val="00931822"/>
    <w:rPr>
      <w:rFonts w:ascii="Montserrat" w:eastAsia="Times New Roman" w:hAnsi="Montserrat" w:cs="Times New Roman"/>
      <w:b/>
      <w:sz w:val="20"/>
      <w:szCs w:val="20"/>
      <w:lang w:eastAsia="es-ES"/>
    </w:rPr>
  </w:style>
  <w:style w:type="character" w:customStyle="1" w:styleId="Ttulo2Car">
    <w:name w:val="Título 2 Car"/>
    <w:basedOn w:val="Fuentedeprrafopredeter"/>
    <w:link w:val="Ttulo2"/>
    <w:rsid w:val="00931822"/>
    <w:rPr>
      <w:rFonts w:ascii="Montserrat" w:eastAsia="Times New Roman" w:hAnsi="Montserrat" w:cs="Times New Roman"/>
      <w:b/>
      <w:sz w:val="20"/>
      <w:szCs w:val="20"/>
      <w:lang w:val="es-ES_tradnl" w:eastAsia="es-ES"/>
    </w:rPr>
  </w:style>
  <w:style w:type="character" w:customStyle="1" w:styleId="Ttulo3Car">
    <w:name w:val="Título 3 Car"/>
    <w:basedOn w:val="Fuentedeprrafopredeter"/>
    <w:link w:val="Ttulo3"/>
    <w:rsid w:val="00931822"/>
    <w:rPr>
      <w:rFonts w:ascii="Arial" w:eastAsia="Times New Roman" w:hAnsi="Arial" w:cs="Times New Roman"/>
      <w:b/>
      <w:sz w:val="24"/>
      <w:szCs w:val="20"/>
      <w:lang w:val="es-ES_tradnl" w:eastAsia="es-ES"/>
    </w:rPr>
  </w:style>
  <w:style w:type="character" w:customStyle="1" w:styleId="Ttulo4Car">
    <w:name w:val="Título 4 Car"/>
    <w:basedOn w:val="Fuentedeprrafopredeter"/>
    <w:link w:val="Ttulo4"/>
    <w:rsid w:val="00931822"/>
    <w:rPr>
      <w:rFonts w:ascii="Arial" w:eastAsia="Times New Roman" w:hAnsi="Arial" w:cs="Times New Roman"/>
      <w:b/>
      <w:sz w:val="24"/>
      <w:szCs w:val="20"/>
      <w:lang w:eastAsia="es-ES"/>
    </w:rPr>
  </w:style>
  <w:style w:type="character" w:customStyle="1" w:styleId="Ttulo5Car">
    <w:name w:val="Título 5 Car"/>
    <w:basedOn w:val="Fuentedeprrafopredeter"/>
    <w:link w:val="Ttulo5"/>
    <w:rsid w:val="00931822"/>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856064"/>
    <w:rPr>
      <w:rFonts w:ascii="Arial" w:eastAsia="Times New Roman" w:hAnsi="Arial" w:cs="Times New Roman"/>
      <w:b/>
      <w:sz w:val="24"/>
      <w:szCs w:val="20"/>
      <w:lang w:val="es-ES"/>
    </w:rPr>
  </w:style>
  <w:style w:type="character" w:customStyle="1" w:styleId="Ttulo7Car">
    <w:name w:val="Título 7 Car"/>
    <w:basedOn w:val="Fuentedeprrafopredeter"/>
    <w:link w:val="Ttulo7"/>
    <w:rsid w:val="00931822"/>
    <w:rPr>
      <w:rFonts w:ascii="Arial" w:eastAsia="Times New Roman" w:hAnsi="Arial" w:cs="Times New Roman"/>
      <w:b/>
      <w:snapToGrid w:val="0"/>
      <w:sz w:val="24"/>
      <w:szCs w:val="20"/>
      <w:lang w:val="es-ES_tradnl" w:eastAsia="es-ES"/>
    </w:rPr>
  </w:style>
  <w:style w:type="character" w:customStyle="1" w:styleId="Ttulo8Car">
    <w:name w:val="Título 8 Car"/>
    <w:basedOn w:val="Fuentedeprrafopredeter"/>
    <w:link w:val="Ttulo8"/>
    <w:rsid w:val="00931822"/>
    <w:rPr>
      <w:rFonts w:ascii="Arial" w:eastAsia="Times New Roman" w:hAnsi="Arial" w:cs="Times New Roman"/>
      <w:sz w:val="24"/>
      <w:szCs w:val="20"/>
      <w:lang w:val="es-ES_tradnl" w:eastAsia="es-ES"/>
    </w:rPr>
  </w:style>
  <w:style w:type="character" w:customStyle="1" w:styleId="Ttulo9Car">
    <w:name w:val="Título 9 Car"/>
    <w:basedOn w:val="Fuentedeprrafopredeter"/>
    <w:link w:val="Ttulo9"/>
    <w:rsid w:val="00931822"/>
    <w:rPr>
      <w:rFonts w:ascii="Arial" w:eastAsia="Times New Roman" w:hAnsi="Arial" w:cs="Times New Roman"/>
      <w:b/>
      <w:snapToGrid w:val="0"/>
      <w:sz w:val="20"/>
      <w:szCs w:val="20"/>
      <w:lang w:eastAsia="es-ES"/>
    </w:rPr>
  </w:style>
  <w:style w:type="paragraph" w:styleId="Lista2">
    <w:name w:val="List 2"/>
    <w:basedOn w:val="Normal"/>
    <w:uiPriority w:val="99"/>
    <w:unhideWhenUsed/>
    <w:rsid w:val="007B7CB1"/>
    <w:pPr>
      <w:spacing w:before="0" w:after="160" w:line="259" w:lineRule="auto"/>
      <w:jc w:val="left"/>
    </w:pPr>
    <w:rPr>
      <w:rFonts w:asciiTheme="minorHAnsi" w:eastAsiaTheme="minorHAnsi" w:hAnsiTheme="minorHAnsi" w:cstheme="minorBidi"/>
      <w:sz w:val="22"/>
      <w:szCs w:val="22"/>
      <w:lang w:val="es-MX" w:eastAsia="en-US"/>
    </w:rPr>
  </w:style>
  <w:style w:type="character" w:styleId="Refdecomentario">
    <w:name w:val="annotation reference"/>
    <w:basedOn w:val="Fuentedeprrafopredeter"/>
    <w:uiPriority w:val="99"/>
    <w:semiHidden/>
    <w:unhideWhenUsed/>
    <w:rsid w:val="00A73FF8"/>
    <w:rPr>
      <w:sz w:val="16"/>
      <w:szCs w:val="16"/>
    </w:rPr>
  </w:style>
  <w:style w:type="paragraph" w:styleId="Textocomentario">
    <w:name w:val="annotation text"/>
    <w:basedOn w:val="Normal"/>
    <w:link w:val="TextocomentarioCar"/>
    <w:uiPriority w:val="99"/>
    <w:unhideWhenUsed/>
    <w:rsid w:val="00A73FF8"/>
  </w:style>
  <w:style w:type="character" w:customStyle="1" w:styleId="TextocomentarioCar">
    <w:name w:val="Texto comentario Car"/>
    <w:basedOn w:val="Fuentedeprrafopredeter"/>
    <w:link w:val="Textocomentario"/>
    <w:uiPriority w:val="99"/>
    <w:rsid w:val="00A73FF8"/>
    <w:rPr>
      <w:rFonts w:ascii="Montserrat" w:eastAsia="Times New Roman" w:hAnsi="Montserrat"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D66F08"/>
    <w:rPr>
      <w:b/>
      <w:bCs/>
    </w:rPr>
  </w:style>
  <w:style w:type="character" w:customStyle="1" w:styleId="AsuntodelcomentarioCar">
    <w:name w:val="Asunto del comentario Car"/>
    <w:basedOn w:val="TextocomentarioCar"/>
    <w:link w:val="Asuntodelcomentario"/>
    <w:uiPriority w:val="99"/>
    <w:semiHidden/>
    <w:rsid w:val="00D66F08"/>
    <w:rPr>
      <w:rFonts w:ascii="Montserrat" w:eastAsia="Times New Roman" w:hAnsi="Montserrat" w:cs="Times New Roman"/>
      <w:b/>
      <w:bCs/>
      <w:sz w:val="20"/>
      <w:szCs w:val="20"/>
      <w:lang w:val="es-ES"/>
    </w:rPr>
  </w:style>
  <w:style w:type="paragraph" w:customStyle="1" w:styleId="ListaPartesNombre">
    <w:name w:val="ListaPartesNombre"/>
    <w:basedOn w:val="Normal"/>
    <w:qFormat/>
    <w:rsid w:val="00802FA7"/>
    <w:pPr>
      <w:keepNext/>
      <w:spacing w:after="0" w:line="259" w:lineRule="auto"/>
    </w:pPr>
    <w:rPr>
      <w:rFonts w:asciiTheme="minorHAnsi" w:eastAsiaTheme="minorHAnsi" w:hAnsiTheme="minorHAnsi" w:cs="Arial"/>
      <w:b/>
      <w:sz w:val="22"/>
      <w:szCs w:val="24"/>
      <w:lang w:val="es-MX" w:eastAsia="en-US"/>
    </w:rPr>
  </w:style>
  <w:style w:type="paragraph" w:styleId="TtuloTDC">
    <w:name w:val="TOC Heading"/>
    <w:basedOn w:val="Ttulo1"/>
    <w:next w:val="Normal"/>
    <w:uiPriority w:val="39"/>
    <w:unhideWhenUsed/>
    <w:qFormat/>
    <w:rsid w:val="00802FA7"/>
    <w:pPr>
      <w:keepLines/>
      <w:spacing w:before="240" w:after="0" w:line="259" w:lineRule="auto"/>
      <w:ind w:left="0" w:right="0"/>
      <w:jc w:val="left"/>
      <w:outlineLvl w:val="9"/>
    </w:pPr>
    <w:rPr>
      <w:rFonts w:asciiTheme="majorHAnsi" w:eastAsiaTheme="majorEastAsia" w:hAnsiTheme="majorHAnsi" w:cstheme="majorBidi"/>
      <w:b w:val="0"/>
      <w:color w:val="2E74B5" w:themeColor="accent1" w:themeShade="BF"/>
      <w:sz w:val="32"/>
      <w:szCs w:val="32"/>
      <w:lang w:val="es-MX"/>
    </w:rPr>
  </w:style>
  <w:style w:type="paragraph" w:styleId="TDC1">
    <w:name w:val="toc 1"/>
    <w:basedOn w:val="Normal"/>
    <w:next w:val="Normal"/>
    <w:autoRedefine/>
    <w:uiPriority w:val="39"/>
    <w:unhideWhenUsed/>
    <w:rsid w:val="00802FA7"/>
    <w:pPr>
      <w:spacing w:after="100"/>
    </w:pPr>
  </w:style>
  <w:style w:type="paragraph" w:styleId="TDC2">
    <w:name w:val="toc 2"/>
    <w:basedOn w:val="Normal"/>
    <w:next w:val="Normal"/>
    <w:autoRedefine/>
    <w:uiPriority w:val="39"/>
    <w:unhideWhenUsed/>
    <w:rsid w:val="00802FA7"/>
    <w:pPr>
      <w:spacing w:after="100"/>
      <w:ind w:left="200"/>
    </w:pPr>
  </w:style>
  <w:style w:type="paragraph" w:styleId="Descripcin">
    <w:name w:val="caption"/>
    <w:basedOn w:val="Normal"/>
    <w:next w:val="Normal"/>
    <w:uiPriority w:val="35"/>
    <w:unhideWhenUsed/>
    <w:qFormat/>
    <w:rsid w:val="001052AD"/>
    <w:pPr>
      <w:spacing w:before="0" w:after="200"/>
      <w:jc w:val="left"/>
    </w:pPr>
    <w:rPr>
      <w:rFonts w:asciiTheme="minorHAnsi" w:eastAsiaTheme="minorHAnsi" w:hAnsiTheme="minorHAnsi" w:cstheme="minorBidi"/>
      <w:i/>
      <w:iCs/>
      <w:color w:val="44546A" w:themeColor="text2"/>
      <w:sz w:val="18"/>
      <w:szCs w:val="18"/>
      <w:lang w:val="es-MX" w:eastAsia="en-US"/>
    </w:rPr>
  </w:style>
  <w:style w:type="paragraph" w:styleId="Revisin">
    <w:name w:val="Revision"/>
    <w:hidden/>
    <w:uiPriority w:val="99"/>
    <w:semiHidden/>
    <w:rsid w:val="00F338D4"/>
    <w:pPr>
      <w:spacing w:after="0" w:line="240" w:lineRule="auto"/>
    </w:pPr>
    <w:rPr>
      <w:rFonts w:ascii="Montserrat" w:eastAsia="Times New Roman" w:hAnsi="Montserrat"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857949">
      <w:bodyDiv w:val="1"/>
      <w:marLeft w:val="0"/>
      <w:marRight w:val="0"/>
      <w:marTop w:val="0"/>
      <w:marBottom w:val="0"/>
      <w:divBdr>
        <w:top w:val="none" w:sz="0" w:space="0" w:color="auto"/>
        <w:left w:val="none" w:sz="0" w:space="0" w:color="auto"/>
        <w:bottom w:val="none" w:sz="0" w:space="0" w:color="auto"/>
        <w:right w:val="none" w:sz="0" w:space="0" w:color="auto"/>
      </w:divBdr>
    </w:div>
    <w:div w:id="1253009622">
      <w:bodyDiv w:val="1"/>
      <w:marLeft w:val="0"/>
      <w:marRight w:val="0"/>
      <w:marTop w:val="0"/>
      <w:marBottom w:val="0"/>
      <w:divBdr>
        <w:top w:val="none" w:sz="0" w:space="0" w:color="auto"/>
        <w:left w:val="none" w:sz="0" w:space="0" w:color="auto"/>
        <w:bottom w:val="none" w:sz="0" w:space="0" w:color="auto"/>
        <w:right w:val="none" w:sz="0" w:space="0" w:color="auto"/>
      </w:divBdr>
    </w:div>
    <w:div w:id="2004964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pci@econom&#237;a.gob.mx"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ob.mx/se/acciones-y-programas/del-aviso-de-privacidad-integral-de-la-secretaria-de-economia?state=pu%20blished"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upci@econom&#237;a.gob.mx" TargetMode="External"/><Relationship Id="rId14" Type="http://schemas.openxmlformats.org/officeDocument/2006/relationships/header" Target="header3.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footer6.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6.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e.garcias\Desktop\Plantilla%20F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61E3A-B867-498B-9EAD-3B702CC05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FO.dotx</Template>
  <TotalTime>11</TotalTime>
  <Pages>24</Pages>
  <Words>8429</Words>
  <Characters>46364</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FORMULARIO PARA EL SOLICITANTE</vt:lpstr>
    </vt:vector>
  </TitlesOfParts>
  <Company/>
  <LinksUpToDate>false</LinksUpToDate>
  <CharactersWithSpaces>54684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PARA EL SOLICITANTE</dc:title>
  <dc:subject/>
  <cp:keywords/>
  <dc:description/>
  <cp:lastModifiedBy>UPCI Jurídico</cp:lastModifiedBy>
  <cp:revision>2</cp:revision>
  <dcterms:created xsi:type="dcterms:W3CDTF">2024-06-13T18:33:00Z</dcterms:created>
  <dcterms:modified xsi:type="dcterms:W3CDTF">2024-06-22T00:42:00Z</dcterms:modified>
</cp:coreProperties>
</file>